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105BD719" w:rsidR="00EB4ECA" w:rsidRDefault="00EB4ECA" w:rsidP="00EB4ECA">
      <w:pPr>
        <w:pStyle w:val="Titul2"/>
      </w:pPr>
      <w:r w:rsidRPr="006C2343">
        <w:t xml:space="preserve">Zhotovení </w:t>
      </w:r>
      <w:r w:rsidR="00C031F2" w:rsidRPr="006C2343">
        <w:t>stavby</w:t>
      </w:r>
      <w:r w:rsidR="00C031F2">
        <w:t xml:space="preserve"> – podlimitní</w:t>
      </w:r>
    </w:p>
    <w:p w14:paraId="17CC9580" w14:textId="77777777" w:rsidR="0035531B" w:rsidRDefault="0035531B" w:rsidP="00EB46E5">
      <w:pPr>
        <w:pStyle w:val="Titul2"/>
      </w:pPr>
    </w:p>
    <w:p w14:paraId="1E8FFEA2" w14:textId="61C9F4C2" w:rsidR="0035531B" w:rsidRDefault="00C031F2" w:rsidP="00EB46E5">
      <w:pPr>
        <w:pStyle w:val="Titul2"/>
      </w:pPr>
      <w:bookmarkStart w:id="0" w:name="_Hlk160028637"/>
      <w:r w:rsidRPr="00C031F2">
        <w:t>„Zvýšení bezpečnosti na železničním přejezdu P2663 v km 25,620 na trati Praha-Vysočany – Turnov“</w:t>
      </w:r>
    </w:p>
    <w:bookmarkEnd w:id="0"/>
    <w:p w14:paraId="152849FF" w14:textId="77777777" w:rsidR="00AD0C7B" w:rsidRPr="006C2343" w:rsidRDefault="00AD0C7B" w:rsidP="00EB46E5">
      <w:pPr>
        <w:pStyle w:val="Titul2"/>
      </w:pPr>
    </w:p>
    <w:p w14:paraId="45AB7781" w14:textId="4A183F91" w:rsidR="00F46EA7" w:rsidRDefault="00F46EA7" w:rsidP="00F46EA7">
      <w:pPr>
        <w:pStyle w:val="Text1-1"/>
        <w:numPr>
          <w:ilvl w:val="0"/>
          <w:numId w:val="0"/>
        </w:numPr>
        <w:tabs>
          <w:tab w:val="left" w:pos="708"/>
        </w:tabs>
        <w:ind w:left="737" w:hanging="737"/>
      </w:pPr>
      <w:r>
        <w:t xml:space="preserve">Č.j. </w:t>
      </w:r>
      <w:r w:rsidR="00C031F2" w:rsidRPr="00C031F2">
        <w:t>4163/2024-SŽ-SSZ-OVZ</w:t>
      </w:r>
    </w:p>
    <w:p w14:paraId="5E146EB9" w14:textId="46A0DB1B" w:rsidR="00826B7B" w:rsidRDefault="00826B7B" w:rsidP="006C2343">
      <w:pPr>
        <w:pStyle w:val="Titul2"/>
      </w:pPr>
    </w:p>
    <w:p w14:paraId="6D365A49" w14:textId="77777777" w:rsidR="00C031F2" w:rsidRDefault="00C031F2" w:rsidP="006C2343">
      <w:pPr>
        <w:pStyle w:val="Titul2"/>
      </w:pPr>
    </w:p>
    <w:p w14:paraId="7D7F6A61" w14:textId="77777777" w:rsidR="00C031F2" w:rsidRDefault="00C031F2" w:rsidP="006C2343">
      <w:pPr>
        <w:pStyle w:val="Titul2"/>
      </w:pPr>
    </w:p>
    <w:p w14:paraId="3CAC49C2" w14:textId="77777777" w:rsidR="00C031F2" w:rsidRDefault="00C031F2" w:rsidP="006C2343">
      <w:pPr>
        <w:pStyle w:val="Titul2"/>
      </w:pPr>
    </w:p>
    <w:p w14:paraId="7E6C2342" w14:textId="77777777" w:rsidR="00C031F2" w:rsidRDefault="00C031F2" w:rsidP="006C2343">
      <w:pPr>
        <w:pStyle w:val="Titul2"/>
      </w:pPr>
    </w:p>
    <w:p w14:paraId="0DB8E85C" w14:textId="77777777" w:rsidR="00C031F2" w:rsidRDefault="00C031F2" w:rsidP="006C2343">
      <w:pPr>
        <w:pStyle w:val="Titul2"/>
      </w:pPr>
    </w:p>
    <w:p w14:paraId="3803198F" w14:textId="03A2A87A" w:rsidR="001F0B6F" w:rsidRDefault="001E1A3D" w:rsidP="00C031F2">
      <w:pPr>
        <w:spacing w:after="0" w:line="240" w:lineRule="auto"/>
        <w:rPr>
          <w:sz w:val="2"/>
          <w:szCs w:val="2"/>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30AC855A" w14:textId="4BF02CC1" w:rsidR="008E327A"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60545124" w:history="1">
        <w:r w:rsidR="008E327A" w:rsidRPr="001A0D99">
          <w:rPr>
            <w:rStyle w:val="Hypertextovodkaz"/>
          </w:rPr>
          <w:t>1.</w:t>
        </w:r>
        <w:r w:rsidR="008E327A">
          <w:rPr>
            <w:rFonts w:eastAsiaTheme="minorEastAsia"/>
            <w:caps w:val="0"/>
            <w:noProof/>
            <w:kern w:val="2"/>
            <w:sz w:val="24"/>
            <w:szCs w:val="24"/>
            <w:lang w:eastAsia="cs-CZ"/>
            <w14:ligatures w14:val="standardContextual"/>
          </w:rPr>
          <w:tab/>
        </w:r>
        <w:r w:rsidR="008E327A" w:rsidRPr="001A0D99">
          <w:rPr>
            <w:rStyle w:val="Hypertextovodkaz"/>
          </w:rPr>
          <w:t>ÚVODNÍ USTANOVENÍ</w:t>
        </w:r>
        <w:r w:rsidR="008E327A">
          <w:rPr>
            <w:noProof/>
            <w:webHidden/>
          </w:rPr>
          <w:tab/>
        </w:r>
        <w:r w:rsidR="008E327A">
          <w:rPr>
            <w:noProof/>
            <w:webHidden/>
          </w:rPr>
          <w:fldChar w:fldCharType="begin"/>
        </w:r>
        <w:r w:rsidR="008E327A">
          <w:rPr>
            <w:noProof/>
            <w:webHidden/>
          </w:rPr>
          <w:instrText xml:space="preserve"> PAGEREF _Toc160545124 \h </w:instrText>
        </w:r>
        <w:r w:rsidR="008E327A">
          <w:rPr>
            <w:noProof/>
            <w:webHidden/>
          </w:rPr>
        </w:r>
        <w:r w:rsidR="008E327A">
          <w:rPr>
            <w:noProof/>
            <w:webHidden/>
          </w:rPr>
          <w:fldChar w:fldCharType="separate"/>
        </w:r>
        <w:r w:rsidR="008E327A">
          <w:rPr>
            <w:noProof/>
            <w:webHidden/>
          </w:rPr>
          <w:t>3</w:t>
        </w:r>
        <w:r w:rsidR="008E327A">
          <w:rPr>
            <w:noProof/>
            <w:webHidden/>
          </w:rPr>
          <w:fldChar w:fldCharType="end"/>
        </w:r>
      </w:hyperlink>
    </w:p>
    <w:p w14:paraId="65849540" w14:textId="45CC0C06" w:rsidR="008E327A" w:rsidRDefault="00000000">
      <w:pPr>
        <w:pStyle w:val="Obsah1"/>
        <w:rPr>
          <w:rFonts w:eastAsiaTheme="minorEastAsia"/>
          <w:caps w:val="0"/>
          <w:noProof/>
          <w:kern w:val="2"/>
          <w:sz w:val="24"/>
          <w:szCs w:val="24"/>
          <w:lang w:eastAsia="cs-CZ"/>
          <w14:ligatures w14:val="standardContextual"/>
        </w:rPr>
      </w:pPr>
      <w:hyperlink w:anchor="_Toc160545125" w:history="1">
        <w:r w:rsidR="008E327A" w:rsidRPr="001A0D99">
          <w:rPr>
            <w:rStyle w:val="Hypertextovodkaz"/>
          </w:rPr>
          <w:t>2.</w:t>
        </w:r>
        <w:r w:rsidR="008E327A">
          <w:rPr>
            <w:rFonts w:eastAsiaTheme="minorEastAsia"/>
            <w:caps w:val="0"/>
            <w:noProof/>
            <w:kern w:val="2"/>
            <w:sz w:val="24"/>
            <w:szCs w:val="24"/>
            <w:lang w:eastAsia="cs-CZ"/>
            <w14:ligatures w14:val="standardContextual"/>
          </w:rPr>
          <w:tab/>
        </w:r>
        <w:r w:rsidR="008E327A" w:rsidRPr="001A0D99">
          <w:rPr>
            <w:rStyle w:val="Hypertextovodkaz"/>
          </w:rPr>
          <w:t>IDENTIFIKAČNÍ ÚDAJE ZADAVATELE</w:t>
        </w:r>
        <w:r w:rsidR="008E327A">
          <w:rPr>
            <w:noProof/>
            <w:webHidden/>
          </w:rPr>
          <w:tab/>
        </w:r>
        <w:r w:rsidR="008E327A">
          <w:rPr>
            <w:noProof/>
            <w:webHidden/>
          </w:rPr>
          <w:fldChar w:fldCharType="begin"/>
        </w:r>
        <w:r w:rsidR="008E327A">
          <w:rPr>
            <w:noProof/>
            <w:webHidden/>
          </w:rPr>
          <w:instrText xml:space="preserve"> PAGEREF _Toc160545125 \h </w:instrText>
        </w:r>
        <w:r w:rsidR="008E327A">
          <w:rPr>
            <w:noProof/>
            <w:webHidden/>
          </w:rPr>
        </w:r>
        <w:r w:rsidR="008E327A">
          <w:rPr>
            <w:noProof/>
            <w:webHidden/>
          </w:rPr>
          <w:fldChar w:fldCharType="separate"/>
        </w:r>
        <w:r w:rsidR="008E327A">
          <w:rPr>
            <w:noProof/>
            <w:webHidden/>
          </w:rPr>
          <w:t>3</w:t>
        </w:r>
        <w:r w:rsidR="008E327A">
          <w:rPr>
            <w:noProof/>
            <w:webHidden/>
          </w:rPr>
          <w:fldChar w:fldCharType="end"/>
        </w:r>
      </w:hyperlink>
    </w:p>
    <w:p w14:paraId="2A5EA400" w14:textId="77055772" w:rsidR="008E327A" w:rsidRDefault="00000000">
      <w:pPr>
        <w:pStyle w:val="Obsah1"/>
        <w:rPr>
          <w:rFonts w:eastAsiaTheme="minorEastAsia"/>
          <w:caps w:val="0"/>
          <w:noProof/>
          <w:kern w:val="2"/>
          <w:sz w:val="24"/>
          <w:szCs w:val="24"/>
          <w:lang w:eastAsia="cs-CZ"/>
          <w14:ligatures w14:val="standardContextual"/>
        </w:rPr>
      </w:pPr>
      <w:hyperlink w:anchor="_Toc160545126" w:history="1">
        <w:r w:rsidR="008E327A" w:rsidRPr="001A0D99">
          <w:rPr>
            <w:rStyle w:val="Hypertextovodkaz"/>
          </w:rPr>
          <w:t>3.</w:t>
        </w:r>
        <w:r w:rsidR="008E327A">
          <w:rPr>
            <w:rFonts w:eastAsiaTheme="minorEastAsia"/>
            <w:caps w:val="0"/>
            <w:noProof/>
            <w:kern w:val="2"/>
            <w:sz w:val="24"/>
            <w:szCs w:val="24"/>
            <w:lang w:eastAsia="cs-CZ"/>
            <w14:ligatures w14:val="standardContextual"/>
          </w:rPr>
          <w:tab/>
        </w:r>
        <w:r w:rsidR="008E327A" w:rsidRPr="001A0D99">
          <w:rPr>
            <w:rStyle w:val="Hypertextovodkaz"/>
          </w:rPr>
          <w:t>KOMUNIKACE MEZI ZADAVATELEM a DODAVATELEM</w:t>
        </w:r>
        <w:r w:rsidR="008E327A">
          <w:rPr>
            <w:noProof/>
            <w:webHidden/>
          </w:rPr>
          <w:tab/>
        </w:r>
        <w:r w:rsidR="008E327A">
          <w:rPr>
            <w:noProof/>
            <w:webHidden/>
          </w:rPr>
          <w:fldChar w:fldCharType="begin"/>
        </w:r>
        <w:r w:rsidR="008E327A">
          <w:rPr>
            <w:noProof/>
            <w:webHidden/>
          </w:rPr>
          <w:instrText xml:space="preserve"> PAGEREF _Toc160545126 \h </w:instrText>
        </w:r>
        <w:r w:rsidR="008E327A">
          <w:rPr>
            <w:noProof/>
            <w:webHidden/>
          </w:rPr>
        </w:r>
        <w:r w:rsidR="008E327A">
          <w:rPr>
            <w:noProof/>
            <w:webHidden/>
          </w:rPr>
          <w:fldChar w:fldCharType="separate"/>
        </w:r>
        <w:r w:rsidR="008E327A">
          <w:rPr>
            <w:noProof/>
            <w:webHidden/>
          </w:rPr>
          <w:t>4</w:t>
        </w:r>
        <w:r w:rsidR="008E327A">
          <w:rPr>
            <w:noProof/>
            <w:webHidden/>
          </w:rPr>
          <w:fldChar w:fldCharType="end"/>
        </w:r>
      </w:hyperlink>
    </w:p>
    <w:p w14:paraId="0BC64F1F" w14:textId="221B91E7" w:rsidR="008E327A" w:rsidRDefault="00000000">
      <w:pPr>
        <w:pStyle w:val="Obsah1"/>
        <w:rPr>
          <w:rFonts w:eastAsiaTheme="minorEastAsia"/>
          <w:caps w:val="0"/>
          <w:noProof/>
          <w:kern w:val="2"/>
          <w:sz w:val="24"/>
          <w:szCs w:val="24"/>
          <w:lang w:eastAsia="cs-CZ"/>
          <w14:ligatures w14:val="standardContextual"/>
        </w:rPr>
      </w:pPr>
      <w:hyperlink w:anchor="_Toc160545127" w:history="1">
        <w:r w:rsidR="008E327A" w:rsidRPr="001A0D99">
          <w:rPr>
            <w:rStyle w:val="Hypertextovodkaz"/>
          </w:rPr>
          <w:t>4.</w:t>
        </w:r>
        <w:r w:rsidR="008E327A">
          <w:rPr>
            <w:rFonts w:eastAsiaTheme="minorEastAsia"/>
            <w:caps w:val="0"/>
            <w:noProof/>
            <w:kern w:val="2"/>
            <w:sz w:val="24"/>
            <w:szCs w:val="24"/>
            <w:lang w:eastAsia="cs-CZ"/>
            <w14:ligatures w14:val="standardContextual"/>
          </w:rPr>
          <w:tab/>
        </w:r>
        <w:r w:rsidR="008E327A" w:rsidRPr="001A0D99">
          <w:rPr>
            <w:rStyle w:val="Hypertextovodkaz"/>
          </w:rPr>
          <w:t>ÚČEL A PŘEDMĚT PLNĚNÍ VEŘEJNÉ ZAKÁZKY</w:t>
        </w:r>
        <w:r w:rsidR="008E327A">
          <w:rPr>
            <w:noProof/>
            <w:webHidden/>
          </w:rPr>
          <w:tab/>
        </w:r>
        <w:r w:rsidR="008E327A">
          <w:rPr>
            <w:noProof/>
            <w:webHidden/>
          </w:rPr>
          <w:fldChar w:fldCharType="begin"/>
        </w:r>
        <w:r w:rsidR="008E327A">
          <w:rPr>
            <w:noProof/>
            <w:webHidden/>
          </w:rPr>
          <w:instrText xml:space="preserve"> PAGEREF _Toc160545127 \h </w:instrText>
        </w:r>
        <w:r w:rsidR="008E327A">
          <w:rPr>
            <w:noProof/>
            <w:webHidden/>
          </w:rPr>
        </w:r>
        <w:r w:rsidR="008E327A">
          <w:rPr>
            <w:noProof/>
            <w:webHidden/>
          </w:rPr>
          <w:fldChar w:fldCharType="separate"/>
        </w:r>
        <w:r w:rsidR="008E327A">
          <w:rPr>
            <w:noProof/>
            <w:webHidden/>
          </w:rPr>
          <w:t>4</w:t>
        </w:r>
        <w:r w:rsidR="008E327A">
          <w:rPr>
            <w:noProof/>
            <w:webHidden/>
          </w:rPr>
          <w:fldChar w:fldCharType="end"/>
        </w:r>
      </w:hyperlink>
    </w:p>
    <w:p w14:paraId="51D617CD" w14:textId="5D9B8E56" w:rsidR="008E327A" w:rsidRDefault="00000000">
      <w:pPr>
        <w:pStyle w:val="Obsah1"/>
        <w:rPr>
          <w:rFonts w:eastAsiaTheme="minorEastAsia"/>
          <w:caps w:val="0"/>
          <w:noProof/>
          <w:kern w:val="2"/>
          <w:sz w:val="24"/>
          <w:szCs w:val="24"/>
          <w:lang w:eastAsia="cs-CZ"/>
          <w14:ligatures w14:val="standardContextual"/>
        </w:rPr>
      </w:pPr>
      <w:hyperlink w:anchor="_Toc160545128" w:history="1">
        <w:r w:rsidR="008E327A" w:rsidRPr="001A0D99">
          <w:rPr>
            <w:rStyle w:val="Hypertextovodkaz"/>
          </w:rPr>
          <w:t>5.</w:t>
        </w:r>
        <w:r w:rsidR="008E327A">
          <w:rPr>
            <w:rFonts w:eastAsiaTheme="minorEastAsia"/>
            <w:caps w:val="0"/>
            <w:noProof/>
            <w:kern w:val="2"/>
            <w:sz w:val="24"/>
            <w:szCs w:val="24"/>
            <w:lang w:eastAsia="cs-CZ"/>
            <w14:ligatures w14:val="standardContextual"/>
          </w:rPr>
          <w:tab/>
        </w:r>
        <w:r w:rsidR="008E327A" w:rsidRPr="001A0D99">
          <w:rPr>
            <w:rStyle w:val="Hypertextovodkaz"/>
          </w:rPr>
          <w:t>ZDROJE FINANCOVÁNÍ A PŘEDPOKLÁDANÁ HODNOTA VEŘEJNÉ ZAKÁZKY</w:t>
        </w:r>
        <w:r w:rsidR="008E327A">
          <w:rPr>
            <w:noProof/>
            <w:webHidden/>
          </w:rPr>
          <w:tab/>
        </w:r>
        <w:r w:rsidR="008E327A">
          <w:rPr>
            <w:noProof/>
            <w:webHidden/>
          </w:rPr>
          <w:fldChar w:fldCharType="begin"/>
        </w:r>
        <w:r w:rsidR="008E327A">
          <w:rPr>
            <w:noProof/>
            <w:webHidden/>
          </w:rPr>
          <w:instrText xml:space="preserve"> PAGEREF _Toc160545128 \h </w:instrText>
        </w:r>
        <w:r w:rsidR="008E327A">
          <w:rPr>
            <w:noProof/>
            <w:webHidden/>
          </w:rPr>
        </w:r>
        <w:r w:rsidR="008E327A">
          <w:rPr>
            <w:noProof/>
            <w:webHidden/>
          </w:rPr>
          <w:fldChar w:fldCharType="separate"/>
        </w:r>
        <w:r w:rsidR="008E327A">
          <w:rPr>
            <w:noProof/>
            <w:webHidden/>
          </w:rPr>
          <w:t>4</w:t>
        </w:r>
        <w:r w:rsidR="008E327A">
          <w:rPr>
            <w:noProof/>
            <w:webHidden/>
          </w:rPr>
          <w:fldChar w:fldCharType="end"/>
        </w:r>
      </w:hyperlink>
    </w:p>
    <w:p w14:paraId="1D5BEE83" w14:textId="5C9BE419" w:rsidR="008E327A" w:rsidRDefault="00000000">
      <w:pPr>
        <w:pStyle w:val="Obsah1"/>
        <w:rPr>
          <w:rFonts w:eastAsiaTheme="minorEastAsia"/>
          <w:caps w:val="0"/>
          <w:noProof/>
          <w:kern w:val="2"/>
          <w:sz w:val="24"/>
          <w:szCs w:val="24"/>
          <w:lang w:eastAsia="cs-CZ"/>
          <w14:ligatures w14:val="standardContextual"/>
        </w:rPr>
      </w:pPr>
      <w:hyperlink w:anchor="_Toc160545129" w:history="1">
        <w:r w:rsidR="008E327A" w:rsidRPr="001A0D99">
          <w:rPr>
            <w:rStyle w:val="Hypertextovodkaz"/>
          </w:rPr>
          <w:t>6.</w:t>
        </w:r>
        <w:r w:rsidR="008E327A">
          <w:rPr>
            <w:rFonts w:eastAsiaTheme="minorEastAsia"/>
            <w:caps w:val="0"/>
            <w:noProof/>
            <w:kern w:val="2"/>
            <w:sz w:val="24"/>
            <w:szCs w:val="24"/>
            <w:lang w:eastAsia="cs-CZ"/>
            <w14:ligatures w14:val="standardContextual"/>
          </w:rPr>
          <w:tab/>
        </w:r>
        <w:r w:rsidR="008E327A" w:rsidRPr="001A0D99">
          <w:rPr>
            <w:rStyle w:val="Hypertextovodkaz"/>
          </w:rPr>
          <w:t>OBSAH ZADÁVACÍ DOKUMENTACE</w:t>
        </w:r>
        <w:r w:rsidR="008E327A">
          <w:rPr>
            <w:noProof/>
            <w:webHidden/>
          </w:rPr>
          <w:tab/>
        </w:r>
        <w:r w:rsidR="008E327A">
          <w:rPr>
            <w:noProof/>
            <w:webHidden/>
          </w:rPr>
          <w:fldChar w:fldCharType="begin"/>
        </w:r>
        <w:r w:rsidR="008E327A">
          <w:rPr>
            <w:noProof/>
            <w:webHidden/>
          </w:rPr>
          <w:instrText xml:space="preserve"> PAGEREF _Toc160545129 \h </w:instrText>
        </w:r>
        <w:r w:rsidR="008E327A">
          <w:rPr>
            <w:noProof/>
            <w:webHidden/>
          </w:rPr>
        </w:r>
        <w:r w:rsidR="008E327A">
          <w:rPr>
            <w:noProof/>
            <w:webHidden/>
          </w:rPr>
          <w:fldChar w:fldCharType="separate"/>
        </w:r>
        <w:r w:rsidR="008E327A">
          <w:rPr>
            <w:noProof/>
            <w:webHidden/>
          </w:rPr>
          <w:t>5</w:t>
        </w:r>
        <w:r w:rsidR="008E327A">
          <w:rPr>
            <w:noProof/>
            <w:webHidden/>
          </w:rPr>
          <w:fldChar w:fldCharType="end"/>
        </w:r>
      </w:hyperlink>
    </w:p>
    <w:p w14:paraId="6AD9E5AA" w14:textId="230736D0" w:rsidR="008E327A" w:rsidRDefault="00000000">
      <w:pPr>
        <w:pStyle w:val="Obsah1"/>
        <w:rPr>
          <w:rFonts w:eastAsiaTheme="minorEastAsia"/>
          <w:caps w:val="0"/>
          <w:noProof/>
          <w:kern w:val="2"/>
          <w:sz w:val="24"/>
          <w:szCs w:val="24"/>
          <w:lang w:eastAsia="cs-CZ"/>
          <w14:ligatures w14:val="standardContextual"/>
        </w:rPr>
      </w:pPr>
      <w:hyperlink w:anchor="_Toc160545130" w:history="1">
        <w:r w:rsidR="008E327A" w:rsidRPr="001A0D99">
          <w:rPr>
            <w:rStyle w:val="Hypertextovodkaz"/>
          </w:rPr>
          <w:t>7.</w:t>
        </w:r>
        <w:r w:rsidR="008E327A">
          <w:rPr>
            <w:rFonts w:eastAsiaTheme="minorEastAsia"/>
            <w:caps w:val="0"/>
            <w:noProof/>
            <w:kern w:val="2"/>
            <w:sz w:val="24"/>
            <w:szCs w:val="24"/>
            <w:lang w:eastAsia="cs-CZ"/>
            <w14:ligatures w14:val="standardContextual"/>
          </w:rPr>
          <w:tab/>
        </w:r>
        <w:r w:rsidR="008E327A" w:rsidRPr="001A0D99">
          <w:rPr>
            <w:rStyle w:val="Hypertextovodkaz"/>
          </w:rPr>
          <w:t>VYSVĚTLENÍ, ZMĚNY A DOPLNĚNÍ ZADÁVACÍ DOKUMENTACE</w:t>
        </w:r>
        <w:r w:rsidR="008E327A">
          <w:rPr>
            <w:noProof/>
            <w:webHidden/>
          </w:rPr>
          <w:tab/>
        </w:r>
        <w:r w:rsidR="008E327A">
          <w:rPr>
            <w:noProof/>
            <w:webHidden/>
          </w:rPr>
          <w:fldChar w:fldCharType="begin"/>
        </w:r>
        <w:r w:rsidR="008E327A">
          <w:rPr>
            <w:noProof/>
            <w:webHidden/>
          </w:rPr>
          <w:instrText xml:space="preserve"> PAGEREF _Toc160545130 \h </w:instrText>
        </w:r>
        <w:r w:rsidR="008E327A">
          <w:rPr>
            <w:noProof/>
            <w:webHidden/>
          </w:rPr>
        </w:r>
        <w:r w:rsidR="008E327A">
          <w:rPr>
            <w:noProof/>
            <w:webHidden/>
          </w:rPr>
          <w:fldChar w:fldCharType="separate"/>
        </w:r>
        <w:r w:rsidR="008E327A">
          <w:rPr>
            <w:noProof/>
            <w:webHidden/>
          </w:rPr>
          <w:t>5</w:t>
        </w:r>
        <w:r w:rsidR="008E327A">
          <w:rPr>
            <w:noProof/>
            <w:webHidden/>
          </w:rPr>
          <w:fldChar w:fldCharType="end"/>
        </w:r>
      </w:hyperlink>
    </w:p>
    <w:p w14:paraId="444C8EF0" w14:textId="70B631CE" w:rsidR="008E327A" w:rsidRDefault="00000000">
      <w:pPr>
        <w:pStyle w:val="Obsah1"/>
        <w:rPr>
          <w:rFonts w:eastAsiaTheme="minorEastAsia"/>
          <w:caps w:val="0"/>
          <w:noProof/>
          <w:kern w:val="2"/>
          <w:sz w:val="24"/>
          <w:szCs w:val="24"/>
          <w:lang w:eastAsia="cs-CZ"/>
          <w14:ligatures w14:val="standardContextual"/>
        </w:rPr>
      </w:pPr>
      <w:hyperlink w:anchor="_Toc160545131" w:history="1">
        <w:r w:rsidR="008E327A" w:rsidRPr="001A0D99">
          <w:rPr>
            <w:rStyle w:val="Hypertextovodkaz"/>
          </w:rPr>
          <w:t>8.</w:t>
        </w:r>
        <w:r w:rsidR="008E327A">
          <w:rPr>
            <w:rFonts w:eastAsiaTheme="minorEastAsia"/>
            <w:caps w:val="0"/>
            <w:noProof/>
            <w:kern w:val="2"/>
            <w:sz w:val="24"/>
            <w:szCs w:val="24"/>
            <w:lang w:eastAsia="cs-CZ"/>
            <w14:ligatures w14:val="standardContextual"/>
          </w:rPr>
          <w:tab/>
        </w:r>
        <w:r w:rsidR="008E327A" w:rsidRPr="001A0D99">
          <w:rPr>
            <w:rStyle w:val="Hypertextovodkaz"/>
          </w:rPr>
          <w:t>POŽADAVKY ZADAVATELE NA KVALIFIKACI</w:t>
        </w:r>
        <w:r w:rsidR="008E327A">
          <w:rPr>
            <w:noProof/>
            <w:webHidden/>
          </w:rPr>
          <w:tab/>
        </w:r>
        <w:r w:rsidR="008E327A">
          <w:rPr>
            <w:noProof/>
            <w:webHidden/>
          </w:rPr>
          <w:fldChar w:fldCharType="begin"/>
        </w:r>
        <w:r w:rsidR="008E327A">
          <w:rPr>
            <w:noProof/>
            <w:webHidden/>
          </w:rPr>
          <w:instrText xml:space="preserve"> PAGEREF _Toc160545131 \h </w:instrText>
        </w:r>
        <w:r w:rsidR="008E327A">
          <w:rPr>
            <w:noProof/>
            <w:webHidden/>
          </w:rPr>
        </w:r>
        <w:r w:rsidR="008E327A">
          <w:rPr>
            <w:noProof/>
            <w:webHidden/>
          </w:rPr>
          <w:fldChar w:fldCharType="separate"/>
        </w:r>
        <w:r w:rsidR="008E327A">
          <w:rPr>
            <w:noProof/>
            <w:webHidden/>
          </w:rPr>
          <w:t>6</w:t>
        </w:r>
        <w:r w:rsidR="008E327A">
          <w:rPr>
            <w:noProof/>
            <w:webHidden/>
          </w:rPr>
          <w:fldChar w:fldCharType="end"/>
        </w:r>
      </w:hyperlink>
    </w:p>
    <w:p w14:paraId="4814617B" w14:textId="08B26BF0" w:rsidR="008E327A" w:rsidRDefault="00000000">
      <w:pPr>
        <w:pStyle w:val="Obsah1"/>
        <w:rPr>
          <w:rFonts w:eastAsiaTheme="minorEastAsia"/>
          <w:caps w:val="0"/>
          <w:noProof/>
          <w:kern w:val="2"/>
          <w:sz w:val="24"/>
          <w:szCs w:val="24"/>
          <w:lang w:eastAsia="cs-CZ"/>
          <w14:ligatures w14:val="standardContextual"/>
        </w:rPr>
      </w:pPr>
      <w:hyperlink w:anchor="_Toc160545132" w:history="1">
        <w:r w:rsidR="008E327A" w:rsidRPr="001A0D99">
          <w:rPr>
            <w:rStyle w:val="Hypertextovodkaz"/>
          </w:rPr>
          <w:t>9.</w:t>
        </w:r>
        <w:r w:rsidR="008E327A">
          <w:rPr>
            <w:rFonts w:eastAsiaTheme="minorEastAsia"/>
            <w:caps w:val="0"/>
            <w:noProof/>
            <w:kern w:val="2"/>
            <w:sz w:val="24"/>
            <w:szCs w:val="24"/>
            <w:lang w:eastAsia="cs-CZ"/>
            <w14:ligatures w14:val="standardContextual"/>
          </w:rPr>
          <w:tab/>
        </w:r>
        <w:r w:rsidR="008E327A" w:rsidRPr="001A0D99">
          <w:rPr>
            <w:rStyle w:val="Hypertextovodkaz"/>
          </w:rPr>
          <w:t>DALŠÍ INFORMACE/DOKUMENTY PŘEDKLÁDANÉ DODAVATELEM V NABÍDCE</w:t>
        </w:r>
        <w:r w:rsidR="008E327A">
          <w:rPr>
            <w:noProof/>
            <w:webHidden/>
          </w:rPr>
          <w:tab/>
        </w:r>
        <w:r w:rsidR="008E327A">
          <w:rPr>
            <w:noProof/>
            <w:webHidden/>
          </w:rPr>
          <w:fldChar w:fldCharType="begin"/>
        </w:r>
        <w:r w:rsidR="008E327A">
          <w:rPr>
            <w:noProof/>
            <w:webHidden/>
          </w:rPr>
          <w:instrText xml:space="preserve"> PAGEREF _Toc160545132 \h </w:instrText>
        </w:r>
        <w:r w:rsidR="008E327A">
          <w:rPr>
            <w:noProof/>
            <w:webHidden/>
          </w:rPr>
        </w:r>
        <w:r w:rsidR="008E327A">
          <w:rPr>
            <w:noProof/>
            <w:webHidden/>
          </w:rPr>
          <w:fldChar w:fldCharType="separate"/>
        </w:r>
        <w:r w:rsidR="008E327A">
          <w:rPr>
            <w:noProof/>
            <w:webHidden/>
          </w:rPr>
          <w:t>16</w:t>
        </w:r>
        <w:r w:rsidR="008E327A">
          <w:rPr>
            <w:noProof/>
            <w:webHidden/>
          </w:rPr>
          <w:fldChar w:fldCharType="end"/>
        </w:r>
      </w:hyperlink>
    </w:p>
    <w:p w14:paraId="50EC92C9" w14:textId="6410870B" w:rsidR="008E327A" w:rsidRDefault="00000000">
      <w:pPr>
        <w:pStyle w:val="Obsah1"/>
        <w:rPr>
          <w:rFonts w:eastAsiaTheme="minorEastAsia"/>
          <w:caps w:val="0"/>
          <w:noProof/>
          <w:kern w:val="2"/>
          <w:sz w:val="24"/>
          <w:szCs w:val="24"/>
          <w:lang w:eastAsia="cs-CZ"/>
          <w14:ligatures w14:val="standardContextual"/>
        </w:rPr>
      </w:pPr>
      <w:hyperlink w:anchor="_Toc160545133" w:history="1">
        <w:r w:rsidR="008E327A" w:rsidRPr="001A0D99">
          <w:rPr>
            <w:rStyle w:val="Hypertextovodkaz"/>
          </w:rPr>
          <w:t>10.</w:t>
        </w:r>
        <w:r w:rsidR="008E327A">
          <w:rPr>
            <w:rFonts w:eastAsiaTheme="minorEastAsia"/>
            <w:caps w:val="0"/>
            <w:noProof/>
            <w:kern w:val="2"/>
            <w:sz w:val="24"/>
            <w:szCs w:val="24"/>
            <w:lang w:eastAsia="cs-CZ"/>
            <w14:ligatures w14:val="standardContextual"/>
          </w:rPr>
          <w:tab/>
        </w:r>
        <w:r w:rsidR="008E327A" w:rsidRPr="001A0D99">
          <w:rPr>
            <w:rStyle w:val="Hypertextovodkaz"/>
          </w:rPr>
          <w:t>PROHLÍDKA MÍSTA PLNĚNÍ (STAVENIŠTĚ)</w:t>
        </w:r>
        <w:r w:rsidR="008E327A">
          <w:rPr>
            <w:noProof/>
            <w:webHidden/>
          </w:rPr>
          <w:tab/>
        </w:r>
        <w:r w:rsidR="008E327A">
          <w:rPr>
            <w:noProof/>
            <w:webHidden/>
          </w:rPr>
          <w:fldChar w:fldCharType="begin"/>
        </w:r>
        <w:r w:rsidR="008E327A">
          <w:rPr>
            <w:noProof/>
            <w:webHidden/>
          </w:rPr>
          <w:instrText xml:space="preserve"> PAGEREF _Toc160545133 \h </w:instrText>
        </w:r>
        <w:r w:rsidR="008E327A">
          <w:rPr>
            <w:noProof/>
            <w:webHidden/>
          </w:rPr>
        </w:r>
        <w:r w:rsidR="008E327A">
          <w:rPr>
            <w:noProof/>
            <w:webHidden/>
          </w:rPr>
          <w:fldChar w:fldCharType="separate"/>
        </w:r>
        <w:r w:rsidR="008E327A">
          <w:rPr>
            <w:noProof/>
            <w:webHidden/>
          </w:rPr>
          <w:t>19</w:t>
        </w:r>
        <w:r w:rsidR="008E327A">
          <w:rPr>
            <w:noProof/>
            <w:webHidden/>
          </w:rPr>
          <w:fldChar w:fldCharType="end"/>
        </w:r>
      </w:hyperlink>
    </w:p>
    <w:p w14:paraId="1EC80077" w14:textId="0924904E" w:rsidR="008E327A" w:rsidRDefault="00000000">
      <w:pPr>
        <w:pStyle w:val="Obsah1"/>
        <w:rPr>
          <w:rFonts w:eastAsiaTheme="minorEastAsia"/>
          <w:caps w:val="0"/>
          <w:noProof/>
          <w:kern w:val="2"/>
          <w:sz w:val="24"/>
          <w:szCs w:val="24"/>
          <w:lang w:eastAsia="cs-CZ"/>
          <w14:ligatures w14:val="standardContextual"/>
        </w:rPr>
      </w:pPr>
      <w:hyperlink w:anchor="_Toc160545134" w:history="1">
        <w:r w:rsidR="008E327A" w:rsidRPr="001A0D99">
          <w:rPr>
            <w:rStyle w:val="Hypertextovodkaz"/>
          </w:rPr>
          <w:t>11.</w:t>
        </w:r>
        <w:r w:rsidR="008E327A">
          <w:rPr>
            <w:rFonts w:eastAsiaTheme="minorEastAsia"/>
            <w:caps w:val="0"/>
            <w:noProof/>
            <w:kern w:val="2"/>
            <w:sz w:val="24"/>
            <w:szCs w:val="24"/>
            <w:lang w:eastAsia="cs-CZ"/>
            <w14:ligatures w14:val="standardContextual"/>
          </w:rPr>
          <w:tab/>
        </w:r>
        <w:r w:rsidR="008E327A" w:rsidRPr="001A0D99">
          <w:rPr>
            <w:rStyle w:val="Hypertextovodkaz"/>
          </w:rPr>
          <w:t>JAZYK NABÍDEK A KOMUNIKAČNÍ JAZYK</w:t>
        </w:r>
        <w:r w:rsidR="008E327A">
          <w:rPr>
            <w:noProof/>
            <w:webHidden/>
          </w:rPr>
          <w:tab/>
        </w:r>
        <w:r w:rsidR="008E327A">
          <w:rPr>
            <w:noProof/>
            <w:webHidden/>
          </w:rPr>
          <w:fldChar w:fldCharType="begin"/>
        </w:r>
        <w:r w:rsidR="008E327A">
          <w:rPr>
            <w:noProof/>
            <w:webHidden/>
          </w:rPr>
          <w:instrText xml:space="preserve"> PAGEREF _Toc160545134 \h </w:instrText>
        </w:r>
        <w:r w:rsidR="008E327A">
          <w:rPr>
            <w:noProof/>
            <w:webHidden/>
          </w:rPr>
        </w:r>
        <w:r w:rsidR="008E327A">
          <w:rPr>
            <w:noProof/>
            <w:webHidden/>
          </w:rPr>
          <w:fldChar w:fldCharType="separate"/>
        </w:r>
        <w:r w:rsidR="008E327A">
          <w:rPr>
            <w:noProof/>
            <w:webHidden/>
          </w:rPr>
          <w:t>19</w:t>
        </w:r>
        <w:r w:rsidR="008E327A">
          <w:rPr>
            <w:noProof/>
            <w:webHidden/>
          </w:rPr>
          <w:fldChar w:fldCharType="end"/>
        </w:r>
      </w:hyperlink>
    </w:p>
    <w:p w14:paraId="79C687BB" w14:textId="746CE718" w:rsidR="008E327A" w:rsidRDefault="00000000">
      <w:pPr>
        <w:pStyle w:val="Obsah1"/>
        <w:rPr>
          <w:rFonts w:eastAsiaTheme="minorEastAsia"/>
          <w:caps w:val="0"/>
          <w:noProof/>
          <w:kern w:val="2"/>
          <w:sz w:val="24"/>
          <w:szCs w:val="24"/>
          <w:lang w:eastAsia="cs-CZ"/>
          <w14:ligatures w14:val="standardContextual"/>
        </w:rPr>
      </w:pPr>
      <w:hyperlink w:anchor="_Toc160545135" w:history="1">
        <w:r w:rsidR="008E327A" w:rsidRPr="001A0D99">
          <w:rPr>
            <w:rStyle w:val="Hypertextovodkaz"/>
          </w:rPr>
          <w:t>12.</w:t>
        </w:r>
        <w:r w:rsidR="008E327A">
          <w:rPr>
            <w:rFonts w:eastAsiaTheme="minorEastAsia"/>
            <w:caps w:val="0"/>
            <w:noProof/>
            <w:kern w:val="2"/>
            <w:sz w:val="24"/>
            <w:szCs w:val="24"/>
            <w:lang w:eastAsia="cs-CZ"/>
            <w14:ligatures w14:val="standardContextual"/>
          </w:rPr>
          <w:tab/>
        </w:r>
        <w:r w:rsidR="008E327A" w:rsidRPr="001A0D99">
          <w:rPr>
            <w:rStyle w:val="Hypertextovodkaz"/>
          </w:rPr>
          <w:t>OBSAH A PODÁVÁNÍ NABÍDEK</w:t>
        </w:r>
        <w:r w:rsidR="008E327A">
          <w:rPr>
            <w:noProof/>
            <w:webHidden/>
          </w:rPr>
          <w:tab/>
        </w:r>
        <w:r w:rsidR="008E327A">
          <w:rPr>
            <w:noProof/>
            <w:webHidden/>
          </w:rPr>
          <w:fldChar w:fldCharType="begin"/>
        </w:r>
        <w:r w:rsidR="008E327A">
          <w:rPr>
            <w:noProof/>
            <w:webHidden/>
          </w:rPr>
          <w:instrText xml:space="preserve"> PAGEREF _Toc160545135 \h </w:instrText>
        </w:r>
        <w:r w:rsidR="008E327A">
          <w:rPr>
            <w:noProof/>
            <w:webHidden/>
          </w:rPr>
        </w:r>
        <w:r w:rsidR="008E327A">
          <w:rPr>
            <w:noProof/>
            <w:webHidden/>
          </w:rPr>
          <w:fldChar w:fldCharType="separate"/>
        </w:r>
        <w:r w:rsidR="008E327A">
          <w:rPr>
            <w:noProof/>
            <w:webHidden/>
          </w:rPr>
          <w:t>19</w:t>
        </w:r>
        <w:r w:rsidR="008E327A">
          <w:rPr>
            <w:noProof/>
            <w:webHidden/>
          </w:rPr>
          <w:fldChar w:fldCharType="end"/>
        </w:r>
      </w:hyperlink>
    </w:p>
    <w:p w14:paraId="5051FB1B" w14:textId="5AC44362" w:rsidR="008E327A" w:rsidRDefault="00000000">
      <w:pPr>
        <w:pStyle w:val="Obsah1"/>
        <w:rPr>
          <w:rFonts w:eastAsiaTheme="minorEastAsia"/>
          <w:caps w:val="0"/>
          <w:noProof/>
          <w:kern w:val="2"/>
          <w:sz w:val="24"/>
          <w:szCs w:val="24"/>
          <w:lang w:eastAsia="cs-CZ"/>
          <w14:ligatures w14:val="standardContextual"/>
        </w:rPr>
      </w:pPr>
      <w:hyperlink w:anchor="_Toc160545136" w:history="1">
        <w:r w:rsidR="008E327A" w:rsidRPr="001A0D99">
          <w:rPr>
            <w:rStyle w:val="Hypertextovodkaz"/>
          </w:rPr>
          <w:t>13.</w:t>
        </w:r>
        <w:r w:rsidR="008E327A">
          <w:rPr>
            <w:rFonts w:eastAsiaTheme="minorEastAsia"/>
            <w:caps w:val="0"/>
            <w:noProof/>
            <w:kern w:val="2"/>
            <w:sz w:val="24"/>
            <w:szCs w:val="24"/>
            <w:lang w:eastAsia="cs-CZ"/>
            <w14:ligatures w14:val="standardContextual"/>
          </w:rPr>
          <w:tab/>
        </w:r>
        <w:r w:rsidR="008E327A" w:rsidRPr="001A0D99">
          <w:rPr>
            <w:rStyle w:val="Hypertextovodkaz"/>
          </w:rPr>
          <w:t>POŽADAVKY NA ZPRACOVÁNÍ NABÍDKOVÉ CENY</w:t>
        </w:r>
        <w:r w:rsidR="008E327A">
          <w:rPr>
            <w:noProof/>
            <w:webHidden/>
          </w:rPr>
          <w:tab/>
        </w:r>
        <w:r w:rsidR="008E327A">
          <w:rPr>
            <w:noProof/>
            <w:webHidden/>
          </w:rPr>
          <w:fldChar w:fldCharType="begin"/>
        </w:r>
        <w:r w:rsidR="008E327A">
          <w:rPr>
            <w:noProof/>
            <w:webHidden/>
          </w:rPr>
          <w:instrText xml:space="preserve"> PAGEREF _Toc160545136 \h </w:instrText>
        </w:r>
        <w:r w:rsidR="008E327A">
          <w:rPr>
            <w:noProof/>
            <w:webHidden/>
          </w:rPr>
        </w:r>
        <w:r w:rsidR="008E327A">
          <w:rPr>
            <w:noProof/>
            <w:webHidden/>
          </w:rPr>
          <w:fldChar w:fldCharType="separate"/>
        </w:r>
        <w:r w:rsidR="008E327A">
          <w:rPr>
            <w:noProof/>
            <w:webHidden/>
          </w:rPr>
          <w:t>22</w:t>
        </w:r>
        <w:r w:rsidR="008E327A">
          <w:rPr>
            <w:noProof/>
            <w:webHidden/>
          </w:rPr>
          <w:fldChar w:fldCharType="end"/>
        </w:r>
      </w:hyperlink>
    </w:p>
    <w:p w14:paraId="741B237B" w14:textId="645F7603" w:rsidR="008E327A" w:rsidRDefault="00000000">
      <w:pPr>
        <w:pStyle w:val="Obsah1"/>
        <w:rPr>
          <w:rFonts w:eastAsiaTheme="minorEastAsia"/>
          <w:caps w:val="0"/>
          <w:noProof/>
          <w:kern w:val="2"/>
          <w:sz w:val="24"/>
          <w:szCs w:val="24"/>
          <w:lang w:eastAsia="cs-CZ"/>
          <w14:ligatures w14:val="standardContextual"/>
        </w:rPr>
      </w:pPr>
      <w:hyperlink w:anchor="_Toc160545137" w:history="1">
        <w:r w:rsidR="008E327A" w:rsidRPr="001A0D99">
          <w:rPr>
            <w:rStyle w:val="Hypertextovodkaz"/>
          </w:rPr>
          <w:t>14.</w:t>
        </w:r>
        <w:r w:rsidR="008E327A">
          <w:rPr>
            <w:rFonts w:eastAsiaTheme="minorEastAsia"/>
            <w:caps w:val="0"/>
            <w:noProof/>
            <w:kern w:val="2"/>
            <w:sz w:val="24"/>
            <w:szCs w:val="24"/>
            <w:lang w:eastAsia="cs-CZ"/>
            <w14:ligatures w14:val="standardContextual"/>
          </w:rPr>
          <w:tab/>
        </w:r>
        <w:r w:rsidR="008E327A" w:rsidRPr="001A0D99">
          <w:rPr>
            <w:rStyle w:val="Hypertextovodkaz"/>
          </w:rPr>
          <w:t>VARIANTY NABÍDKY, VÝHRADA ZMĚNY DODAVATELE</w:t>
        </w:r>
        <w:r w:rsidR="008E327A">
          <w:rPr>
            <w:noProof/>
            <w:webHidden/>
          </w:rPr>
          <w:tab/>
        </w:r>
        <w:r w:rsidR="008E327A">
          <w:rPr>
            <w:noProof/>
            <w:webHidden/>
          </w:rPr>
          <w:fldChar w:fldCharType="begin"/>
        </w:r>
        <w:r w:rsidR="008E327A">
          <w:rPr>
            <w:noProof/>
            <w:webHidden/>
          </w:rPr>
          <w:instrText xml:space="preserve"> PAGEREF _Toc160545137 \h </w:instrText>
        </w:r>
        <w:r w:rsidR="008E327A">
          <w:rPr>
            <w:noProof/>
            <w:webHidden/>
          </w:rPr>
        </w:r>
        <w:r w:rsidR="008E327A">
          <w:rPr>
            <w:noProof/>
            <w:webHidden/>
          </w:rPr>
          <w:fldChar w:fldCharType="separate"/>
        </w:r>
        <w:r w:rsidR="008E327A">
          <w:rPr>
            <w:noProof/>
            <w:webHidden/>
          </w:rPr>
          <w:t>22</w:t>
        </w:r>
        <w:r w:rsidR="008E327A">
          <w:rPr>
            <w:noProof/>
            <w:webHidden/>
          </w:rPr>
          <w:fldChar w:fldCharType="end"/>
        </w:r>
      </w:hyperlink>
    </w:p>
    <w:p w14:paraId="502D1C5F" w14:textId="343B9BBD" w:rsidR="008E327A" w:rsidRDefault="00000000">
      <w:pPr>
        <w:pStyle w:val="Obsah1"/>
        <w:rPr>
          <w:rFonts w:eastAsiaTheme="minorEastAsia"/>
          <w:caps w:val="0"/>
          <w:noProof/>
          <w:kern w:val="2"/>
          <w:sz w:val="24"/>
          <w:szCs w:val="24"/>
          <w:lang w:eastAsia="cs-CZ"/>
          <w14:ligatures w14:val="standardContextual"/>
        </w:rPr>
      </w:pPr>
      <w:hyperlink w:anchor="_Toc160545138" w:history="1">
        <w:r w:rsidR="008E327A" w:rsidRPr="001A0D99">
          <w:rPr>
            <w:rStyle w:val="Hypertextovodkaz"/>
          </w:rPr>
          <w:t>15.</w:t>
        </w:r>
        <w:r w:rsidR="008E327A">
          <w:rPr>
            <w:rFonts w:eastAsiaTheme="minorEastAsia"/>
            <w:caps w:val="0"/>
            <w:noProof/>
            <w:kern w:val="2"/>
            <w:sz w:val="24"/>
            <w:szCs w:val="24"/>
            <w:lang w:eastAsia="cs-CZ"/>
            <w14:ligatures w14:val="standardContextual"/>
          </w:rPr>
          <w:tab/>
        </w:r>
        <w:r w:rsidR="008E327A" w:rsidRPr="001A0D99">
          <w:rPr>
            <w:rStyle w:val="Hypertextovodkaz"/>
          </w:rPr>
          <w:t>OTEVÍRÁNÍ NABÍDEK</w:t>
        </w:r>
        <w:r w:rsidR="008E327A">
          <w:rPr>
            <w:noProof/>
            <w:webHidden/>
          </w:rPr>
          <w:tab/>
        </w:r>
        <w:r w:rsidR="008E327A">
          <w:rPr>
            <w:noProof/>
            <w:webHidden/>
          </w:rPr>
          <w:fldChar w:fldCharType="begin"/>
        </w:r>
        <w:r w:rsidR="008E327A">
          <w:rPr>
            <w:noProof/>
            <w:webHidden/>
          </w:rPr>
          <w:instrText xml:space="preserve"> PAGEREF _Toc160545138 \h </w:instrText>
        </w:r>
        <w:r w:rsidR="008E327A">
          <w:rPr>
            <w:noProof/>
            <w:webHidden/>
          </w:rPr>
        </w:r>
        <w:r w:rsidR="008E327A">
          <w:rPr>
            <w:noProof/>
            <w:webHidden/>
          </w:rPr>
          <w:fldChar w:fldCharType="separate"/>
        </w:r>
        <w:r w:rsidR="008E327A">
          <w:rPr>
            <w:noProof/>
            <w:webHidden/>
          </w:rPr>
          <w:t>23</w:t>
        </w:r>
        <w:r w:rsidR="008E327A">
          <w:rPr>
            <w:noProof/>
            <w:webHidden/>
          </w:rPr>
          <w:fldChar w:fldCharType="end"/>
        </w:r>
      </w:hyperlink>
    </w:p>
    <w:p w14:paraId="6DA6378F" w14:textId="045CC366" w:rsidR="008E327A" w:rsidRDefault="00000000">
      <w:pPr>
        <w:pStyle w:val="Obsah1"/>
        <w:rPr>
          <w:rFonts w:eastAsiaTheme="minorEastAsia"/>
          <w:caps w:val="0"/>
          <w:noProof/>
          <w:kern w:val="2"/>
          <w:sz w:val="24"/>
          <w:szCs w:val="24"/>
          <w:lang w:eastAsia="cs-CZ"/>
          <w14:ligatures w14:val="standardContextual"/>
        </w:rPr>
      </w:pPr>
      <w:hyperlink w:anchor="_Toc160545139" w:history="1">
        <w:r w:rsidR="008E327A" w:rsidRPr="001A0D99">
          <w:rPr>
            <w:rStyle w:val="Hypertextovodkaz"/>
          </w:rPr>
          <w:t>16.</w:t>
        </w:r>
        <w:r w:rsidR="008E327A">
          <w:rPr>
            <w:rFonts w:eastAsiaTheme="minorEastAsia"/>
            <w:caps w:val="0"/>
            <w:noProof/>
            <w:kern w:val="2"/>
            <w:sz w:val="24"/>
            <w:szCs w:val="24"/>
            <w:lang w:eastAsia="cs-CZ"/>
            <w14:ligatures w14:val="standardContextual"/>
          </w:rPr>
          <w:tab/>
        </w:r>
        <w:r w:rsidR="008E327A" w:rsidRPr="001A0D99">
          <w:rPr>
            <w:rStyle w:val="Hypertextovodkaz"/>
          </w:rPr>
          <w:t>POSOUZENÍ SPLNĚNÍ PODMÍNEK ÚČASTI</w:t>
        </w:r>
        <w:r w:rsidR="008E327A">
          <w:rPr>
            <w:noProof/>
            <w:webHidden/>
          </w:rPr>
          <w:tab/>
        </w:r>
        <w:r w:rsidR="008E327A">
          <w:rPr>
            <w:noProof/>
            <w:webHidden/>
          </w:rPr>
          <w:fldChar w:fldCharType="begin"/>
        </w:r>
        <w:r w:rsidR="008E327A">
          <w:rPr>
            <w:noProof/>
            <w:webHidden/>
          </w:rPr>
          <w:instrText xml:space="preserve"> PAGEREF _Toc160545139 \h </w:instrText>
        </w:r>
        <w:r w:rsidR="008E327A">
          <w:rPr>
            <w:noProof/>
            <w:webHidden/>
          </w:rPr>
        </w:r>
        <w:r w:rsidR="008E327A">
          <w:rPr>
            <w:noProof/>
            <w:webHidden/>
          </w:rPr>
          <w:fldChar w:fldCharType="separate"/>
        </w:r>
        <w:r w:rsidR="008E327A">
          <w:rPr>
            <w:noProof/>
            <w:webHidden/>
          </w:rPr>
          <w:t>23</w:t>
        </w:r>
        <w:r w:rsidR="008E327A">
          <w:rPr>
            <w:noProof/>
            <w:webHidden/>
          </w:rPr>
          <w:fldChar w:fldCharType="end"/>
        </w:r>
      </w:hyperlink>
    </w:p>
    <w:p w14:paraId="1CAE5AFE" w14:textId="1D2F5FB6" w:rsidR="008E327A" w:rsidRDefault="00000000">
      <w:pPr>
        <w:pStyle w:val="Obsah1"/>
        <w:rPr>
          <w:rFonts w:eastAsiaTheme="minorEastAsia"/>
          <w:caps w:val="0"/>
          <w:noProof/>
          <w:kern w:val="2"/>
          <w:sz w:val="24"/>
          <w:szCs w:val="24"/>
          <w:lang w:eastAsia="cs-CZ"/>
          <w14:ligatures w14:val="standardContextual"/>
        </w:rPr>
      </w:pPr>
      <w:hyperlink w:anchor="_Toc160545140" w:history="1">
        <w:r w:rsidR="008E327A" w:rsidRPr="001A0D99">
          <w:rPr>
            <w:rStyle w:val="Hypertextovodkaz"/>
          </w:rPr>
          <w:t>17.</w:t>
        </w:r>
        <w:r w:rsidR="008E327A">
          <w:rPr>
            <w:rFonts w:eastAsiaTheme="minorEastAsia"/>
            <w:caps w:val="0"/>
            <w:noProof/>
            <w:kern w:val="2"/>
            <w:sz w:val="24"/>
            <w:szCs w:val="24"/>
            <w:lang w:eastAsia="cs-CZ"/>
            <w14:ligatures w14:val="standardContextual"/>
          </w:rPr>
          <w:tab/>
        </w:r>
        <w:r w:rsidR="008E327A" w:rsidRPr="001A0D99">
          <w:rPr>
            <w:rStyle w:val="Hypertextovodkaz"/>
          </w:rPr>
          <w:t>HODNOCENÍ NABÍDEK</w:t>
        </w:r>
        <w:r w:rsidR="008E327A">
          <w:rPr>
            <w:noProof/>
            <w:webHidden/>
          </w:rPr>
          <w:tab/>
        </w:r>
        <w:r w:rsidR="008E327A">
          <w:rPr>
            <w:noProof/>
            <w:webHidden/>
          </w:rPr>
          <w:fldChar w:fldCharType="begin"/>
        </w:r>
        <w:r w:rsidR="008E327A">
          <w:rPr>
            <w:noProof/>
            <w:webHidden/>
          </w:rPr>
          <w:instrText xml:space="preserve"> PAGEREF _Toc160545140 \h </w:instrText>
        </w:r>
        <w:r w:rsidR="008E327A">
          <w:rPr>
            <w:noProof/>
            <w:webHidden/>
          </w:rPr>
        </w:r>
        <w:r w:rsidR="008E327A">
          <w:rPr>
            <w:noProof/>
            <w:webHidden/>
          </w:rPr>
          <w:fldChar w:fldCharType="separate"/>
        </w:r>
        <w:r w:rsidR="008E327A">
          <w:rPr>
            <w:noProof/>
            <w:webHidden/>
          </w:rPr>
          <w:t>24</w:t>
        </w:r>
        <w:r w:rsidR="008E327A">
          <w:rPr>
            <w:noProof/>
            <w:webHidden/>
          </w:rPr>
          <w:fldChar w:fldCharType="end"/>
        </w:r>
      </w:hyperlink>
    </w:p>
    <w:p w14:paraId="67E5876E" w14:textId="7D8095D2" w:rsidR="008E327A" w:rsidRDefault="00000000">
      <w:pPr>
        <w:pStyle w:val="Obsah1"/>
        <w:rPr>
          <w:rFonts w:eastAsiaTheme="minorEastAsia"/>
          <w:caps w:val="0"/>
          <w:noProof/>
          <w:kern w:val="2"/>
          <w:sz w:val="24"/>
          <w:szCs w:val="24"/>
          <w:lang w:eastAsia="cs-CZ"/>
          <w14:ligatures w14:val="standardContextual"/>
        </w:rPr>
      </w:pPr>
      <w:hyperlink w:anchor="_Toc160545141" w:history="1">
        <w:r w:rsidR="008E327A" w:rsidRPr="001A0D99">
          <w:rPr>
            <w:rStyle w:val="Hypertextovodkaz"/>
          </w:rPr>
          <w:t>18.</w:t>
        </w:r>
        <w:r w:rsidR="008E327A">
          <w:rPr>
            <w:rFonts w:eastAsiaTheme="minorEastAsia"/>
            <w:caps w:val="0"/>
            <w:noProof/>
            <w:kern w:val="2"/>
            <w:sz w:val="24"/>
            <w:szCs w:val="24"/>
            <w:lang w:eastAsia="cs-CZ"/>
            <w14:ligatures w14:val="standardContextual"/>
          </w:rPr>
          <w:tab/>
        </w:r>
        <w:r w:rsidR="008E327A" w:rsidRPr="001A0D99">
          <w:rPr>
            <w:rStyle w:val="Hypertextovodkaz"/>
          </w:rPr>
          <w:t>ZRUŠENÍ VÝBĚROVÉHO ŘÍZENÍ</w:t>
        </w:r>
        <w:r w:rsidR="008E327A">
          <w:rPr>
            <w:noProof/>
            <w:webHidden/>
          </w:rPr>
          <w:tab/>
        </w:r>
        <w:r w:rsidR="008E327A">
          <w:rPr>
            <w:noProof/>
            <w:webHidden/>
          </w:rPr>
          <w:fldChar w:fldCharType="begin"/>
        </w:r>
        <w:r w:rsidR="008E327A">
          <w:rPr>
            <w:noProof/>
            <w:webHidden/>
          </w:rPr>
          <w:instrText xml:space="preserve"> PAGEREF _Toc160545141 \h </w:instrText>
        </w:r>
        <w:r w:rsidR="008E327A">
          <w:rPr>
            <w:noProof/>
            <w:webHidden/>
          </w:rPr>
        </w:r>
        <w:r w:rsidR="008E327A">
          <w:rPr>
            <w:noProof/>
            <w:webHidden/>
          </w:rPr>
          <w:fldChar w:fldCharType="separate"/>
        </w:r>
        <w:r w:rsidR="008E327A">
          <w:rPr>
            <w:noProof/>
            <w:webHidden/>
          </w:rPr>
          <w:t>25</w:t>
        </w:r>
        <w:r w:rsidR="008E327A">
          <w:rPr>
            <w:noProof/>
            <w:webHidden/>
          </w:rPr>
          <w:fldChar w:fldCharType="end"/>
        </w:r>
      </w:hyperlink>
    </w:p>
    <w:p w14:paraId="6B8979E6" w14:textId="6ADC5574" w:rsidR="008E327A" w:rsidRDefault="00000000">
      <w:pPr>
        <w:pStyle w:val="Obsah1"/>
        <w:rPr>
          <w:rFonts w:eastAsiaTheme="minorEastAsia"/>
          <w:caps w:val="0"/>
          <w:noProof/>
          <w:kern w:val="2"/>
          <w:sz w:val="24"/>
          <w:szCs w:val="24"/>
          <w:lang w:eastAsia="cs-CZ"/>
          <w14:ligatures w14:val="standardContextual"/>
        </w:rPr>
      </w:pPr>
      <w:hyperlink w:anchor="_Toc160545142" w:history="1">
        <w:r w:rsidR="008E327A" w:rsidRPr="001A0D99">
          <w:rPr>
            <w:rStyle w:val="Hypertextovodkaz"/>
          </w:rPr>
          <w:t>19.</w:t>
        </w:r>
        <w:r w:rsidR="008E327A">
          <w:rPr>
            <w:rFonts w:eastAsiaTheme="minorEastAsia"/>
            <w:caps w:val="0"/>
            <w:noProof/>
            <w:kern w:val="2"/>
            <w:sz w:val="24"/>
            <w:szCs w:val="24"/>
            <w:lang w:eastAsia="cs-CZ"/>
            <w14:ligatures w14:val="standardContextual"/>
          </w:rPr>
          <w:tab/>
        </w:r>
        <w:r w:rsidR="008E327A" w:rsidRPr="001A0D99">
          <w:rPr>
            <w:rStyle w:val="Hypertextovodkaz"/>
          </w:rPr>
          <w:t>UZAVŘENÍ SMLOUVY</w:t>
        </w:r>
        <w:r w:rsidR="008E327A">
          <w:rPr>
            <w:noProof/>
            <w:webHidden/>
          </w:rPr>
          <w:tab/>
        </w:r>
        <w:r w:rsidR="008E327A">
          <w:rPr>
            <w:noProof/>
            <w:webHidden/>
          </w:rPr>
          <w:fldChar w:fldCharType="begin"/>
        </w:r>
        <w:r w:rsidR="008E327A">
          <w:rPr>
            <w:noProof/>
            <w:webHidden/>
          </w:rPr>
          <w:instrText xml:space="preserve"> PAGEREF _Toc160545142 \h </w:instrText>
        </w:r>
        <w:r w:rsidR="008E327A">
          <w:rPr>
            <w:noProof/>
            <w:webHidden/>
          </w:rPr>
        </w:r>
        <w:r w:rsidR="008E327A">
          <w:rPr>
            <w:noProof/>
            <w:webHidden/>
          </w:rPr>
          <w:fldChar w:fldCharType="separate"/>
        </w:r>
        <w:r w:rsidR="008E327A">
          <w:rPr>
            <w:noProof/>
            <w:webHidden/>
          </w:rPr>
          <w:t>25</w:t>
        </w:r>
        <w:r w:rsidR="008E327A">
          <w:rPr>
            <w:noProof/>
            <w:webHidden/>
          </w:rPr>
          <w:fldChar w:fldCharType="end"/>
        </w:r>
      </w:hyperlink>
    </w:p>
    <w:p w14:paraId="14165ED3" w14:textId="224E7A6D" w:rsidR="008E327A" w:rsidRDefault="00000000">
      <w:pPr>
        <w:pStyle w:val="Obsah1"/>
        <w:rPr>
          <w:rFonts w:eastAsiaTheme="minorEastAsia"/>
          <w:caps w:val="0"/>
          <w:noProof/>
          <w:kern w:val="2"/>
          <w:sz w:val="24"/>
          <w:szCs w:val="24"/>
          <w:lang w:eastAsia="cs-CZ"/>
          <w14:ligatures w14:val="standardContextual"/>
        </w:rPr>
      </w:pPr>
      <w:hyperlink w:anchor="_Toc160545143" w:history="1">
        <w:r w:rsidR="008E327A" w:rsidRPr="001A0D99">
          <w:rPr>
            <w:rStyle w:val="Hypertextovodkaz"/>
          </w:rPr>
          <w:t>20.</w:t>
        </w:r>
        <w:r w:rsidR="008E327A">
          <w:rPr>
            <w:rFonts w:eastAsiaTheme="minorEastAsia"/>
            <w:caps w:val="0"/>
            <w:noProof/>
            <w:kern w:val="2"/>
            <w:sz w:val="24"/>
            <w:szCs w:val="24"/>
            <w:lang w:eastAsia="cs-CZ"/>
            <w14:ligatures w14:val="standardContextual"/>
          </w:rPr>
          <w:tab/>
        </w:r>
        <w:r w:rsidR="008E327A" w:rsidRPr="001A0D99">
          <w:rPr>
            <w:rStyle w:val="Hypertextovodkaz"/>
          </w:rPr>
          <w:t>OCHRANA INFORMACÍ</w:t>
        </w:r>
        <w:r w:rsidR="008E327A">
          <w:rPr>
            <w:noProof/>
            <w:webHidden/>
          </w:rPr>
          <w:tab/>
        </w:r>
        <w:r w:rsidR="008E327A">
          <w:rPr>
            <w:noProof/>
            <w:webHidden/>
          </w:rPr>
          <w:fldChar w:fldCharType="begin"/>
        </w:r>
        <w:r w:rsidR="008E327A">
          <w:rPr>
            <w:noProof/>
            <w:webHidden/>
          </w:rPr>
          <w:instrText xml:space="preserve"> PAGEREF _Toc160545143 \h </w:instrText>
        </w:r>
        <w:r w:rsidR="008E327A">
          <w:rPr>
            <w:noProof/>
            <w:webHidden/>
          </w:rPr>
        </w:r>
        <w:r w:rsidR="008E327A">
          <w:rPr>
            <w:noProof/>
            <w:webHidden/>
          </w:rPr>
          <w:fldChar w:fldCharType="separate"/>
        </w:r>
        <w:r w:rsidR="008E327A">
          <w:rPr>
            <w:noProof/>
            <w:webHidden/>
          </w:rPr>
          <w:t>28</w:t>
        </w:r>
        <w:r w:rsidR="008E327A">
          <w:rPr>
            <w:noProof/>
            <w:webHidden/>
          </w:rPr>
          <w:fldChar w:fldCharType="end"/>
        </w:r>
      </w:hyperlink>
    </w:p>
    <w:p w14:paraId="39407847" w14:textId="6F419CBC" w:rsidR="008E327A" w:rsidRDefault="00000000">
      <w:pPr>
        <w:pStyle w:val="Obsah1"/>
        <w:rPr>
          <w:rFonts w:eastAsiaTheme="minorEastAsia"/>
          <w:caps w:val="0"/>
          <w:noProof/>
          <w:kern w:val="2"/>
          <w:sz w:val="24"/>
          <w:szCs w:val="24"/>
          <w:lang w:eastAsia="cs-CZ"/>
          <w14:ligatures w14:val="standardContextual"/>
        </w:rPr>
      </w:pPr>
      <w:hyperlink w:anchor="_Toc160545144" w:history="1">
        <w:r w:rsidR="008E327A" w:rsidRPr="001A0D99">
          <w:rPr>
            <w:rStyle w:val="Hypertextovodkaz"/>
          </w:rPr>
          <w:t>21.</w:t>
        </w:r>
        <w:r w:rsidR="008E327A">
          <w:rPr>
            <w:rFonts w:eastAsiaTheme="minorEastAsia"/>
            <w:caps w:val="0"/>
            <w:noProof/>
            <w:kern w:val="2"/>
            <w:sz w:val="24"/>
            <w:szCs w:val="24"/>
            <w:lang w:eastAsia="cs-CZ"/>
            <w14:ligatures w14:val="standardContextual"/>
          </w:rPr>
          <w:tab/>
        </w:r>
        <w:r w:rsidR="008E327A" w:rsidRPr="001A0D99">
          <w:rPr>
            <w:rStyle w:val="Hypertextovodkaz"/>
          </w:rPr>
          <w:t>SOCIÁLNĚ A ENVIRONMENTÁLNĚ ODPOVĚDNÉ ZADÁVÁNÍ, INOVACE</w:t>
        </w:r>
        <w:r w:rsidR="008E327A">
          <w:rPr>
            <w:noProof/>
            <w:webHidden/>
          </w:rPr>
          <w:tab/>
        </w:r>
        <w:r w:rsidR="008E327A">
          <w:rPr>
            <w:noProof/>
            <w:webHidden/>
          </w:rPr>
          <w:fldChar w:fldCharType="begin"/>
        </w:r>
        <w:r w:rsidR="008E327A">
          <w:rPr>
            <w:noProof/>
            <w:webHidden/>
          </w:rPr>
          <w:instrText xml:space="preserve"> PAGEREF _Toc160545144 \h </w:instrText>
        </w:r>
        <w:r w:rsidR="008E327A">
          <w:rPr>
            <w:noProof/>
            <w:webHidden/>
          </w:rPr>
        </w:r>
        <w:r w:rsidR="008E327A">
          <w:rPr>
            <w:noProof/>
            <w:webHidden/>
          </w:rPr>
          <w:fldChar w:fldCharType="separate"/>
        </w:r>
        <w:r w:rsidR="008E327A">
          <w:rPr>
            <w:noProof/>
            <w:webHidden/>
          </w:rPr>
          <w:t>28</w:t>
        </w:r>
        <w:r w:rsidR="008E327A">
          <w:rPr>
            <w:noProof/>
            <w:webHidden/>
          </w:rPr>
          <w:fldChar w:fldCharType="end"/>
        </w:r>
      </w:hyperlink>
    </w:p>
    <w:p w14:paraId="79531B66" w14:textId="64EBFEFF" w:rsidR="008E327A" w:rsidRDefault="00000000">
      <w:pPr>
        <w:pStyle w:val="Obsah1"/>
        <w:rPr>
          <w:rFonts w:eastAsiaTheme="minorEastAsia"/>
          <w:caps w:val="0"/>
          <w:noProof/>
          <w:kern w:val="2"/>
          <w:sz w:val="24"/>
          <w:szCs w:val="24"/>
          <w:lang w:eastAsia="cs-CZ"/>
          <w14:ligatures w14:val="standardContextual"/>
        </w:rPr>
      </w:pPr>
      <w:hyperlink w:anchor="_Toc160545145" w:history="1">
        <w:r w:rsidR="008E327A" w:rsidRPr="001A0D99">
          <w:rPr>
            <w:rStyle w:val="Hypertextovodkaz"/>
          </w:rPr>
          <w:t>22.</w:t>
        </w:r>
        <w:r w:rsidR="008E327A">
          <w:rPr>
            <w:rFonts w:eastAsiaTheme="minorEastAsia"/>
            <w:caps w:val="0"/>
            <w:noProof/>
            <w:kern w:val="2"/>
            <w:sz w:val="24"/>
            <w:szCs w:val="24"/>
            <w:lang w:eastAsia="cs-CZ"/>
            <w14:ligatures w14:val="standardContextual"/>
          </w:rPr>
          <w:tab/>
        </w:r>
        <w:r w:rsidR="008E327A" w:rsidRPr="001A0D99">
          <w:rPr>
            <w:rStyle w:val="Hypertextovodkaz"/>
          </w:rPr>
          <w:t>Další zadávací podmínky v návaznosti na MEZINÁRODNÍ sankce, zákaz zadání veřejné zakázky</w:t>
        </w:r>
        <w:r w:rsidR="008E327A">
          <w:rPr>
            <w:noProof/>
            <w:webHidden/>
          </w:rPr>
          <w:tab/>
        </w:r>
        <w:r w:rsidR="008E327A">
          <w:rPr>
            <w:noProof/>
            <w:webHidden/>
          </w:rPr>
          <w:fldChar w:fldCharType="begin"/>
        </w:r>
        <w:r w:rsidR="008E327A">
          <w:rPr>
            <w:noProof/>
            <w:webHidden/>
          </w:rPr>
          <w:instrText xml:space="preserve"> PAGEREF _Toc160545145 \h </w:instrText>
        </w:r>
        <w:r w:rsidR="008E327A">
          <w:rPr>
            <w:noProof/>
            <w:webHidden/>
          </w:rPr>
        </w:r>
        <w:r w:rsidR="008E327A">
          <w:rPr>
            <w:noProof/>
            <w:webHidden/>
          </w:rPr>
          <w:fldChar w:fldCharType="separate"/>
        </w:r>
        <w:r w:rsidR="008E327A">
          <w:rPr>
            <w:noProof/>
            <w:webHidden/>
          </w:rPr>
          <w:t>29</w:t>
        </w:r>
        <w:r w:rsidR="008E327A">
          <w:rPr>
            <w:noProof/>
            <w:webHidden/>
          </w:rPr>
          <w:fldChar w:fldCharType="end"/>
        </w:r>
      </w:hyperlink>
    </w:p>
    <w:p w14:paraId="044F0F92" w14:textId="5EEE1BD5" w:rsidR="008E327A" w:rsidRDefault="00000000">
      <w:pPr>
        <w:pStyle w:val="Obsah1"/>
        <w:rPr>
          <w:rFonts w:eastAsiaTheme="minorEastAsia"/>
          <w:caps w:val="0"/>
          <w:noProof/>
          <w:kern w:val="2"/>
          <w:sz w:val="24"/>
          <w:szCs w:val="24"/>
          <w:lang w:eastAsia="cs-CZ"/>
          <w14:ligatures w14:val="standardContextual"/>
        </w:rPr>
      </w:pPr>
      <w:hyperlink w:anchor="_Toc160545146" w:history="1">
        <w:r w:rsidR="008E327A" w:rsidRPr="001A0D99">
          <w:rPr>
            <w:rStyle w:val="Hypertextovodkaz"/>
          </w:rPr>
          <w:t>23.</w:t>
        </w:r>
        <w:r w:rsidR="008E327A">
          <w:rPr>
            <w:rFonts w:eastAsiaTheme="minorEastAsia"/>
            <w:caps w:val="0"/>
            <w:noProof/>
            <w:kern w:val="2"/>
            <w:sz w:val="24"/>
            <w:szCs w:val="24"/>
            <w:lang w:eastAsia="cs-CZ"/>
            <w14:ligatures w14:val="standardContextual"/>
          </w:rPr>
          <w:tab/>
        </w:r>
        <w:r w:rsidR="008E327A" w:rsidRPr="001A0D99">
          <w:rPr>
            <w:rStyle w:val="Hypertextovodkaz"/>
          </w:rPr>
          <w:t>PŘÍLOHY TÉTO VÝZVY</w:t>
        </w:r>
        <w:r w:rsidR="008E327A">
          <w:rPr>
            <w:noProof/>
            <w:webHidden/>
          </w:rPr>
          <w:tab/>
        </w:r>
        <w:r w:rsidR="008E327A">
          <w:rPr>
            <w:noProof/>
            <w:webHidden/>
          </w:rPr>
          <w:fldChar w:fldCharType="begin"/>
        </w:r>
        <w:r w:rsidR="008E327A">
          <w:rPr>
            <w:noProof/>
            <w:webHidden/>
          </w:rPr>
          <w:instrText xml:space="preserve"> PAGEREF _Toc160545146 \h </w:instrText>
        </w:r>
        <w:r w:rsidR="008E327A">
          <w:rPr>
            <w:noProof/>
            <w:webHidden/>
          </w:rPr>
        </w:r>
        <w:r w:rsidR="008E327A">
          <w:rPr>
            <w:noProof/>
            <w:webHidden/>
          </w:rPr>
          <w:fldChar w:fldCharType="separate"/>
        </w:r>
        <w:r w:rsidR="008E327A">
          <w:rPr>
            <w:noProof/>
            <w:webHidden/>
          </w:rPr>
          <w:t>30</w:t>
        </w:r>
        <w:r w:rsidR="008E327A">
          <w:rPr>
            <w:noProof/>
            <w:webHidden/>
          </w:rPr>
          <w:fldChar w:fldCharType="end"/>
        </w:r>
      </w:hyperlink>
    </w:p>
    <w:p w14:paraId="6BCC7D72" w14:textId="6814FCB9"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160545124"/>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2F00BFEF" w:rsidR="0035531B" w:rsidRDefault="00DD7A41" w:rsidP="00DD7A41">
      <w:pPr>
        <w:pStyle w:val="Text1-1"/>
        <w:rPr>
          <w:b/>
        </w:rPr>
      </w:pPr>
      <w:r w:rsidRPr="00DD7A41">
        <w:rPr>
          <w:b/>
        </w:rPr>
        <w:t>Zadavatel zadává tuto podlimitní veřejnou zakázku na stavební práce v</w:t>
      </w:r>
      <w:r w:rsidR="00C031F2">
        <w:rPr>
          <w:b/>
        </w:rPr>
        <w:t> </w:t>
      </w:r>
      <w:r w:rsidRPr="00DD7A41">
        <w:rPr>
          <w:b/>
        </w:rPr>
        <w:t>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60545125"/>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45023470" w:rsidR="0035531B" w:rsidRDefault="0035531B" w:rsidP="006131AE">
      <w:pPr>
        <w:pStyle w:val="Textbezslovn"/>
        <w:spacing w:after="0"/>
        <w:ind w:left="2127" w:hanging="1390"/>
      </w:pPr>
      <w:r>
        <w:t xml:space="preserve">zastoupená: </w:t>
      </w:r>
      <w:r>
        <w:tab/>
      </w:r>
      <w:r w:rsidR="006131AE" w:rsidRPr="00534E26">
        <w:rPr>
          <w:rFonts w:ascii="Verdana" w:hAnsi="Verdana" w:cs="Calibri"/>
        </w:rPr>
        <w:t>Ing. Petrem Hofhanzlem, ředitelem Stavební správy západ</w:t>
      </w:r>
    </w:p>
    <w:p w14:paraId="168A08C4" w14:textId="77777777" w:rsidR="0035531B" w:rsidRDefault="0035531B" w:rsidP="0035531B">
      <w:pPr>
        <w:pStyle w:val="Nadpis1-1"/>
      </w:pPr>
      <w:bookmarkStart w:id="7" w:name="_Toc160545126"/>
      <w:r>
        <w:lastRenderedPageBreak/>
        <w:t>KOMUNIKACE MEZI ZADAVATELEM</w:t>
      </w:r>
      <w:r w:rsidR="00845C50">
        <w:t xml:space="preserve"> a </w:t>
      </w:r>
      <w:r>
        <w:t>DODAVATELEM</w:t>
      </w:r>
      <w:bookmarkEnd w:id="7"/>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32237BAA" w:rsidR="0035531B" w:rsidRDefault="0035531B" w:rsidP="0035531B">
      <w:pPr>
        <w:pStyle w:val="Text1-1"/>
      </w:pPr>
      <w:r>
        <w:t xml:space="preserve">Kontaktní osobou zadavatele pro </w:t>
      </w:r>
      <w:r w:rsidR="009531C1">
        <w:t xml:space="preserve">výběrové </w:t>
      </w:r>
      <w:r>
        <w:t xml:space="preserve">řízení je: </w:t>
      </w:r>
      <w:r w:rsidR="00C031F2">
        <w:t>Mgr. Marta Voráčková</w:t>
      </w:r>
    </w:p>
    <w:p w14:paraId="6304B547" w14:textId="489441B9" w:rsidR="0035531B" w:rsidRDefault="0035531B" w:rsidP="0035531B">
      <w:pPr>
        <w:pStyle w:val="Textbezslovn"/>
        <w:spacing w:after="0"/>
      </w:pPr>
      <w:r>
        <w:t xml:space="preserve">telefon: </w:t>
      </w:r>
      <w:r>
        <w:tab/>
      </w:r>
      <w:r w:rsidR="00C031F2">
        <w:t>+420 061 078 301</w:t>
      </w:r>
    </w:p>
    <w:p w14:paraId="46AB406E" w14:textId="4A64C5A8" w:rsidR="0035531B" w:rsidRDefault="0035531B" w:rsidP="0035531B">
      <w:pPr>
        <w:pStyle w:val="Textbezslovn"/>
        <w:spacing w:after="0"/>
      </w:pPr>
      <w:r>
        <w:t xml:space="preserve">e-mail: </w:t>
      </w:r>
      <w:r>
        <w:tab/>
      </w:r>
      <w:r w:rsidR="00C031F2">
        <w:t>vorackova@spravazeleznic.cz</w:t>
      </w:r>
    </w:p>
    <w:p w14:paraId="3886965F" w14:textId="77777777" w:rsidR="00C031F2" w:rsidRPr="00251C72" w:rsidRDefault="0035531B" w:rsidP="00C031F2">
      <w:pPr>
        <w:spacing w:after="0" w:line="240" w:lineRule="auto"/>
        <w:ind w:left="709"/>
        <w:jc w:val="both"/>
      </w:pPr>
      <w:r>
        <w:t xml:space="preserve">adresa: </w:t>
      </w:r>
      <w:r>
        <w:tab/>
      </w:r>
      <w:r w:rsidR="00C031F2" w:rsidRPr="00251C72">
        <w:t>Správa železnic, státní organizace</w:t>
      </w:r>
    </w:p>
    <w:p w14:paraId="1E437B41" w14:textId="77777777" w:rsidR="00C031F2" w:rsidRPr="00251C72" w:rsidRDefault="00C031F2" w:rsidP="00C031F2">
      <w:pPr>
        <w:spacing w:after="0" w:line="240" w:lineRule="auto"/>
        <w:ind w:left="737"/>
        <w:jc w:val="both"/>
      </w:pPr>
      <w:r w:rsidRPr="00251C72">
        <w:tab/>
      </w:r>
      <w:r w:rsidRPr="00251C72">
        <w:tab/>
        <w:t>Stavební správa západ</w:t>
      </w:r>
    </w:p>
    <w:p w14:paraId="1DDC1DB2" w14:textId="77777777" w:rsidR="00C031F2" w:rsidRPr="00251C72" w:rsidRDefault="00C031F2" w:rsidP="00C031F2">
      <w:pPr>
        <w:spacing w:after="0" w:line="240" w:lineRule="auto"/>
        <w:ind w:left="1446" w:firstLine="681"/>
        <w:jc w:val="both"/>
      </w:pPr>
      <w:r w:rsidRPr="00251C72">
        <w:t>Budova Diamond Point</w:t>
      </w:r>
      <w:r>
        <w:t xml:space="preserve">, </w:t>
      </w:r>
      <w:r w:rsidRPr="00251C72">
        <w:t>Ke Štvanici 656/3</w:t>
      </w:r>
    </w:p>
    <w:p w14:paraId="206BE82B" w14:textId="77777777" w:rsidR="00C031F2" w:rsidRDefault="00C031F2" w:rsidP="00C031F2">
      <w:pPr>
        <w:pStyle w:val="Textbezslovn"/>
        <w:ind w:left="1446" w:firstLine="681"/>
      </w:pPr>
      <w:r w:rsidRPr="00251C72">
        <w:t>186 00 Praha 8 – Karlín</w:t>
      </w:r>
    </w:p>
    <w:p w14:paraId="7AFE4171" w14:textId="77777777" w:rsidR="0035531B" w:rsidRDefault="0035531B" w:rsidP="0035531B">
      <w:pPr>
        <w:pStyle w:val="Nadpis1-1"/>
      </w:pPr>
      <w:bookmarkStart w:id="8" w:name="_Toc160545127"/>
      <w:r>
        <w:t>ÚČEL</w:t>
      </w:r>
      <w:r w:rsidR="00845C50">
        <w:t xml:space="preserve"> </w:t>
      </w:r>
      <w:r w:rsidR="00776A8A">
        <w:t>A</w:t>
      </w:r>
      <w:r w:rsidR="00845C50">
        <w:t> </w:t>
      </w:r>
      <w:r>
        <w:t>PŘEDMĚT PLNĚNÍ VEŘEJNÉ ZAKÁZKY</w:t>
      </w:r>
      <w:bookmarkEnd w:id="8"/>
    </w:p>
    <w:p w14:paraId="2CA9CFD0" w14:textId="388049B4" w:rsidR="0035531B" w:rsidRDefault="0035531B" w:rsidP="00D234AF">
      <w:pPr>
        <w:pStyle w:val="Text1-1"/>
      </w:pPr>
      <w:r>
        <w:t>Účel veřejné zakázky</w:t>
      </w:r>
      <w:r w:rsidR="00C3060B" w:rsidRPr="00C3060B">
        <w:t xml:space="preserve"> </w:t>
      </w:r>
      <w:r w:rsidR="00C3060B" w:rsidRPr="00C3060B">
        <w:rPr>
          <w:b/>
          <w:bCs/>
        </w:rPr>
        <w:t>„Zvýšení bezpečnosti na železničním přejezdu P2663 v km 25,620 na trati Praha-Vysočany – Turnov“</w:t>
      </w:r>
      <w:r w:rsidR="00C3060B">
        <w:rPr>
          <w:b/>
          <w:bCs/>
        </w:rPr>
        <w:t xml:space="preserve"> </w:t>
      </w:r>
      <w:r w:rsidR="00C3060B" w:rsidRPr="00C3060B">
        <w:t xml:space="preserve">je </w:t>
      </w:r>
      <w:r w:rsidR="00C3060B">
        <w:t>výstavba nového</w:t>
      </w:r>
      <w:r w:rsidR="00C3060B" w:rsidRPr="00C3060B">
        <w:t xml:space="preserve"> přejezdového zabezpečovacího zařízení</w:t>
      </w:r>
      <w:r w:rsidR="00C3060B">
        <w:t>,</w:t>
      </w:r>
      <w:r w:rsidR="00C3060B" w:rsidRPr="00C3060B">
        <w:t xml:space="preserve"> reléového typu s elektronickými doplňky</w:t>
      </w:r>
      <w:r w:rsidR="00C3060B">
        <w:t xml:space="preserve"> včetně přejezdové konstrukce </w:t>
      </w:r>
      <w:r w:rsidR="00915E42">
        <w:t>s cílem</w:t>
      </w:r>
      <w:r w:rsidR="00C3060B">
        <w:t xml:space="preserve"> zajištění </w:t>
      </w:r>
      <w:r w:rsidR="00C3060B" w:rsidRPr="005B19E6">
        <w:t>bezpečného přechodu chodců přes železniční trať</w:t>
      </w:r>
      <w:r w:rsidR="00C3060B">
        <w:t xml:space="preserve">. </w:t>
      </w:r>
      <w:r w:rsidR="00C3060B" w:rsidRPr="005B19E6">
        <w:t>Stávající přejezd bude rozšířen o zabezpečený přechod pro pěší.</w:t>
      </w:r>
    </w:p>
    <w:p w14:paraId="6E3718DE" w14:textId="77777777" w:rsidR="00915E42" w:rsidRDefault="0035531B" w:rsidP="0013725A">
      <w:pPr>
        <w:pStyle w:val="Text1-1"/>
        <w:numPr>
          <w:ilvl w:val="0"/>
          <w:numId w:val="0"/>
        </w:numPr>
        <w:ind w:left="737"/>
      </w:pPr>
      <w:r>
        <w:t>Předmět plnění veřejné zakázky</w:t>
      </w:r>
      <w:r w:rsidR="005B19E6">
        <w:t xml:space="preserve"> </w:t>
      </w:r>
      <w:r w:rsidR="005B19E6" w:rsidRPr="005B19E6">
        <w:t>je zhotovení stavby „Zvýšení bezpečnosti na železničním přejezdu P2663 v km 25,620 na trati Praha-Vysočany – Turnov“</w:t>
      </w:r>
      <w:r w:rsidR="005B19E6">
        <w:t xml:space="preserve">. </w:t>
      </w:r>
    </w:p>
    <w:p w14:paraId="55265E5D" w14:textId="723FC04A" w:rsidR="00C3060B" w:rsidRDefault="00C3060B" w:rsidP="0013725A">
      <w:pPr>
        <w:pStyle w:val="Text1-1"/>
        <w:numPr>
          <w:ilvl w:val="0"/>
          <w:numId w:val="0"/>
        </w:numPr>
        <w:ind w:left="737"/>
      </w:pPr>
      <w:r>
        <w:t>Rozsah Díla „Zvýšení bezpečnosti na železničním přejezdu P2663 v km 25,620 na trati Praha-</w:t>
      </w:r>
      <w:r w:rsidR="00915E42">
        <w:t>Vysočany – Turnov</w:t>
      </w:r>
      <w:r>
        <w:t>“ je:</w:t>
      </w:r>
    </w:p>
    <w:p w14:paraId="3BFEFDA3" w14:textId="77777777" w:rsidR="00C3060B" w:rsidRDefault="00C3060B" w:rsidP="00C3060B">
      <w:pPr>
        <w:pStyle w:val="Text1-1"/>
        <w:numPr>
          <w:ilvl w:val="0"/>
          <w:numId w:val="24"/>
        </w:numPr>
      </w:pPr>
      <w:r>
        <w:t>zhotovení stavby dle zadávací dokumentace,</w:t>
      </w:r>
    </w:p>
    <w:p w14:paraId="4055269D" w14:textId="77777777" w:rsidR="00C3060B" w:rsidRDefault="00C3060B" w:rsidP="00C3060B">
      <w:pPr>
        <w:pStyle w:val="Text1-1"/>
        <w:numPr>
          <w:ilvl w:val="0"/>
          <w:numId w:val="24"/>
        </w:numPr>
      </w:pPr>
      <w:r>
        <w:t>zpracování Realizační dokumentace stavby,</w:t>
      </w:r>
    </w:p>
    <w:p w14:paraId="1DB72B0E" w14:textId="77777777" w:rsidR="00C3060B" w:rsidRDefault="00C3060B" w:rsidP="00C3060B">
      <w:pPr>
        <w:pStyle w:val="Text1-1"/>
        <w:numPr>
          <w:ilvl w:val="0"/>
          <w:numId w:val="24"/>
        </w:numPr>
      </w:pPr>
      <w:r>
        <w:t>vypracování Dokumentace skutečného provedení stavby včetně geodetické části.</w:t>
      </w:r>
    </w:p>
    <w:p w14:paraId="05606675" w14:textId="14F2732F" w:rsidR="0035531B" w:rsidRDefault="0035531B" w:rsidP="005B19E6">
      <w:pPr>
        <w:pStyle w:val="Text1-1"/>
        <w:numPr>
          <w:ilvl w:val="0"/>
          <w:numId w:val="0"/>
        </w:numPr>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 xml:space="preserve">CPV </w:t>
      </w:r>
      <w:proofErr w:type="gramStart"/>
      <w:r>
        <w:t>kód  45234110</w:t>
      </w:r>
      <w:proofErr w:type="gramEnd"/>
      <w:r>
        <w:t>-0 Výstavba meziměstských železničních drah</w:t>
      </w:r>
    </w:p>
    <w:p w14:paraId="1FCF05E0" w14:textId="77777777" w:rsidR="007C21AA" w:rsidRPr="00C031F2" w:rsidRDefault="007C21AA" w:rsidP="00F0634D">
      <w:pPr>
        <w:pStyle w:val="Textbezslovn"/>
        <w:spacing w:after="0"/>
      </w:pPr>
      <w:r w:rsidRPr="00C031F2">
        <w:t xml:space="preserve">CPV </w:t>
      </w:r>
      <w:proofErr w:type="gramStart"/>
      <w:r w:rsidRPr="00C031F2">
        <w:t>kód  45234140</w:t>
      </w:r>
      <w:proofErr w:type="gramEnd"/>
      <w:r w:rsidRPr="00C031F2">
        <w:t>-9 Výstavba úrovňových přejezdů</w:t>
      </w:r>
    </w:p>
    <w:p w14:paraId="6421176C" w14:textId="77777777" w:rsidR="00F0634D" w:rsidRPr="006B77B3" w:rsidRDefault="007C21AA" w:rsidP="00F0634D">
      <w:pPr>
        <w:pStyle w:val="Textbezslovn"/>
        <w:spacing w:after="0"/>
      </w:pPr>
      <w:r w:rsidRPr="00C031F2">
        <w:t xml:space="preserve">CPV </w:t>
      </w:r>
      <w:proofErr w:type="gramStart"/>
      <w:r w:rsidRPr="00C031F2">
        <w:t>kód  45234115</w:t>
      </w:r>
      <w:proofErr w:type="gramEnd"/>
      <w:r w:rsidRPr="00C031F2">
        <w:t>-5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23D58D1E" w14:textId="77777777" w:rsidR="0035531B" w:rsidRPr="00B37552" w:rsidRDefault="0035531B" w:rsidP="006F6B09">
      <w:pPr>
        <w:pStyle w:val="Nadpis1-1"/>
      </w:pPr>
      <w:bookmarkStart w:id="9" w:name="_Toc160545128"/>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5CBEBEA5" w:rsidR="007354E9" w:rsidRDefault="007354E9" w:rsidP="007354E9">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lastRenderedPageBreak/>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7D4325C4" w:rsidR="007354E9" w:rsidRDefault="007354E9" w:rsidP="00337143">
      <w:pPr>
        <w:pStyle w:val="Text1-1"/>
        <w:spacing w:after="0"/>
      </w:pPr>
      <w:r w:rsidRPr="004F70A1">
        <w:t xml:space="preserve">Předpokládaná hodnota veřejné zakázky činí </w:t>
      </w:r>
      <w:r w:rsidR="00C031F2">
        <w:rPr>
          <w:b/>
        </w:rPr>
        <w:t>19 054 296,-</w:t>
      </w:r>
      <w:r w:rsidRPr="007354E9">
        <w:rPr>
          <w:b/>
        </w:rPr>
        <w:t xml:space="preserve"> Kč </w:t>
      </w:r>
      <w:r w:rsidRPr="004F70A1">
        <w:t>(bez DPH).</w:t>
      </w:r>
    </w:p>
    <w:p w14:paraId="6FB0C353" w14:textId="77777777" w:rsidR="002E5B10" w:rsidRDefault="002E5B10" w:rsidP="00EE50B6">
      <w:pPr>
        <w:pStyle w:val="Text1-1"/>
        <w:numPr>
          <w:ilvl w:val="0"/>
          <w:numId w:val="0"/>
        </w:numPr>
        <w:spacing w:after="0"/>
        <w:ind w:left="737"/>
        <w:rPr>
          <w:highlight w:val="green"/>
        </w:rPr>
      </w:pPr>
    </w:p>
    <w:p w14:paraId="041DE93A" w14:textId="77777777" w:rsidR="0035531B" w:rsidRDefault="0035531B" w:rsidP="006F6B09">
      <w:pPr>
        <w:pStyle w:val="Nadpis1-1"/>
      </w:pPr>
      <w:bookmarkStart w:id="10" w:name="_Toc160545129"/>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C37596B" w14:textId="3F51494E" w:rsidR="00FD39DE" w:rsidRPr="00D245DF" w:rsidRDefault="00FD39DE" w:rsidP="00FD39DE">
      <w:pPr>
        <w:pStyle w:val="Textbezslovn"/>
        <w:tabs>
          <w:tab w:val="left" w:pos="1701"/>
        </w:tabs>
        <w:spacing w:after="0"/>
        <w:ind w:left="1701" w:hanging="964"/>
      </w:pPr>
      <w:r w:rsidRPr="00261383">
        <w:t xml:space="preserve">Část </w:t>
      </w:r>
      <w:r w:rsidR="006131AE">
        <w:t>1</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4902D994" w:rsidR="0035531B" w:rsidRDefault="00FD39DE" w:rsidP="00FD39DE">
      <w:pPr>
        <w:pStyle w:val="Textbezslovn"/>
        <w:tabs>
          <w:tab w:val="left" w:pos="1701"/>
        </w:tabs>
        <w:ind w:left="1701" w:hanging="964"/>
      </w:pPr>
      <w:r w:rsidRPr="00D245DF">
        <w:t xml:space="preserve">Část </w:t>
      </w:r>
      <w:r w:rsidR="006131AE">
        <w:t>2</w:t>
      </w:r>
      <w:r w:rsidRPr="00D245DF">
        <w:tab/>
        <w:t xml:space="preserve">Soupis prací členěný dle </w:t>
      </w:r>
      <w:r w:rsidR="00263CBA" w:rsidRPr="00D245DF">
        <w:t>SO a</w:t>
      </w:r>
      <w:r w:rsidR="00263CBA">
        <w:t xml:space="preserve"> PS</w:t>
      </w:r>
      <w:r w:rsidR="0035531B">
        <w:t xml:space="preserve"> </w:t>
      </w:r>
    </w:p>
    <w:p w14:paraId="6C2A8BAA" w14:textId="3D47009D" w:rsidR="0035531B" w:rsidRDefault="00FD39DE" w:rsidP="00656EFE">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6008BB93"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w:t>
      </w:r>
      <w:r w:rsidR="00915E42">
        <w:t xml:space="preserve"> </w:t>
      </w:r>
      <w:r w:rsidR="00915E42" w:rsidRPr="00915E42">
        <w:rPr>
          <w:b/>
          <w:bCs/>
        </w:rPr>
        <w:t>Projektová dokumentace</w:t>
      </w:r>
      <w:r w:rsidR="00915E42" w:rsidRPr="00915E42">
        <w:t xml:space="preserve"> </w:t>
      </w:r>
      <w:r w:rsidR="00915E42" w:rsidRPr="00915E42">
        <w:rPr>
          <w:b/>
          <w:bCs/>
        </w:rPr>
        <w:t>„Zvýšení bezpečnosti na železničním přejezdu P2663 v km 25,620 na trati Praha-Vysočany – Turnov“</w:t>
      </w:r>
      <w:r w:rsidR="00915E42">
        <w:t xml:space="preserve"> </w:t>
      </w:r>
      <w:r w:rsidR="00915E42" w:rsidRPr="00915E42">
        <w:rPr>
          <w:b/>
          <w:bCs/>
        </w:rPr>
        <w:t>datum 04/2022</w:t>
      </w:r>
      <w:r w:rsidR="00915E42">
        <w:t>, zpracovaná</w:t>
      </w:r>
      <w:r w:rsidR="00754AFC">
        <w:t xml:space="preserve"> </w:t>
      </w:r>
      <w:r w:rsidR="00915E42">
        <w:t xml:space="preserve">společností </w:t>
      </w:r>
      <w:r w:rsidR="00754AFC" w:rsidRPr="00915E42">
        <w:rPr>
          <w:b/>
          <w:bCs/>
        </w:rPr>
        <w:t>KTA technika, s.r.o.</w:t>
      </w:r>
      <w:r w:rsidRPr="00754AFC">
        <w:t xml:space="preserve">, </w:t>
      </w:r>
      <w:r w:rsidR="00754AFC" w:rsidRPr="00754AFC">
        <w:t>se sídlem Klatovská 100, 301 00 Plzeň</w:t>
      </w:r>
      <w:r w:rsidRPr="00754AFC">
        <w:t>, IČO</w:t>
      </w:r>
      <w:r w:rsidR="00754AFC" w:rsidRPr="00754AFC">
        <w:t>:</w:t>
      </w:r>
      <w:r w:rsidR="00915E42">
        <w:t> </w:t>
      </w:r>
      <w:r w:rsidR="00754AFC" w:rsidRPr="00754AFC">
        <w:t>62618911</w:t>
      </w:r>
      <w:r w:rsidR="00915E42">
        <w:t>.</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1" w:name="_Toc160545130"/>
      <w:r>
        <w:t>VYSVĚTLENÍ, ZMĚNY</w:t>
      </w:r>
      <w:r w:rsidR="00845C50">
        <w:t xml:space="preserve"> </w:t>
      </w:r>
      <w:r w:rsidR="00776A8A">
        <w:t>A</w:t>
      </w:r>
      <w:r w:rsidR="00845C50">
        <w:t> </w:t>
      </w:r>
      <w:r>
        <w:t>DOPLNĚNÍ ZADÁVACÍ DOKUMENTACE</w:t>
      </w:r>
      <w:bookmarkEnd w:id="11"/>
      <w:r>
        <w:t xml:space="preserve"> </w:t>
      </w:r>
    </w:p>
    <w:p w14:paraId="3A8E6C92" w14:textId="1F4DE18A"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F279D0">
        <w:rPr>
          <w:b/>
        </w:rPr>
        <w:t xml:space="preserve">nejpozději </w:t>
      </w:r>
      <w:r w:rsidRPr="00C031F2">
        <w:rPr>
          <w:b/>
        </w:rPr>
        <w:t>4 pracovní dny</w:t>
      </w:r>
      <w:r w:rsidRPr="00FD39DE">
        <w:t xml:space="preserve"> před uplynutím lhůty pro podání nabídek</w:t>
      </w:r>
      <w:r w:rsidR="00693188">
        <w:t>, jinak zadavatel není povinen vysvětlení poskytnout</w:t>
      </w:r>
      <w:r w:rsidRPr="00FD39DE">
        <w:t>.</w:t>
      </w:r>
    </w:p>
    <w:p w14:paraId="04E7F2E9" w14:textId="3CB84E0C" w:rsidR="0035531B" w:rsidRDefault="00FD39DE" w:rsidP="00FD39DE">
      <w:pPr>
        <w:pStyle w:val="Text1-1"/>
      </w:pPr>
      <w:r w:rsidRPr="00FD39DE">
        <w:t xml:space="preserve">Zadavatel poskytne vysvětlení zadávací dokumentace nejpozději </w:t>
      </w:r>
      <w:r w:rsidRPr="00C031F2">
        <w:t>do 2</w:t>
      </w:r>
      <w:r w:rsidRPr="00FD39DE">
        <w:t xml:space="preserve"> pracovních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C031F2">
        <w:t xml:space="preserve">nejméně </w:t>
      </w:r>
      <w:r w:rsidR="00CE5F6A" w:rsidRPr="00C031F2">
        <w:t xml:space="preserve">2 </w:t>
      </w:r>
      <w:r w:rsidR="00693188" w:rsidRPr="00C031F2">
        <w:t>pra</w:t>
      </w:r>
      <w:r w:rsidR="00693188">
        <w:t>covní dny před uplynutím lhůty pro podání nabídek.</w:t>
      </w:r>
    </w:p>
    <w:p w14:paraId="33849454" w14:textId="477DCD51" w:rsidR="0035531B" w:rsidRDefault="00FD39DE" w:rsidP="00ED10B5">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60545131"/>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B3533C">
      <w:pPr>
        <w:pStyle w:val="Odrka1-1"/>
      </w:pPr>
      <w:r>
        <w:lastRenderedPageBreak/>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53DD2206" w:rsidR="0035531B" w:rsidRPr="00664045" w:rsidRDefault="0035531B" w:rsidP="00D10A2D">
      <w:pPr>
        <w:pStyle w:val="Odrka1-2-"/>
        <w:rPr>
          <w:b/>
          <w:bCs/>
        </w:rPr>
      </w:pPr>
      <w:r w:rsidRPr="00664045">
        <w:rPr>
          <w:b/>
          <w:bCs/>
        </w:rPr>
        <w:t>Provádění staveb, jejich změn</w:t>
      </w:r>
      <w:r w:rsidR="00845C50" w:rsidRPr="00664045">
        <w:rPr>
          <w:b/>
          <w:bCs/>
        </w:rPr>
        <w:t xml:space="preserve"> a </w:t>
      </w:r>
      <w:r w:rsidRPr="00664045">
        <w:rPr>
          <w:b/>
          <w:bCs/>
        </w:rPr>
        <w:t>odstraňování,</w:t>
      </w:r>
    </w:p>
    <w:p w14:paraId="0E90F4CD" w14:textId="0FE163B9" w:rsidR="00664045" w:rsidRPr="00664045" w:rsidRDefault="0035531B" w:rsidP="00B3533C">
      <w:pPr>
        <w:pStyle w:val="Odrka1-2-"/>
        <w:spacing w:after="120"/>
        <w:rPr>
          <w:b/>
          <w:bCs/>
        </w:rPr>
      </w:pPr>
      <w:r w:rsidRPr="00664045">
        <w:rPr>
          <w:b/>
          <w:bCs/>
        </w:rPr>
        <w:t>Revize, prohlídky</w:t>
      </w:r>
      <w:r w:rsidR="00845C50" w:rsidRPr="00664045">
        <w:rPr>
          <w:b/>
          <w:bCs/>
        </w:rPr>
        <w:t xml:space="preserve"> a </w:t>
      </w:r>
      <w:r w:rsidRPr="00664045">
        <w:rPr>
          <w:b/>
          <w:bCs/>
        </w:rPr>
        <w:t>zkoušky určených technických zařízení</w:t>
      </w:r>
      <w:r w:rsidR="00092CC9" w:rsidRPr="00664045">
        <w:rPr>
          <w:b/>
          <w:bCs/>
        </w:rPr>
        <w:t xml:space="preserve"> v</w:t>
      </w:r>
      <w:r w:rsidR="008E327A">
        <w:rPr>
          <w:b/>
          <w:bCs/>
        </w:rPr>
        <w:t> </w:t>
      </w:r>
      <w:r w:rsidRPr="00664045">
        <w:rPr>
          <w:b/>
          <w:bCs/>
        </w:rPr>
        <w:t>provozu</w:t>
      </w:r>
      <w:r w:rsidR="008E327A">
        <w:rPr>
          <w:b/>
          <w:bCs/>
        </w:rPr>
        <w:t>.</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531BBC8" w:rsidR="00344A9C" w:rsidRPr="00664045" w:rsidRDefault="00344A9C" w:rsidP="00344A9C">
      <w:pPr>
        <w:pStyle w:val="Odrka1-1"/>
        <w:numPr>
          <w:ilvl w:val="0"/>
          <w:numId w:val="0"/>
        </w:numPr>
        <w:ind w:left="1190" w:firstLine="341"/>
        <w:rPr>
          <w:b/>
        </w:rPr>
      </w:pPr>
      <w:r w:rsidRPr="00664045">
        <w:rPr>
          <w:b/>
        </w:rPr>
        <w:t>b) dopravní stavby</w:t>
      </w:r>
      <w:r w:rsidR="00664045">
        <w:rPr>
          <w:b/>
        </w:rPr>
        <w:t>;</w:t>
      </w:r>
    </w:p>
    <w:p w14:paraId="569C1790" w14:textId="77777777" w:rsidR="00344A9C" w:rsidRPr="00664045" w:rsidRDefault="00344A9C" w:rsidP="00344A9C">
      <w:pPr>
        <w:pStyle w:val="Odrka1-1"/>
        <w:numPr>
          <w:ilvl w:val="0"/>
          <w:numId w:val="0"/>
        </w:numPr>
        <w:ind w:left="1190" w:firstLine="341"/>
        <w:rPr>
          <w:b/>
        </w:rPr>
      </w:pPr>
      <w:r w:rsidRPr="00664045">
        <w:rPr>
          <w:b/>
        </w:rPr>
        <w:t>e) 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2834954A"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nebo opravy</w:t>
      </w:r>
      <w:r w:rsidR="00BC12B5">
        <w:t xml:space="preserve"> </w:t>
      </w:r>
      <w:r>
        <w:t xml:space="preserve">na stavbách </w:t>
      </w:r>
      <w:r w:rsidRPr="00664045">
        <w:t>železničních dra</w:t>
      </w:r>
      <w:r>
        <w:t xml:space="preserve">h, jak jsou vymezeny v § 5 odst. 1 </w:t>
      </w:r>
      <w:r w:rsidRPr="00F6113F">
        <w:t>a v § 3 odst. 1</w:t>
      </w:r>
      <w:r>
        <w:t xml:space="preserve"> zákona č. 266/1994 Sb., o dráhách, ve znění pozdějších předpisů,</w:t>
      </w:r>
      <w:r w:rsidR="00F6113F">
        <w:t xml:space="preserve"> </w:t>
      </w:r>
      <w:r w:rsidR="00373447">
        <w:t xml:space="preserve">poskytnutých dodavatelem </w:t>
      </w:r>
      <w:r>
        <w:t xml:space="preserve">za posledních </w:t>
      </w:r>
      <w:r w:rsidRPr="00664045">
        <w:t>5 let</w:t>
      </w:r>
      <w:r>
        <w:t xml:space="preserve"> před zahájením výběrového řízení (dále jako „</w:t>
      </w:r>
      <w:r w:rsidRPr="00F95A2C">
        <w:rPr>
          <w:b/>
        </w:rPr>
        <w:t>stavební práce</w:t>
      </w:r>
      <w:r>
        <w:t xml:space="preserve">“). </w:t>
      </w:r>
    </w:p>
    <w:p w14:paraId="3D4CF4EA" w14:textId="55D8F92D"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664045">
        <w:t>posledních 5 letech</w:t>
      </w:r>
      <w:r>
        <w:t xml:space="preserve"> před zahájením výběrového řízení </w:t>
      </w:r>
      <w:r w:rsidRPr="00EE5700">
        <w:t xml:space="preserve">řádně poskytl a </w:t>
      </w:r>
      <w:r w:rsidRPr="008E327A">
        <w:t xml:space="preserve">dokončil minimálně </w:t>
      </w:r>
      <w:r w:rsidR="0058372F" w:rsidRPr="00806027">
        <w:rPr>
          <w:b/>
        </w:rPr>
        <w:t>jednu</w:t>
      </w:r>
      <w:r w:rsidRPr="00806027">
        <w:t xml:space="preserve"> stavební prác</w:t>
      </w:r>
      <w:r w:rsidR="0058372F" w:rsidRPr="00806027">
        <w:t>i</w:t>
      </w:r>
      <w:r w:rsidRPr="00806027">
        <w:t>, jej</w:t>
      </w:r>
      <w:r w:rsidR="0058372F" w:rsidRPr="00806027">
        <w:t>ím</w:t>
      </w:r>
      <w:r w:rsidRPr="00806027">
        <w:t xml:space="preserve">ž </w:t>
      </w:r>
      <w:r w:rsidR="00B477DA" w:rsidRPr="00806027">
        <w:t xml:space="preserve">předmětem </w:t>
      </w:r>
      <w:r w:rsidRPr="00806027">
        <w:t>byla novostavba</w:t>
      </w:r>
      <w:r w:rsidR="005B3472" w:rsidRPr="00806027">
        <w:t>, rekonstrukce či oprava</w:t>
      </w:r>
      <w:r w:rsidRPr="00806027">
        <w:t xml:space="preserve"> </w:t>
      </w:r>
      <w:r w:rsidR="00EE5700" w:rsidRPr="00806027">
        <w:rPr>
          <w:b/>
          <w:bCs/>
        </w:rPr>
        <w:t>alespoň jednoho přejezdového zabezpečovacího zařízení reléového typu s elektronickými doplňky vč. přejezdové konstrukce</w:t>
      </w:r>
      <w:r w:rsidR="00EE5700" w:rsidRPr="00806027">
        <w:t xml:space="preserve">, nebo plně elektronického typu vč. přejezdové konstrukce (dále jen </w:t>
      </w:r>
      <w:r w:rsidR="00EE5700" w:rsidRPr="00806027">
        <w:rPr>
          <w:b/>
          <w:bCs/>
        </w:rPr>
        <w:t>„PZZ vč. přejezdové konstrukce“)</w:t>
      </w:r>
      <w:r w:rsidRPr="00806027">
        <w:t xml:space="preserve">, přičemž celková hodnota </w:t>
      </w:r>
      <w:r w:rsidR="0058372F" w:rsidRPr="00806027">
        <w:t>této</w:t>
      </w:r>
      <w:r w:rsidRPr="00806027">
        <w:t xml:space="preserve"> provedené stavební práce musí, včetně případných poddodávek, činit alespoň </w:t>
      </w:r>
      <w:r w:rsidR="00EE5700" w:rsidRPr="00806027">
        <w:rPr>
          <w:b/>
          <w:bCs/>
        </w:rPr>
        <w:t>9 500 000,-</w:t>
      </w:r>
      <w:r w:rsidRPr="00806027">
        <w:t xml:space="preserve"> </w:t>
      </w:r>
      <w:r w:rsidRPr="00806027">
        <w:rPr>
          <w:b/>
        </w:rPr>
        <w:t xml:space="preserve">Kč </w:t>
      </w:r>
      <w:r w:rsidRPr="00806027">
        <w:t>bez DPH.</w:t>
      </w:r>
      <w:r w:rsidRPr="00930B76">
        <w:t xml:space="preserve">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710EDE47" w14:textId="5547CAB2" w:rsidR="00F8266D" w:rsidRPr="000045F9" w:rsidRDefault="003D42AA" w:rsidP="00F8266D">
      <w:pPr>
        <w:pStyle w:val="Textbezslovn"/>
      </w:pPr>
      <w:r w:rsidRPr="00E74F21">
        <w:rPr>
          <w:rFonts w:cs="Arial"/>
          <w:iCs/>
        </w:rPr>
        <w:lastRenderedPageBreak/>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w:t>
      </w:r>
      <w:r w:rsidRPr="000A4E61">
        <w:t xml:space="preserve">183/2006 Sb., o územním plánování a stavebním řádu, ve znění </w:t>
      </w:r>
      <w:r w:rsidR="0072575D" w:rsidRPr="000A4E61">
        <w:t>účinném do 31.12.2023</w:t>
      </w:r>
      <w:r w:rsidR="00F8266D" w:rsidRPr="000A4E61">
        <w:t xml:space="preserve"> či ve smyslu zákona č. 283/2021 Sb., stavební zákon, ve znění pozdějších předpisů.</w:t>
      </w:r>
    </w:p>
    <w:p w14:paraId="22A9BF03" w14:textId="59CDA156" w:rsidR="001C3945" w:rsidRDefault="001C3945" w:rsidP="001C3945">
      <w:pPr>
        <w:pStyle w:val="Textbezslovn"/>
      </w:pPr>
      <w:r>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w:t>
      </w:r>
      <w:r w:rsidR="00652603">
        <w:t> </w:t>
      </w:r>
      <w:r>
        <w:t xml:space="preserve">technickému zhodnocení dle zákona o daních z příjmů. Zároveň se nejedná o změnu dokončené stavby ve smyslu </w:t>
      </w:r>
      <w:r w:rsidR="0072575D">
        <w:t xml:space="preserve">starého </w:t>
      </w:r>
      <w:r>
        <w:t>stavebního zákona</w:t>
      </w:r>
      <w:r w:rsidR="0072575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413A656E" w:rsidR="002A1957" w:rsidRDefault="001C3945" w:rsidP="001C3945">
      <w:pPr>
        <w:pStyle w:val="Odrka1-1"/>
      </w:pPr>
      <w:r w:rsidRPr="00412F6F">
        <w:t>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w:t>
      </w:r>
      <w:r w:rsidR="0072575D">
        <w:t xml:space="preserve"> starého</w:t>
      </w:r>
      <w:r w:rsidRPr="00412F6F">
        <w:t xml:space="preserve"> stavebního zákona</w:t>
      </w:r>
      <w:r w:rsidR="0072575D">
        <w:t xml:space="preserve"> nebo § 6 odst. 1 nového stavebního zákona</w:t>
      </w:r>
      <w:r w:rsidRPr="00412F6F">
        <w:t xml:space="preserve">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t xml:space="preserve">posledních </w:t>
      </w:r>
      <w:r w:rsidRPr="000A4E61">
        <w:t>5</w:t>
      </w:r>
      <w:r w:rsidRPr="00AF4A09">
        <w:t xml:space="preserve"> let </w:t>
      </w:r>
      <w:r w:rsidR="0087311C">
        <w:t xml:space="preserve">před zahájením výběrového řízení </w:t>
      </w:r>
      <w:r w:rsidRPr="00AF4A09">
        <w:t xml:space="preserve">se </w:t>
      </w:r>
      <w:r w:rsidR="0087311C">
        <w:t xml:space="preserve">pro účely prokázání technické kvalifikace ohledně referenčních zakázek </w:t>
      </w:r>
      <w:r w:rsidRPr="00AF4A09">
        <w:t xml:space="preserve">považuje za splněnou, pokud byly stavební </w:t>
      </w:r>
      <w:r w:rsidRPr="00AF4A09">
        <w:lastRenderedPageBreak/>
        <w:t xml:space="preserve">práce </w:t>
      </w:r>
      <w:r w:rsidR="0087311C">
        <w:t xml:space="preserve">dokončeny </w:t>
      </w:r>
      <w:r w:rsidRPr="00AF4A09">
        <w:t>v průběhu této doby</w:t>
      </w:r>
      <w:r w:rsidR="0087311C" w:rsidRPr="0087311C">
        <w:t xml:space="preserve"> </w:t>
      </w:r>
      <w:r w:rsidR="0087311C">
        <w:t xml:space="preserve">nebo kdykoli po zahájení výběrového řízení, včetně doby po podání nabídek, a to nejpozději do doby zadavatelem případně stanovené k předložení údajů a dokladů dle </w:t>
      </w:r>
      <w:r w:rsidR="0087311C" w:rsidRPr="008B70C7">
        <w:t>bodu 16.3 této Výzvy</w:t>
      </w:r>
      <w:r w:rsidR="0087311C">
        <w:t>. P</w:t>
      </w:r>
      <w:r w:rsidRPr="00AF4A09">
        <w:t xml:space="preserve">ro prokázání kvalifikace postačuje, aby byl požadovaný finanční objem stavebních prací dosažen za celou dobu realizace stavebních prací, nikoliv pouze v průběhu posledních </w:t>
      </w:r>
      <w:r w:rsidRPr="000A4E61">
        <w:t>5</w:t>
      </w:r>
      <w:r w:rsidRPr="00AF4A09">
        <w:t xml:space="preserve"> let před zahájením výběrového řízení. Dokončením se u stavebních prací </w:t>
      </w:r>
      <w:r w:rsidR="0087311C">
        <w:t xml:space="preserve">pro účely prokázání technické kvalifikace v tomto výběrovém řízení </w:t>
      </w:r>
      <w:r w:rsidRPr="00AF4A09">
        <w:t xml:space="preserve">rozumí </w:t>
      </w:r>
      <w:r w:rsidR="000E15C8">
        <w:t xml:space="preserve">i </w:t>
      </w:r>
      <w:r w:rsidRPr="00AF4A09">
        <w:t>uvedení díla</w:t>
      </w:r>
      <w:r w:rsidR="000E15C8">
        <w:t>, resp. poslední části</w:t>
      </w:r>
      <w:r w:rsidR="00560665">
        <w:t xml:space="preserve"> stavební práce</w:t>
      </w:r>
      <w:r w:rsidR="000E15C8">
        <w:t>,</w:t>
      </w:r>
      <w:r w:rsidRPr="00AF4A09">
        <w:t xml:space="preserve"> alespoň do zkušebního provozu. Zadavatel nicméně za dílo dokončené v období posledních </w:t>
      </w:r>
      <w:r w:rsidRPr="000A4E61">
        <w:t>5 let bude</w:t>
      </w:r>
      <w:r w:rsidRPr="00AF4A09">
        <w:t xml:space="preserve"> považovat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lastRenderedPageBreak/>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329A67B3"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0929421F"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rsidR="00C86822">
        <w:t xml:space="preserve"> </w:t>
      </w:r>
      <w:r>
        <w:t>dodavatelem předkládaných dokumentů):</w:t>
      </w:r>
    </w:p>
    <w:p w14:paraId="044069D6" w14:textId="77777777" w:rsidR="0035531B" w:rsidRPr="00652603" w:rsidRDefault="0035531B" w:rsidP="00B31A11">
      <w:pPr>
        <w:pStyle w:val="Odstavec1-1a"/>
        <w:numPr>
          <w:ilvl w:val="0"/>
          <w:numId w:val="22"/>
        </w:numPr>
        <w:rPr>
          <w:rStyle w:val="Tun9b"/>
        </w:rPr>
      </w:pPr>
      <w:r w:rsidRPr="00652603">
        <w:rPr>
          <w:rStyle w:val="Tun9b"/>
        </w:rPr>
        <w:t>stavbyvedoucí</w:t>
      </w:r>
    </w:p>
    <w:p w14:paraId="5D013D3E" w14:textId="77777777" w:rsidR="0035531B" w:rsidRPr="008E327A" w:rsidRDefault="0035531B" w:rsidP="00930B79">
      <w:pPr>
        <w:pStyle w:val="Odrka1-2-"/>
      </w:pPr>
      <w:r w:rsidRPr="008E327A">
        <w:t>nejméně 5 let praxe</w:t>
      </w:r>
      <w:r w:rsidR="00092CC9" w:rsidRPr="008E327A">
        <w:t xml:space="preserve"> v </w:t>
      </w:r>
      <w:r w:rsidRPr="008E327A">
        <w:t xml:space="preserve">řízení provádění staveb železničních drah; </w:t>
      </w:r>
    </w:p>
    <w:p w14:paraId="13976A36" w14:textId="72E7498D" w:rsidR="0035531B" w:rsidRPr="008E327A" w:rsidRDefault="00AF4A09" w:rsidP="00AF4A09">
      <w:pPr>
        <w:pStyle w:val="Odrka1-2-"/>
      </w:pPr>
      <w:r w:rsidRPr="008E327A">
        <w:t xml:space="preserve">zkušenost s řízením realizace alespoň jedné zakázky </w:t>
      </w:r>
      <w:r w:rsidR="00642162" w:rsidRPr="008E327A">
        <w:t>na stavební práce, jež zahrnovala novostavbu, rekonstrukci nebo opravu</w:t>
      </w:r>
      <w:r w:rsidRPr="008E327A">
        <w:t xml:space="preserve"> stavby železničních drah v</w:t>
      </w:r>
      <w:r w:rsidR="00652603" w:rsidRPr="008E327A">
        <w:t> </w:t>
      </w:r>
      <w:r w:rsidRPr="008E327A">
        <w:t xml:space="preserve">hodnotě nejméně </w:t>
      </w:r>
      <w:r w:rsidR="00652603" w:rsidRPr="008E327A">
        <w:rPr>
          <w:b/>
          <w:bCs/>
        </w:rPr>
        <w:t>9 500 000,-</w:t>
      </w:r>
      <w:r w:rsidR="00652603" w:rsidRPr="008E327A">
        <w:t xml:space="preserve"> </w:t>
      </w:r>
      <w:r w:rsidRPr="008E327A">
        <w:rPr>
          <w:b/>
        </w:rPr>
        <w:t xml:space="preserve">Kč </w:t>
      </w:r>
      <w:r w:rsidRPr="008E327A">
        <w:t>bez DPH</w:t>
      </w:r>
      <w:r w:rsidR="00652603" w:rsidRPr="008E327A">
        <w:t xml:space="preserve">, jejímž předmětem byla novostavba, rekonstrukce nebo oprava </w:t>
      </w:r>
      <w:r w:rsidR="00652603" w:rsidRPr="008E327A">
        <w:rPr>
          <w:b/>
          <w:bCs/>
        </w:rPr>
        <w:t>PZZ včetně přejezdové konstrukce</w:t>
      </w:r>
      <w:r w:rsidR="00652603" w:rsidRPr="008E327A">
        <w:t>, a to v posledních 10 letech před zahájením výběrového řízení</w:t>
      </w:r>
      <w:r w:rsidR="00A0281A" w:rsidRPr="008E327A">
        <w:t>;</w:t>
      </w:r>
    </w:p>
    <w:p w14:paraId="32D268AB" w14:textId="7C5F5AEF" w:rsidR="0035531B" w:rsidRPr="008E327A" w:rsidRDefault="0035531B" w:rsidP="00AD1771">
      <w:pPr>
        <w:pStyle w:val="Odrka1-2-"/>
      </w:pPr>
      <w:r w:rsidRPr="008E327A">
        <w:t>musí předložit doklad</w:t>
      </w:r>
      <w:r w:rsidR="00092CC9" w:rsidRPr="008E327A">
        <w:t xml:space="preserve"> o </w:t>
      </w:r>
      <w:r w:rsidRPr="008E327A">
        <w:t>autorizaci</w:t>
      </w:r>
      <w:r w:rsidR="00092CC9" w:rsidRPr="008E327A">
        <w:t xml:space="preserve"> v </w:t>
      </w:r>
      <w:r w:rsidRPr="008E327A">
        <w:t xml:space="preserve">rozsahu dle § 5 odst. 3 písm. b) </w:t>
      </w:r>
      <w:r w:rsidR="007476A8" w:rsidRPr="008E327A">
        <w:t xml:space="preserve">autorizačního </w:t>
      </w:r>
      <w:r w:rsidRPr="008E327A">
        <w:t>zákona, tedy</w:t>
      </w:r>
      <w:r w:rsidR="00092CC9" w:rsidRPr="008E327A">
        <w:t xml:space="preserve"> v </w:t>
      </w:r>
      <w:r w:rsidRPr="008E327A">
        <w:t>oboru dopravní stavby;</w:t>
      </w:r>
    </w:p>
    <w:p w14:paraId="6BFB38C9" w14:textId="77777777" w:rsidR="0035531B" w:rsidRPr="00652603" w:rsidRDefault="0035531B" w:rsidP="00930B79">
      <w:pPr>
        <w:pStyle w:val="Odstavec1-1a"/>
        <w:rPr>
          <w:rStyle w:val="Tun9b"/>
        </w:rPr>
      </w:pPr>
      <w:r w:rsidRPr="00652603">
        <w:rPr>
          <w:rStyle w:val="Tun9b"/>
        </w:rPr>
        <w:t>specialista (vedoucí prací) na železniční svršek</w:t>
      </w:r>
      <w:r w:rsidR="00AF4A09" w:rsidRPr="00652603">
        <w:rPr>
          <w:rStyle w:val="Tun9b"/>
        </w:rPr>
        <w:t xml:space="preserve"> a spodek</w:t>
      </w:r>
      <w:r w:rsidRPr="00652603">
        <w:rPr>
          <w:rStyle w:val="Tun9b"/>
        </w:rPr>
        <w:t xml:space="preserve"> </w:t>
      </w:r>
    </w:p>
    <w:p w14:paraId="662C075E" w14:textId="77777777" w:rsidR="0035531B" w:rsidRPr="00652603" w:rsidRDefault="0035531B" w:rsidP="00930B79">
      <w:pPr>
        <w:pStyle w:val="Odrka1-2-"/>
      </w:pPr>
      <w:r w:rsidRPr="00652603">
        <w:t>nejméně 5 let praxe</w:t>
      </w:r>
      <w:r w:rsidR="00092CC9" w:rsidRPr="00652603">
        <w:t xml:space="preserve"> v </w:t>
      </w:r>
      <w:r w:rsidRPr="00652603">
        <w:t xml:space="preserve">oboru své specializace </w:t>
      </w:r>
      <w:r w:rsidR="00B07880" w:rsidRPr="00652603">
        <w:t xml:space="preserve">(železniční svršek a spodek) </w:t>
      </w:r>
      <w:r w:rsidRPr="00652603">
        <w:t>při provádění staveb;</w:t>
      </w:r>
    </w:p>
    <w:p w14:paraId="4B856CAB" w14:textId="77777777" w:rsidR="0035531B" w:rsidRPr="00B15693" w:rsidRDefault="0035531B" w:rsidP="008B2021">
      <w:pPr>
        <w:pStyle w:val="Odstavec1-1a"/>
        <w:rPr>
          <w:rStyle w:val="Tun9b"/>
        </w:rPr>
      </w:pPr>
      <w:r w:rsidRPr="00B15693">
        <w:rPr>
          <w:rStyle w:val="Tun9b"/>
        </w:rPr>
        <w:t xml:space="preserve">specialista (vedoucí prací) na </w:t>
      </w:r>
      <w:r w:rsidR="00AF4A09" w:rsidRPr="00B15693">
        <w:rPr>
          <w:rStyle w:val="Tun9b"/>
        </w:rPr>
        <w:t xml:space="preserve">sdělovací a </w:t>
      </w:r>
      <w:r w:rsidRPr="00B15693">
        <w:rPr>
          <w:rStyle w:val="Tun9b"/>
        </w:rPr>
        <w:t>zabezpečovací zařízení</w:t>
      </w:r>
    </w:p>
    <w:p w14:paraId="0D24011D" w14:textId="77777777" w:rsidR="0035531B" w:rsidRPr="00B15693" w:rsidRDefault="0035531B" w:rsidP="008B2021">
      <w:pPr>
        <w:pStyle w:val="Odrka1-2-"/>
      </w:pPr>
      <w:r w:rsidRPr="00B15693">
        <w:t>nejméně 5 let praxe</w:t>
      </w:r>
      <w:r w:rsidR="00092CC9" w:rsidRPr="00B15693">
        <w:t xml:space="preserve"> v </w:t>
      </w:r>
      <w:r w:rsidRPr="00B15693">
        <w:t xml:space="preserve">oboru své specializace </w:t>
      </w:r>
      <w:r w:rsidR="00B07880" w:rsidRPr="00B15693">
        <w:t xml:space="preserve">(sdělovací a zabezpečovací zařízení) </w:t>
      </w:r>
      <w:r w:rsidRPr="00B15693">
        <w:t>při provádění staveb;</w:t>
      </w:r>
    </w:p>
    <w:p w14:paraId="394B6F75" w14:textId="7D7B854C" w:rsidR="0035531B" w:rsidRPr="00B15693" w:rsidRDefault="0035531B" w:rsidP="008B2021">
      <w:pPr>
        <w:pStyle w:val="Odrka1-2-"/>
      </w:pPr>
      <w:r w:rsidRPr="00B15693">
        <w:t>musí předložit doklad</w:t>
      </w:r>
      <w:r w:rsidR="00092CC9" w:rsidRPr="00B15693">
        <w:t xml:space="preserve"> o </w:t>
      </w:r>
      <w:r w:rsidRPr="00B15693">
        <w:t>autorizaci</w:t>
      </w:r>
      <w:r w:rsidR="00092CC9" w:rsidRPr="00B15693">
        <w:t xml:space="preserve"> v </w:t>
      </w:r>
      <w:r w:rsidRPr="00B15693">
        <w:t>rozsahu dle § 5 odst. 3 písm. e) autorizačního zákona, tedy</w:t>
      </w:r>
      <w:r w:rsidR="00092CC9" w:rsidRPr="00B15693">
        <w:t xml:space="preserve"> v </w:t>
      </w:r>
      <w:r w:rsidRPr="00B15693">
        <w:t xml:space="preserve">oboru </w:t>
      </w:r>
      <w:r w:rsidRPr="00B22848">
        <w:t>technologická zařízení staveb;</w:t>
      </w:r>
    </w:p>
    <w:p w14:paraId="1DFF9EA4" w14:textId="77777777" w:rsidR="0035531B" w:rsidRPr="00B15693" w:rsidRDefault="0035531B" w:rsidP="008B2021">
      <w:pPr>
        <w:pStyle w:val="Odstavec1-1a"/>
        <w:rPr>
          <w:rStyle w:val="Tun9b"/>
        </w:rPr>
      </w:pPr>
      <w:r w:rsidRPr="00B15693">
        <w:rPr>
          <w:rStyle w:val="Tun9b"/>
        </w:rPr>
        <w:t>specialista (vedoucí prací) na trakční vedení</w:t>
      </w:r>
      <w:r w:rsidR="00AF4A09" w:rsidRPr="00B15693">
        <w:rPr>
          <w:rStyle w:val="Tun9b"/>
        </w:rPr>
        <w:t xml:space="preserve"> a silnoproud</w:t>
      </w:r>
      <w:r w:rsidRPr="00B15693">
        <w:rPr>
          <w:rStyle w:val="Tun9b"/>
        </w:rPr>
        <w:t xml:space="preserve"> </w:t>
      </w:r>
    </w:p>
    <w:p w14:paraId="2BCC9219" w14:textId="77777777" w:rsidR="0035531B" w:rsidRPr="00A0281A" w:rsidRDefault="0035531B" w:rsidP="008B2021">
      <w:pPr>
        <w:pStyle w:val="Odrka1-2-"/>
      </w:pPr>
      <w:r w:rsidRPr="00A0281A">
        <w:t>nejméně 5 let praxe</w:t>
      </w:r>
      <w:r w:rsidR="00092CC9" w:rsidRPr="00A0281A">
        <w:t xml:space="preserve"> v </w:t>
      </w:r>
      <w:r w:rsidRPr="00A0281A">
        <w:t xml:space="preserve">oboru své specializace </w:t>
      </w:r>
      <w:r w:rsidR="00B07880" w:rsidRPr="00A0281A">
        <w:t xml:space="preserve">(trakční vedení a silnoproud) </w:t>
      </w:r>
      <w:r w:rsidRPr="00A0281A">
        <w:t>při provádění staveb;</w:t>
      </w:r>
    </w:p>
    <w:p w14:paraId="620D9907" w14:textId="5D0787AA" w:rsidR="0035531B" w:rsidRPr="008E327A" w:rsidRDefault="0035531B" w:rsidP="008B2021">
      <w:pPr>
        <w:pStyle w:val="Odrka1-2-"/>
      </w:pPr>
      <w:r w:rsidRPr="008E327A">
        <w:t>musí předložit doklad</w:t>
      </w:r>
      <w:r w:rsidR="00092CC9" w:rsidRPr="008E327A">
        <w:t xml:space="preserve"> o </w:t>
      </w:r>
      <w:r w:rsidRPr="008E327A">
        <w:t>autorizaci</w:t>
      </w:r>
      <w:r w:rsidR="00092CC9" w:rsidRPr="008E327A">
        <w:t xml:space="preserve"> v </w:t>
      </w:r>
      <w:r w:rsidRPr="008E327A">
        <w:t>rozsahu dle § 5 odst. 3 písm. e) autorizačního zákona, tedy</w:t>
      </w:r>
      <w:r w:rsidR="00092CC9" w:rsidRPr="008E327A">
        <w:t xml:space="preserve"> v </w:t>
      </w:r>
      <w:r w:rsidRPr="008E327A">
        <w:t>oboru technologická zařízení staveb;</w:t>
      </w: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2C505654" w:rsidR="0035531B" w:rsidRDefault="0035531B" w:rsidP="008B2021">
      <w:pPr>
        <w:pStyle w:val="Textbezslovn"/>
      </w:pPr>
      <w:r>
        <w:lastRenderedPageBreak/>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w:t>
      </w:r>
      <w:r w:rsidR="0072575D">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w:t>
      </w:r>
      <w:r>
        <w:lastRenderedPageBreak/>
        <w:t>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0AF2B9CC" w14:textId="3613BB33" w:rsidR="0035531B" w:rsidRPr="00A60C0C" w:rsidRDefault="00A0281A" w:rsidP="0006499F">
      <w:pPr>
        <w:pStyle w:val="Textbezslovn"/>
        <w:rPr>
          <w:strike/>
        </w:rPr>
      </w:pPr>
      <w:r w:rsidRPr="00A0281A">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w:t>
      </w:r>
      <w:r w:rsidRPr="008B70C7">
        <w:rPr>
          <w:b/>
        </w:rPr>
        <w:lastRenderedPageBreak/>
        <w:t xml:space="preserve">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1BE9239E" w:rsidR="008B70C7" w:rsidRDefault="008B70C7" w:rsidP="008B70C7">
      <w:pPr>
        <w:pStyle w:val="Textbezslovn"/>
      </w:pPr>
      <w:r>
        <w:t xml:space="preserve">Dodavatelé v nabídkách předkládají prosté kopie dokladů prokazujících splnění kvalifikace. </w:t>
      </w:r>
      <w:r w:rsidR="009D39F9">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1C7BCFFE"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17D26">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 xml:space="preserve">na území České republiky vykonává vybranou činnost </w:t>
      </w:r>
      <w:r>
        <w:lastRenderedPageBreak/>
        <w:t>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000000"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59B2FDDA" w14:textId="5B382B6A" w:rsidR="0035531B" w:rsidRDefault="0035531B" w:rsidP="00C86822">
      <w:pPr>
        <w:pStyle w:val="Textbezslovn"/>
        <w:spacing w:after="0"/>
        <w:ind w:left="1077"/>
      </w:pPr>
      <w:r>
        <w:t>Doklady</w:t>
      </w:r>
      <w:r w:rsidR="00092CC9">
        <w:t xml:space="preserve"> o </w:t>
      </w:r>
      <w:r>
        <w:t>splnění výše uvedených povinností dokládá vybraný dodavatel jako podmínku pro uzavření smlouvy.</w:t>
      </w:r>
    </w:p>
    <w:p w14:paraId="65A4277C" w14:textId="77777777" w:rsidR="00C86822" w:rsidRDefault="00C86822" w:rsidP="00C8682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236BD58B" w:rsidR="0035531B" w:rsidRDefault="00AB46B1" w:rsidP="008B70C7">
      <w:pPr>
        <w:pStyle w:val="Textbezslovn"/>
      </w:pPr>
      <w:r>
        <w:t xml:space="preserve">Dodavatel může technickou kvalifikaci nebo profesní způsobilost s výjimkou kritéria podle bodu 8.3 první odrážka této Výzvy prokázat prostřednictvím jiných osob. </w:t>
      </w:r>
      <w:r w:rsidR="00090767">
        <w:t xml:space="preserve">Za jiné osoby považuje zadavatel jak poddodavatele, tak i osoby, které s dodavatelem </w:t>
      </w:r>
      <w:proofErr w:type="gramStart"/>
      <w:r w:rsidR="00090767">
        <w:t>tvoří</w:t>
      </w:r>
      <w:proofErr w:type="gramEnd"/>
      <w:r w:rsidR="00090767">
        <w:t xml:space="preserve">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w:t>
      </w:r>
      <w:r w:rsidR="00845C50">
        <w:lastRenderedPageBreak/>
        <w:t>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6B1F3746" w:rsidR="00DC3174" w:rsidRPr="00DC3174" w:rsidRDefault="00DC3174" w:rsidP="00DC3174">
      <w:pPr>
        <w:pStyle w:val="Text1-1"/>
        <w:rPr>
          <w:b/>
        </w:rPr>
      </w:pPr>
      <w:r w:rsidRPr="00DC3174">
        <w:rPr>
          <w:rStyle w:val="Tun9b"/>
        </w:rPr>
        <w:t>Změny</w:t>
      </w:r>
      <w:r w:rsidRPr="00DC3174">
        <w:rPr>
          <w:b/>
        </w:rPr>
        <w:t xml:space="preserve"> v kvalifikaci </w:t>
      </w:r>
      <w:r w:rsidR="002F4475">
        <w:rPr>
          <w:b/>
        </w:rPr>
        <w:t>účastníka výběrového řízení</w:t>
      </w:r>
    </w:p>
    <w:p w14:paraId="56D3E20F" w14:textId="231F78DB" w:rsidR="00DC3174" w:rsidRDefault="00DC3174" w:rsidP="00DC3174">
      <w:pPr>
        <w:pStyle w:val="Textbezslovn"/>
      </w:pPr>
      <w:r>
        <w:t xml:space="preserve">Pokud po předložení dokladů nebo prohlášení o kvalifikaci dojde v průběhu výběrového řízení ke změně kvalifikace </w:t>
      </w:r>
      <w:r w:rsidR="002F4475">
        <w:t>účastníka výběrového řízení</w:t>
      </w:r>
      <w:r>
        <w:t xml:space="preserve">, je </w:t>
      </w:r>
      <w:r w:rsidR="002F4475">
        <w:t>účastník výběrového řízení</w:t>
      </w:r>
      <w:r>
        <w:t xml:space="preserve">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23A7635E" w:rsidR="00DC3174" w:rsidRDefault="002E5046" w:rsidP="0064673D">
      <w:pPr>
        <w:pStyle w:val="Textbezslovn"/>
        <w:spacing w:before="240"/>
      </w:pPr>
      <w:r>
        <w:t xml:space="preserve"> </w:t>
      </w:r>
      <w:r w:rsidR="0001718F" w:rsidRPr="0062553C">
        <w:t xml:space="preserve">Zadavatel může vyloučit účastníka </w:t>
      </w:r>
      <w:r w:rsidR="0001718F">
        <w:t xml:space="preserve">výběrového </w:t>
      </w:r>
      <w:r w:rsidR="0001718F" w:rsidRPr="0062553C">
        <w:t xml:space="preserve">řízení, pokud prokáže, že účastník </w:t>
      </w:r>
      <w:r w:rsidR="0001718F">
        <w:t xml:space="preserve">výběrového </w:t>
      </w:r>
      <w:r w:rsidR="0001718F" w:rsidRPr="0062553C">
        <w:t xml:space="preserve">řízení nesplnil povinnost podle </w:t>
      </w:r>
      <w:r w:rsidR="0001718F">
        <w:t>předchozího odstavce.</w:t>
      </w:r>
    </w:p>
    <w:p w14:paraId="7C51BD80" w14:textId="77777777" w:rsidR="0035531B" w:rsidRDefault="0035531B" w:rsidP="00193D8F">
      <w:pPr>
        <w:pStyle w:val="Nadpis1-1"/>
      </w:pPr>
      <w:bookmarkStart w:id="13" w:name="_Toc160545132"/>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DD30BAA"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w:t>
      </w:r>
      <w:r w:rsidR="00612544">
        <w:t> </w:t>
      </w:r>
      <w:r w:rsidR="00085564" w:rsidRPr="000D22AD">
        <w:t>159/2006 Sb., o střetu zájmů, ve znění pozdějších předpisů</w:t>
      </w:r>
      <w:r w:rsidR="00085564" w:rsidRPr="004B09BF">
        <w:t xml:space="preserve"> </w:t>
      </w:r>
      <w:r w:rsidR="00085564">
        <w:t xml:space="preserve">(dále jen „zákon </w:t>
      </w:r>
      <w:r w:rsidR="00085564" w:rsidRPr="004B09BF">
        <w:t>o</w:t>
      </w:r>
      <w:r w:rsidR="00612544">
        <w:t> </w:t>
      </w:r>
      <w:r w:rsidR="00085564" w:rsidRPr="004B09BF">
        <w:t>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 xml:space="preserve">ákona </w:t>
      </w:r>
      <w:r w:rsidR="006B01BF" w:rsidRPr="00895982">
        <w:lastRenderedPageBreak/>
        <w:t>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1E48E38B" w14:textId="37983334" w:rsidR="003E050E" w:rsidRDefault="0035531B" w:rsidP="00EE2244">
      <w:pPr>
        <w:pStyle w:val="Odrka1-1"/>
      </w:pPr>
      <w:r w:rsidRPr="00C4078E">
        <w:t>Specifikaci</w:t>
      </w:r>
      <w:r>
        <w:t xml:space="preserve"> typu </w:t>
      </w:r>
      <w:r w:rsidRPr="00806027">
        <w:t xml:space="preserve">zabezpečovacího zařízení, </w:t>
      </w:r>
      <w:r w:rsidR="00EF6C46" w:rsidRPr="00806027">
        <w:t xml:space="preserve">sdělovacího zařízení, </w:t>
      </w:r>
      <w:r w:rsidRPr="00806027">
        <w:t>zařízení elektrotechniky</w:t>
      </w:r>
      <w:r w:rsidR="00845C50" w:rsidRPr="00806027">
        <w:t xml:space="preserve"> a </w:t>
      </w:r>
      <w:r w:rsidRPr="00806027">
        <w:t>energetiky</w:t>
      </w:r>
      <w:r>
        <w:t>, které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w:t>
      </w:r>
      <w:proofErr w:type="gramStart"/>
      <w:r w:rsidR="00C4078E">
        <w:t>předloží</w:t>
      </w:r>
      <w:proofErr w:type="gramEnd"/>
      <w:r w:rsidR="00C4078E">
        <w:t xml:space="preserve">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p>
    <w:p w14:paraId="0E1F929C" w14:textId="377D623D" w:rsidR="0035531B" w:rsidRPr="00C86822" w:rsidRDefault="003E050E" w:rsidP="003E050E">
      <w:pPr>
        <w:pStyle w:val="Odrka1-2-"/>
        <w:rPr>
          <w:b/>
          <w:bCs/>
        </w:rPr>
      </w:pPr>
      <w:r w:rsidRPr="00C86822">
        <w:rPr>
          <w:b/>
          <w:bCs/>
        </w:rPr>
        <w:t>přejezdové zabezpečovací zařízení</w:t>
      </w:r>
      <w:r w:rsidR="00C86822">
        <w:rPr>
          <w:b/>
          <w:bCs/>
        </w:rPr>
        <w:t>.</w:t>
      </w:r>
    </w:p>
    <w:p w14:paraId="6C481A40" w14:textId="6872CD2B"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w:t>
      </w:r>
      <w:r w:rsidR="00B52819">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6B927194"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F8266D">
        <w:rPr>
          <w:lang w:eastAsia="cs-CZ"/>
        </w:rPr>
        <w:t>s mezinárodními sankcemi</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lastRenderedPageBreak/>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07F08F33" w14:textId="6B14E976"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r w:rsidR="00A60C0C" w:rsidRPr="00AA257A">
        <w:t>doklady – faktury</w:t>
      </w:r>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5AD83B3F"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r w:rsidR="00A60C0C" w:rsidRPr="00AA257A">
        <w:rPr>
          <w:rStyle w:val="Tun9b"/>
          <w:b w:val="0"/>
        </w:rPr>
        <w:t>doručená,</w:t>
      </w:r>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2802A8" w:rsidRDefault="0035531B" w:rsidP="0035531B">
      <w:pPr>
        <w:pStyle w:val="Text1-1"/>
        <w:rPr>
          <w:rStyle w:val="Tun9b"/>
          <w:b w:val="0"/>
          <w:bCs/>
        </w:rPr>
      </w:pPr>
      <w:r w:rsidRPr="002802A8">
        <w:rPr>
          <w:rStyle w:val="Tun9b"/>
          <w:b w:val="0"/>
          <w:bCs/>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31CD11CB" w:rsidR="00BC6D2B" w:rsidRDefault="0094419A"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w:t>
      </w:r>
      <w:r w:rsidRPr="00616090">
        <w:lastRenderedPageBreak/>
        <w:t>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58FB7A24" w:rsidR="0035531B" w:rsidRDefault="00616090" w:rsidP="00616090">
      <w:pPr>
        <w:pStyle w:val="Odrka1-1"/>
      </w:pPr>
      <w:r w:rsidRPr="00616090">
        <w:t xml:space="preserve">V případě nabídky podávané </w:t>
      </w:r>
      <w:r w:rsidR="00612544" w:rsidRPr="00616090">
        <w:t>fyzickou,</w:t>
      </w:r>
      <w:r w:rsidRPr="00616090">
        <w:t xml:space="preserve"> a nikoliv právnickou osobou, jako dodavatelem, je dodavatel oprávněn dále upravit návrh smlouvy toliko s ohledem na</w:t>
      </w:r>
      <w:r w:rsidR="00612544">
        <w:t> </w:t>
      </w:r>
      <w:r w:rsidRPr="00616090">
        <w:t>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60545133"/>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60545134"/>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6" w:name="_Toc160545135"/>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 xml:space="preserve">prostřednictvím jiný dodavatel v tomto výběrovém řízení prokazuje kvalifikaci. Nabídka musí být podána elektronicky prostřednictvím </w:t>
      </w:r>
      <w:r w:rsidRPr="00283302">
        <w:lastRenderedPageBreak/>
        <w:t>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C929C9">
        <w:rPr>
          <w:rFonts w:cs="Arial"/>
          <w:b/>
        </w:rPr>
        <w:t>Nabídky lze podat v termínu, který je uveden na profilu zadavatele:</w:t>
      </w:r>
      <w:r w:rsidRPr="00C929C9">
        <w:rPr>
          <w:rFonts w:cs="Arial"/>
        </w:rPr>
        <w:t xml:space="preserve"> </w:t>
      </w:r>
      <w:hyperlink r:id="rId21" w:history="1">
        <w:r w:rsidRPr="00C929C9">
          <w:rPr>
            <w:rStyle w:val="Hypertextovodkaz"/>
            <w:rFonts w:cs="Arial"/>
            <w:b/>
            <w:bCs/>
            <w:lang w:eastAsia="cs-CZ"/>
          </w:rPr>
          <w:t>https://zakazky.spravazeleznic.cz/</w:t>
        </w:r>
      </w:hyperlink>
      <w:r w:rsidRPr="00C929C9">
        <w:rPr>
          <w:rFonts w:cs="Arial"/>
          <w:b/>
        </w:rPr>
        <w:t>.</w:t>
      </w:r>
    </w:p>
    <w:p w14:paraId="55A772DB" w14:textId="77777777" w:rsidR="00F024AB" w:rsidRPr="004023D5" w:rsidRDefault="00F024AB" w:rsidP="00AB5AE0">
      <w:pPr>
        <w:pStyle w:val="Textbezslovn"/>
        <w:spacing w:after="0" w:line="240" w:lineRule="auto"/>
        <w:rPr>
          <w:color w:val="FF0000"/>
        </w:rPr>
      </w:pPr>
    </w:p>
    <w:p w14:paraId="6A3CE470" w14:textId="2E6F2A84" w:rsidR="0035531B" w:rsidRDefault="003F78E7" w:rsidP="007C2BEC">
      <w:pPr>
        <w:pStyle w:val="Text1-1"/>
      </w:pPr>
      <w:r w:rsidRPr="007C2BEC">
        <w:t>Dodavatel</w:t>
      </w:r>
      <w:r w:rsidRPr="003F78E7">
        <w:t xml:space="preserve"> </w:t>
      </w:r>
      <w:proofErr w:type="gramStart"/>
      <w:r w:rsidRPr="003F78E7">
        <w:t>předloží</w:t>
      </w:r>
      <w:proofErr w:type="gramEnd"/>
      <w:r w:rsidRPr="003F78E7">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w:t>
      </w:r>
      <w:r w:rsidR="00784A7F" w:rsidRPr="00683213">
        <w:t>Uznávaný</w:t>
      </w:r>
      <w:r w:rsidR="00784A7F">
        <w:t xml:space="preserve"> e</w:t>
      </w:r>
      <w:r w:rsidRPr="003F78E7">
        <w:t xml:space="preserve">lektronický podpis </w:t>
      </w:r>
      <w:r w:rsidR="00784A7F" w:rsidRPr="00683213">
        <w:t>založený na kvalifikovaném certifikátu</w:t>
      </w:r>
      <w:r w:rsidR="00784A7F">
        <w:t xml:space="preserve"> </w:t>
      </w:r>
      <w:r w:rsidRPr="003F78E7">
        <w:t>je vyžadován pouze při registraci dodavatele do elektronického nástroje</w:t>
      </w:r>
      <w:r w:rsidR="00784A7F">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w:t>
      </w:r>
      <w:r w:rsidR="0072575D">
        <w:t>1</w:t>
      </w:r>
      <w:r w:rsidR="007E1529" w:rsidRPr="002C4A72">
        <w:t xml:space="preserve"> odst. 2 a 3 </w:t>
      </w:r>
      <w:proofErr w:type="spellStart"/>
      <w:r w:rsidR="007E1529" w:rsidRPr="002C4A72">
        <w:t>vyhl</w:t>
      </w:r>
      <w:proofErr w:type="spellEnd"/>
      <w:r w:rsidR="007E1529">
        <w:t>.</w:t>
      </w:r>
      <w:r w:rsidR="007E1529" w:rsidRPr="002C4A72">
        <w:t xml:space="preserve"> č.</w:t>
      </w:r>
      <w:r w:rsidR="00987649">
        <w:t xml:space="preserve"> 345/2023</w:t>
      </w:r>
      <w:r w:rsidR="007E1529" w:rsidRPr="002C4A72">
        <w:t>.,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prostřednictvím E-ZAK vhodným způsobem rozdělit. Velikost samotné nabídky jako celku není nijak omezena. </w:t>
      </w:r>
      <w:r w:rsidRPr="00301D38">
        <w:rPr>
          <w:b/>
          <w:bCs/>
        </w:rPr>
        <w:t xml:space="preserve">Oceněný Soupis prací bude dodavatelem v nabídce předložen ve formátu </w:t>
      </w:r>
      <w:r w:rsidR="00BB0379" w:rsidRPr="00301D38">
        <w:rPr>
          <w:b/>
          <w:bCs/>
        </w:rPr>
        <w:t>XLSX</w:t>
      </w:r>
      <w:r w:rsidRPr="00301D38">
        <w:rPr>
          <w:b/>
          <w:bCs/>
        </w:rPr>
        <w:t>.</w:t>
      </w:r>
    </w:p>
    <w:p w14:paraId="6FAD5293" w14:textId="59178F6F" w:rsidR="0035531B" w:rsidRDefault="0035531B" w:rsidP="0035531B">
      <w:pPr>
        <w:pStyle w:val="Text1-1"/>
      </w:pPr>
      <w:r>
        <w:t>Nabídka bude předložena</w:t>
      </w:r>
      <w:r w:rsidR="00092CC9">
        <w:t xml:space="preserve"> v</w:t>
      </w:r>
      <w:r w:rsidR="00987649">
        <w:t> </w:t>
      </w:r>
      <w:r>
        <w:t>následující struktuře:</w:t>
      </w:r>
    </w:p>
    <w:p w14:paraId="6745C683" w14:textId="33406DB8"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w:t>
      </w:r>
      <w:r w:rsidR="00987649">
        <w:t> </w:t>
      </w:r>
      <w:r w:rsidR="003B2F37">
        <w:t>zakázaným dohodám</w:t>
      </w:r>
      <w:r w:rsidR="00D65443">
        <w:t xml:space="preserve"> a</w:t>
      </w:r>
      <w:r w:rsidR="003B2F37">
        <w:t xml:space="preserve"> prohlášení ke střetu zájmů</w:t>
      </w:r>
      <w:r>
        <w:t xml:space="preserve"> ve formě formuláře obsaženého v</w:t>
      </w:r>
      <w:r w:rsidR="00987649">
        <w:t> </w:t>
      </w:r>
      <w:r>
        <w:t>Příloze č. 1 této Výzvy.</w:t>
      </w:r>
    </w:p>
    <w:p w14:paraId="7ADD8C31" w14:textId="1361CB2D" w:rsidR="00695DAA" w:rsidRDefault="00695DAA" w:rsidP="00695DAA">
      <w:pPr>
        <w:pStyle w:val="Odrka1-1"/>
      </w:pPr>
      <w:r>
        <w:t>Návrh smlouvy na plnění této veřejné zakázky, zpracovaný dle instrukcí obsažených v</w:t>
      </w:r>
      <w:r w:rsidR="00987649">
        <w:t> </w:t>
      </w:r>
      <w:r>
        <w:t>této Výzvě, tedy doplněný co do jeho těla a co do jeho přílohy č. 6 a 8, zbylé přílohy součástí návrhu smlouvy být nemusí, budou připojeny zadavatelem před podpisem smlouvy.</w:t>
      </w:r>
    </w:p>
    <w:p w14:paraId="205836A1" w14:textId="52D44784" w:rsidR="00695DAA" w:rsidRDefault="00695DAA" w:rsidP="00695DAA">
      <w:pPr>
        <w:pStyle w:val="Odrka1-1"/>
      </w:pPr>
      <w:r>
        <w:t>Informace o společnosti dodavatelů ve formě formuláře obsaženého v</w:t>
      </w:r>
      <w:r w:rsidR="00987649">
        <w:t> </w:t>
      </w:r>
      <w:r>
        <w:t xml:space="preserve">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CF7BDA3"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w:t>
      </w:r>
      <w:r w:rsidR="00987649">
        <w:t> </w:t>
      </w:r>
      <w:r>
        <w:t>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21765669" w:rsidR="00695DAA" w:rsidRPr="00C929C9" w:rsidRDefault="00695DAA" w:rsidP="00695DAA">
      <w:pPr>
        <w:pStyle w:val="Odrka1-1"/>
        <w:rPr>
          <w:strike/>
        </w:rPr>
      </w:pPr>
      <w:r>
        <w:t xml:space="preserve">Doklady prokazující splnění </w:t>
      </w:r>
      <w:r w:rsidRPr="00695DAA">
        <w:rPr>
          <w:b/>
        </w:rPr>
        <w:t>technické kvalifikace</w:t>
      </w:r>
      <w:r>
        <w:t xml:space="preserve">, tj. seznam stavebních prací ve formě formuláře obsaženého </w:t>
      </w:r>
      <w:r w:rsidR="00FD32B3">
        <w:t>v</w:t>
      </w:r>
      <w:r w:rsidR="00987649">
        <w:t>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301D38">
        <w:t>.</w:t>
      </w:r>
    </w:p>
    <w:p w14:paraId="7EAC7E2C" w14:textId="68FB7822" w:rsidR="00695DAA" w:rsidRDefault="00695DAA" w:rsidP="00695DAA">
      <w:pPr>
        <w:pStyle w:val="Odrka1-1"/>
      </w:pPr>
      <w:r>
        <w:lastRenderedPageBreak/>
        <w:t>Seznam jiných osob, jejichž prostřednictvím prokazuje dodavatel určitou část kvalifikace, ve formě formuláře obsaženého v</w:t>
      </w:r>
      <w:r w:rsidR="00987649">
        <w:t> </w:t>
      </w:r>
      <w:r>
        <w:t>Příloze č. 9 této Výzvy, a doklady vztahující se k</w:t>
      </w:r>
      <w:r w:rsidR="00987649">
        <w:t> </w:t>
      </w:r>
      <w:r>
        <w:t>těmto jiným osobám.</w:t>
      </w:r>
    </w:p>
    <w:p w14:paraId="3A7157F8" w14:textId="5816341D" w:rsidR="00695DAA" w:rsidRDefault="00695DAA" w:rsidP="00695DAA">
      <w:pPr>
        <w:pStyle w:val="Odrka1-1"/>
      </w:pPr>
      <w:r>
        <w:t>Údaje o poddodavatelích ve formě formuláře obsaženého v</w:t>
      </w:r>
      <w:r w:rsidR="00987649">
        <w:t> </w:t>
      </w:r>
      <w:r>
        <w:t>Příloze č. 2 této Výzvy.</w:t>
      </w:r>
    </w:p>
    <w:p w14:paraId="294893D8" w14:textId="1417E985" w:rsidR="00695DAA" w:rsidRDefault="00695DAA" w:rsidP="00695DAA">
      <w:pPr>
        <w:pStyle w:val="Odrka1-1"/>
      </w:pPr>
      <w:r>
        <w:t>Informace o tom, zda budou na staveništi působit zaměstnanci více než jednoho zhotovitele ve formě formuláře obsaženého v</w:t>
      </w:r>
      <w:r w:rsidR="00987649">
        <w:t> </w:t>
      </w:r>
      <w:r>
        <w:t>Příloze č. 8 této Výzvy.</w:t>
      </w:r>
    </w:p>
    <w:p w14:paraId="605C9BA2" w14:textId="184E3E24" w:rsidR="00695DAA" w:rsidRDefault="00695DAA" w:rsidP="00695DAA">
      <w:pPr>
        <w:pStyle w:val="Odrka1-1"/>
      </w:pPr>
      <w:r>
        <w:t>Harmonogram postupu prací zpracovaný podle požadavků zadavatele stanovených v</w:t>
      </w:r>
      <w:r w:rsidR="00987649">
        <w:t> </w:t>
      </w:r>
      <w:r>
        <w:t>článku 9.1 této Výzvy.</w:t>
      </w:r>
    </w:p>
    <w:p w14:paraId="5BCB91B5" w14:textId="013F0417" w:rsidR="00695DAA" w:rsidRPr="00612544" w:rsidRDefault="00695DAA" w:rsidP="00695DAA">
      <w:pPr>
        <w:pStyle w:val="Odrka1-1"/>
      </w:pPr>
      <w:r w:rsidRPr="00612544">
        <w:t xml:space="preserve">Specifikace typu zabezpečovacího zařízení, </w:t>
      </w:r>
      <w:r w:rsidR="00EF6C46" w:rsidRPr="00612544">
        <w:t xml:space="preserve">sdělovacího zařízení, </w:t>
      </w:r>
      <w:r w:rsidRPr="00612544">
        <w:t xml:space="preserve">zařízení elektrotechniky a energetiky dle č. 9.1 této Výzvy. </w:t>
      </w:r>
    </w:p>
    <w:p w14:paraId="18BD850D" w14:textId="36BC5D26" w:rsidR="00071EF2" w:rsidRDefault="00071EF2" w:rsidP="00695DAA">
      <w:pPr>
        <w:pStyle w:val="Odrka1-1"/>
      </w:pPr>
      <w:r w:rsidRPr="00010882">
        <w:rPr>
          <w:lang w:eastAsia="cs-CZ"/>
        </w:rPr>
        <w:t>Čestné prohlášení o splnění podmínek v</w:t>
      </w:r>
      <w:r w:rsidR="00987649">
        <w:rPr>
          <w:lang w:eastAsia="cs-CZ"/>
        </w:rPr>
        <w:t> </w:t>
      </w:r>
      <w:r w:rsidRPr="00010882">
        <w:rPr>
          <w:lang w:eastAsia="cs-CZ"/>
        </w:rPr>
        <w:t xml:space="preserve">souvislosti </w:t>
      </w:r>
      <w:r w:rsidR="00F8266D">
        <w:rPr>
          <w:lang w:eastAsia="cs-CZ"/>
        </w:rPr>
        <w:t xml:space="preserve">s mezinárodními </w:t>
      </w:r>
      <w:r w:rsidR="007969C3">
        <w:rPr>
          <w:lang w:eastAsia="cs-CZ"/>
        </w:rPr>
        <w:t>sankcemi</w:t>
      </w:r>
      <w:r>
        <w:rPr>
          <w:lang w:eastAsia="cs-CZ"/>
        </w:rPr>
        <w:t xml:space="preserve"> </w:t>
      </w:r>
      <w:r>
        <w:t>zpracované ve formě formuláře obsaženého v</w:t>
      </w:r>
      <w:r w:rsidR="00987649">
        <w:t> </w:t>
      </w:r>
      <w:r>
        <w:t>příloze č. 10 této Výzvy.</w:t>
      </w:r>
    </w:p>
    <w:p w14:paraId="2BA1B043" w14:textId="5859E984" w:rsidR="00695DAA" w:rsidRDefault="00695DAA" w:rsidP="00695DAA">
      <w:pPr>
        <w:pStyle w:val="Odrka1-1"/>
      </w:pPr>
      <w:r>
        <w:t>Další dokumenty, dle uvážení dodavatele, na které nebyl prostor v</w:t>
      </w:r>
      <w:r w:rsidR="00987649">
        <w:t> </w:t>
      </w:r>
      <w:r>
        <w:t>předcházejících částech nabídky.</w:t>
      </w:r>
    </w:p>
    <w:p w14:paraId="74F3B634" w14:textId="31BF409B" w:rsidR="0035531B" w:rsidRPr="00301D38" w:rsidRDefault="00695DAA" w:rsidP="00695DAA">
      <w:pPr>
        <w:pStyle w:val="Odrka1-1"/>
      </w:pPr>
      <w:r>
        <w:t xml:space="preserve">Oceněný Soupis prací </w:t>
      </w:r>
      <w:r w:rsidR="00BB0379">
        <w:t>obsažený</w:t>
      </w:r>
      <w:r>
        <w:t xml:space="preserve"> v</w:t>
      </w:r>
      <w:r w:rsidR="00987649">
        <w:t> </w:t>
      </w:r>
      <w:r>
        <w:t xml:space="preserve">Dílu 4 zadávací </w:t>
      </w:r>
      <w:r w:rsidRPr="00301D38">
        <w:t>dokumentace</w:t>
      </w:r>
      <w:r w:rsidR="00BB0379" w:rsidRPr="00301D38">
        <w:t>, včetně Rekapitulace ceny dle SO a PS</w:t>
      </w:r>
      <w:r w:rsidR="00301D38" w:rsidRPr="00301D38">
        <w:t>.</w:t>
      </w:r>
    </w:p>
    <w:p w14:paraId="44A1EE1D" w14:textId="5C9710EA" w:rsidR="0035531B" w:rsidRDefault="00695DAA" w:rsidP="00695DAA">
      <w:pPr>
        <w:pStyle w:val="Text1-1"/>
      </w:pPr>
      <w:r w:rsidRPr="00695DAA">
        <w:t xml:space="preserve">Nabídky podané po uplynutí lhůty pro podání nabídky nebo podané </w:t>
      </w:r>
      <w:r w:rsidR="00C929C9" w:rsidRPr="00695DAA">
        <w:t>jiným</w:t>
      </w:r>
      <w:r w:rsidRPr="00695DAA">
        <w:t xml:space="preserve"> než výše uvedeným způsobem, nebudou otevřeny a v</w:t>
      </w:r>
      <w:r w:rsidR="00987649">
        <w:t> </w:t>
      </w:r>
      <w:r w:rsidRPr="00695DAA">
        <w:t>průběhu výběrového řízení se k</w:t>
      </w:r>
      <w:r w:rsidR="00987649">
        <w:t> </w:t>
      </w:r>
      <w:r w:rsidRPr="00695DAA">
        <w:t>nim nepřihlíží</w:t>
      </w:r>
      <w:r w:rsidR="0035531B">
        <w:t xml:space="preserve">. </w:t>
      </w:r>
    </w:p>
    <w:p w14:paraId="1338A6E1" w14:textId="6079D016" w:rsidR="0035531B" w:rsidRDefault="00695DAA" w:rsidP="00695DAA">
      <w:pPr>
        <w:pStyle w:val="Text1-1"/>
      </w:pPr>
      <w:r w:rsidRPr="00695DAA">
        <w:t>Nabídky musí obsahovat veškeré dokumenty uvedené v</w:t>
      </w:r>
      <w:r w:rsidR="00987649">
        <w:t> </w:t>
      </w:r>
      <w:r w:rsidRPr="00695DAA">
        <w:t>článku 12 této Výzvy, stejně tak jako veškeré ostatní dokumenty požadované zadavatelem a uvedené v</w:t>
      </w:r>
      <w:r w:rsidR="00987649">
        <w:t> </w:t>
      </w:r>
      <w:r w:rsidRPr="00695DAA">
        <w:t>zadávacích podmínkách této veřejné zakázky. Požadavky na strukturu nabídky uvedené v</w:t>
      </w:r>
      <w:r w:rsidR="00987649">
        <w:t> </w:t>
      </w:r>
      <w:r w:rsidRPr="00695DAA">
        <w:t>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w:t>
      </w:r>
      <w:r w:rsidR="00987649">
        <w:t> </w:t>
      </w:r>
      <w:r w:rsidRPr="00695DAA">
        <w:t>nabídce v</w:t>
      </w:r>
      <w:r w:rsidR="00987649">
        <w:t> </w:t>
      </w:r>
      <w:r w:rsidRPr="00695DAA">
        <w:t>kopii. Povinnost předložit doklad může dodavatel splnit odkazem na odpovídající informace vedené v</w:t>
      </w:r>
      <w:r w:rsidR="00987649">
        <w:t> </w:t>
      </w:r>
      <w:r w:rsidRPr="00695DAA">
        <w:t>informačním systému veřejné správy nebo v</w:t>
      </w:r>
      <w:r w:rsidR="00987649">
        <w:t> </w:t>
      </w:r>
      <w:r w:rsidRPr="00695DAA">
        <w:t>obdobném systému vedeném v</w:t>
      </w:r>
      <w:r w:rsidR="00987649">
        <w:t> </w:t>
      </w:r>
      <w:r w:rsidRPr="00695DAA">
        <w:t>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32719F1C" w:rsidR="0035531B" w:rsidRPr="008E1138" w:rsidRDefault="00695DAA" w:rsidP="00695DAA">
      <w:pPr>
        <w:pStyle w:val="Text1-1"/>
        <w:rPr>
          <w:rStyle w:val="Tun9b"/>
          <w:b w:val="0"/>
        </w:rPr>
      </w:pPr>
      <w:r w:rsidRPr="00695DAA">
        <w:rPr>
          <w:rStyle w:val="Tun9b"/>
          <w:b w:val="0"/>
        </w:rPr>
        <w:t>Všechny dokumenty nabídky, které zadavatel požaduje předložit v</w:t>
      </w:r>
      <w:r w:rsidR="00987649">
        <w:rPr>
          <w:rStyle w:val="Tun9b"/>
          <w:b w:val="0"/>
        </w:rPr>
        <w:t> </w:t>
      </w:r>
      <w:r w:rsidRPr="00695DAA">
        <w:rPr>
          <w:rStyle w:val="Tun9b"/>
          <w:b w:val="0"/>
        </w:rPr>
        <w:t>kopii a u kterých tato Výzva předpokládá podpis, zadavatel doporučuje podepsat na příslušných stránkách těchto dokumentů osobou oprávněnou jednat za dodavatele a předložit ve formě skenu předmětného dokumentu s</w:t>
      </w:r>
      <w:r w:rsidR="00987649">
        <w:rPr>
          <w:rStyle w:val="Tun9b"/>
          <w:b w:val="0"/>
        </w:rPr>
        <w:t> </w:t>
      </w:r>
      <w:r w:rsidRPr="00695DAA">
        <w:rPr>
          <w:rStyle w:val="Tun9b"/>
          <w:b w:val="0"/>
        </w:rPr>
        <w:t>viditelným označením dodavatele (např. razítkem), podpisem a datem podpisu, nebo opatřené platným uznávaným elektronickým podpisem. V</w:t>
      </w:r>
      <w:r w:rsidR="00987649">
        <w:rPr>
          <w:rStyle w:val="Tun9b"/>
          <w:b w:val="0"/>
        </w:rPr>
        <w:t> </w:t>
      </w:r>
      <w:r w:rsidRPr="00695DAA">
        <w:rPr>
          <w:rStyle w:val="Tun9b"/>
          <w:b w:val="0"/>
        </w:rPr>
        <w:t>souladu s</w:t>
      </w:r>
      <w:r w:rsidR="00987649">
        <w:rPr>
          <w:rStyle w:val="Tun9b"/>
          <w:b w:val="0"/>
        </w:rPr>
        <w:t> </w:t>
      </w:r>
      <w:r w:rsidRPr="00695DAA">
        <w:rPr>
          <w:rStyle w:val="Tun9b"/>
          <w:b w:val="0"/>
        </w:rPr>
        <w:t xml:space="preserve">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w:t>
      </w:r>
      <w:r w:rsidR="00987649">
        <w:rPr>
          <w:rStyle w:val="Tun9b"/>
          <w:b w:val="0"/>
        </w:rPr>
        <w:t> </w:t>
      </w:r>
      <w:r w:rsidRPr="00695DAA">
        <w:rPr>
          <w:rStyle w:val="Tun9b"/>
          <w:b w:val="0"/>
        </w:rPr>
        <w:t>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w:t>
      </w:r>
      <w:r w:rsidR="00987649">
        <w:rPr>
          <w:rStyle w:val="Tun9b"/>
          <w:b w:val="0"/>
        </w:rPr>
        <w:t> </w:t>
      </w:r>
      <w:r w:rsidRPr="00695DAA">
        <w:rPr>
          <w:rStyle w:val="Tun9b"/>
          <w:b w:val="0"/>
        </w:rPr>
        <w:t>nabídce připojeno</w:t>
      </w:r>
      <w:r w:rsidR="0035531B" w:rsidRPr="008E1138">
        <w:rPr>
          <w:rStyle w:val="Tun9b"/>
          <w:b w:val="0"/>
        </w:rPr>
        <w:t xml:space="preserve">. </w:t>
      </w:r>
    </w:p>
    <w:p w14:paraId="23BF5A70" w14:textId="77777777" w:rsidR="0035531B" w:rsidRDefault="0035531B" w:rsidP="007038DC">
      <w:pPr>
        <w:pStyle w:val="Nadpis1-1"/>
      </w:pPr>
      <w:bookmarkStart w:id="17" w:name="_Toc160545136"/>
      <w:r>
        <w:t>POŽADAVKY NA ZPRACOVÁNÍ NABÍDKOVÉ CENY</w:t>
      </w:r>
      <w:bookmarkEnd w:id="17"/>
      <w:r>
        <w:t xml:space="preserve"> </w:t>
      </w:r>
    </w:p>
    <w:p w14:paraId="7EFD417E" w14:textId="3A58C551" w:rsidR="0035531B" w:rsidRDefault="004C086E" w:rsidP="004C086E">
      <w:pPr>
        <w:pStyle w:val="Text1-1"/>
      </w:pPr>
      <w:r w:rsidRPr="004C086E">
        <w:t>Nabídková cena bude pokrývat provedení všech prací nezbytných k</w:t>
      </w:r>
      <w:r w:rsidR="00987649">
        <w:t> </w:t>
      </w:r>
      <w:r w:rsidRPr="004C086E">
        <w:t>řádnému provedení předmětu plnění této veřejné zakázky podle této Výzvy a zadávacích podmínek této veřejné zakázky jako celku</w:t>
      </w:r>
      <w:r w:rsidR="0035531B">
        <w:t xml:space="preserve">. </w:t>
      </w:r>
    </w:p>
    <w:p w14:paraId="54C67190" w14:textId="605B40D8" w:rsidR="0035531B" w:rsidRDefault="004C086E" w:rsidP="004C086E">
      <w:pPr>
        <w:pStyle w:val="Text1-1"/>
      </w:pPr>
      <w:r w:rsidRPr="004C086E">
        <w:lastRenderedPageBreak/>
        <w:t xml:space="preserve">Dodavatelé ocení všechny položky Soupisu prací </w:t>
      </w:r>
      <w:r w:rsidR="00D302E5">
        <w:t xml:space="preserve">(není-li </w:t>
      </w:r>
      <w:r w:rsidR="008A5B22">
        <w:t>v</w:t>
      </w:r>
      <w:r w:rsidR="00987649">
        <w:t> </w:t>
      </w:r>
      <w:r w:rsidR="008A5B22">
        <w:t xml:space="preserve">zadávacích podmínkách </w:t>
      </w:r>
      <w:r w:rsidR="00D302E5">
        <w:t xml:space="preserve">stanoveno jinak) </w:t>
      </w:r>
      <w:r w:rsidRPr="004C086E">
        <w:t>poskytnutého v</w:t>
      </w:r>
      <w:r w:rsidR="00987649">
        <w:t> </w:t>
      </w:r>
      <w:r w:rsidRPr="004C086E">
        <w:t>Dílu 4 s</w:t>
      </w:r>
      <w:r w:rsidR="00987649">
        <w:t> </w:t>
      </w:r>
      <w:r w:rsidRPr="004C086E">
        <w:t>názvem Soupis prací s</w:t>
      </w:r>
      <w:r w:rsidR="00987649">
        <w:t> </w:t>
      </w:r>
      <w:r w:rsidRPr="004C086E">
        <w:t>výkazem výměr s</w:t>
      </w:r>
      <w:r w:rsidR="00987649">
        <w:t> </w:t>
      </w:r>
      <w:r w:rsidRPr="004C086E">
        <w:t>přihlédnutím k</w:t>
      </w:r>
      <w:r w:rsidR="00987649">
        <w:t> </w:t>
      </w:r>
      <w:r w:rsidRPr="004C086E">
        <w:t xml:space="preserve">technickým specifikacím jednotlivých položek. </w:t>
      </w:r>
      <w:r w:rsidRPr="004C086E">
        <w:rPr>
          <w:b/>
        </w:rPr>
        <w:t>V</w:t>
      </w:r>
      <w:r w:rsidR="00987649">
        <w:rPr>
          <w:b/>
        </w:rPr>
        <w:t> </w:t>
      </w:r>
      <w:r w:rsidRPr="004C086E">
        <w:rPr>
          <w:b/>
        </w:rPr>
        <w:t>případě, že dodavatel některou z</w:t>
      </w:r>
      <w:r w:rsidR="00987649">
        <w:rPr>
          <w:b/>
        </w:rPr>
        <w:t> </w:t>
      </w:r>
      <w:r w:rsidRPr="004C086E">
        <w:rPr>
          <w:b/>
        </w:rPr>
        <w:t>položek uvedených v</w:t>
      </w:r>
      <w:r w:rsidR="00987649">
        <w:rPr>
          <w:b/>
        </w:rPr>
        <w:t> </w:t>
      </w:r>
      <w:r w:rsidRPr="004C086E">
        <w:rPr>
          <w:b/>
        </w:rPr>
        <w:t>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w:t>
      </w:r>
      <w:r w:rsidR="00987649">
        <w:rPr>
          <w:b/>
        </w:rPr>
        <w:t> </w:t>
      </w:r>
      <w:r w:rsidRPr="004C086E">
        <w:rPr>
          <w:b/>
        </w:rPr>
        <w:t>jakého důvodu nebyla položka oceněna, případně proč a jakým způsobem je daná položka již zahrnuta/oceněna v</w:t>
      </w:r>
      <w:r w:rsidR="00987649">
        <w:rPr>
          <w:b/>
        </w:rPr>
        <w:t> </w:t>
      </w:r>
      <w:r w:rsidRPr="004C086E">
        <w:rPr>
          <w:b/>
        </w:rPr>
        <w:t>jiných položkách Soupisu prací.</w:t>
      </w:r>
      <w:r w:rsidRPr="004C086E">
        <w:t xml:space="preserve"> V</w:t>
      </w:r>
      <w:r w:rsidR="00987649">
        <w:t> </w:t>
      </w:r>
      <w:r w:rsidRPr="004C086E">
        <w:t xml:space="preserve">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pokud neshledá vysvětlení dodavatele za dostatečné a objektivně akceptovatelné (např. dodavatel hodnověrně a dostatečně nevysvětlí, proč a jakým způsobem je daná položka již zahrnuta/oceněna v</w:t>
      </w:r>
      <w:r w:rsidR="00987649">
        <w:t> </w:t>
      </w:r>
      <w:r w:rsidRPr="004C086E">
        <w:t>jiných položkách Soupisu prací apod.). Jednotkové ceny se uvedou bez DPH. Množství jednotek se uvádí se zaokrouhlením na 3 desetinná místa a jednotlivé oceněné položky Soupisu prací se uvádějí v</w:t>
      </w:r>
      <w:r w:rsidR="00987649">
        <w:t> </w:t>
      </w:r>
      <w:r w:rsidRPr="004C086E">
        <w:t>Kč se zaokrouhlením na 2 desetinná místa. Další případné požadavky na vyplnění Soupisu prací stanoví Komentář k</w:t>
      </w:r>
      <w:r w:rsidR="00987649">
        <w:t> </w:t>
      </w:r>
      <w:r w:rsidRPr="004C086E">
        <w:t>soupisu prací (Díl 4 část 1 zadávací dokumentace)</w:t>
      </w:r>
      <w:r w:rsidR="0035531B">
        <w:t>.</w:t>
      </w:r>
    </w:p>
    <w:p w14:paraId="5BFF85A4" w14:textId="733C3A85" w:rsidR="0035531B" w:rsidRDefault="004C086E" w:rsidP="004C086E">
      <w:pPr>
        <w:pStyle w:val="Text1-1"/>
      </w:pPr>
      <w:r w:rsidRPr="004C086E">
        <w:t>Nabídková cena bude v</w:t>
      </w:r>
      <w:r w:rsidR="00987649">
        <w:t> </w:t>
      </w:r>
      <w:r w:rsidRPr="004C086E">
        <w:t>návrhu Smlouvy o dílo uvedena v</w:t>
      </w:r>
      <w:r w:rsidR="00987649">
        <w:t> </w:t>
      </w:r>
      <w:r w:rsidRPr="004C086E">
        <w:t xml:space="preserve">Kč bez DPH. Nabídková cena bude zaokrouhlená na dvě desetinná místa. </w:t>
      </w:r>
      <w:r w:rsidRPr="008645EE">
        <w:t>V</w:t>
      </w:r>
      <w:r w:rsidR="00987649">
        <w:t> </w:t>
      </w:r>
      <w:r w:rsidRPr="008645EE">
        <w:t>případě rozporu mezi nabídkovou cenou uvedenou v</w:t>
      </w:r>
      <w:r w:rsidR="00987649">
        <w:t> </w:t>
      </w:r>
      <w:r w:rsidRPr="008645EE">
        <w:t>návrhu Smlouvy o dílo a nabídkovou cenou uvedenou v</w:t>
      </w:r>
      <w:r w:rsidR="00987649">
        <w:t> </w:t>
      </w:r>
      <w:r w:rsidR="008645EE">
        <w:t>oceněném Soupisu prací</w:t>
      </w:r>
      <w:r w:rsidRPr="008645EE">
        <w:t xml:space="preserve"> bude mít přednost nabídková cena uvedená v</w:t>
      </w:r>
      <w:r w:rsidR="00987649">
        <w:t> </w:t>
      </w:r>
      <w:r w:rsidRPr="008645EE">
        <w:t>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60545137"/>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24BC48" w:rsidR="0035531B" w:rsidRDefault="004C086E" w:rsidP="004C086E">
      <w:pPr>
        <w:pStyle w:val="Text1-1"/>
      </w:pPr>
      <w:r w:rsidRPr="004C086E">
        <w:t>Zadavatel si vyhrazuje právo realizovat změnu v</w:t>
      </w:r>
      <w:r w:rsidR="00987649">
        <w:t> </w:t>
      </w:r>
      <w:r w:rsidRPr="004C086E">
        <w:t>osobě dodavatele v</w:t>
      </w:r>
      <w:r w:rsidR="00987649">
        <w:t> </w:t>
      </w:r>
      <w:r w:rsidRPr="004C086E">
        <w:t>průběhu plnění veřejné zakázky, dojde-li k</w:t>
      </w:r>
      <w:r w:rsidR="00987649">
        <w:t> </w:t>
      </w:r>
      <w:r w:rsidRPr="004C086E">
        <w:t>předčasnému ukončení smlouvy ze strany dodavatele nebo k</w:t>
      </w:r>
      <w:r w:rsidR="00987649">
        <w:t> </w:t>
      </w:r>
      <w:r w:rsidRPr="004C086E">
        <w:t>předčasnému ukončení smlouvy ze strany zadavatele z</w:t>
      </w:r>
      <w:r w:rsidR="00987649">
        <w:t> </w:t>
      </w:r>
      <w:r w:rsidRPr="004C086E">
        <w:t>důvodu porušení povinností dodavatele. Zadavatel si pro takový případ vyhrazuje právo uzavřít smlouvu s</w:t>
      </w:r>
      <w:r w:rsidR="00987649">
        <w:t> </w:t>
      </w:r>
      <w:r w:rsidRPr="004C086E">
        <w:t>dodavatelem, jehož nabídka se umístila ve výsledku hodnocení ve výběrovém řízení jako další v</w:t>
      </w:r>
      <w:r w:rsidR="00987649">
        <w:t> </w:t>
      </w:r>
      <w:r w:rsidRPr="004C086E">
        <w:t>pořadí, a to s</w:t>
      </w:r>
      <w:r w:rsidR="00987649">
        <w:t> </w:t>
      </w:r>
      <w:r w:rsidRPr="004C086E">
        <w:t>cenou stanovenou v</w:t>
      </w:r>
      <w:r w:rsidR="00987649">
        <w:t> </w:t>
      </w:r>
      <w:r w:rsidRPr="004C086E">
        <w:t>souladu s</w:t>
      </w:r>
      <w:r w:rsidR="00987649">
        <w:t> </w:t>
      </w:r>
      <w:r w:rsidRPr="004C086E">
        <w:t>nabídkou takového dodavatele (viz níže). Tento postup zadavatel může uplatnit i opakovaně. Zadavatel v</w:t>
      </w:r>
      <w:r w:rsidR="00987649">
        <w:t> </w:t>
      </w:r>
      <w:r w:rsidRPr="004C086E">
        <w:t>tomto případě uzavře smlouvu s</w:t>
      </w:r>
      <w:r w:rsidR="00987649">
        <w:t> </w:t>
      </w:r>
      <w:r w:rsidRPr="004C086E">
        <w:t>dodavatelem, který se umístil ve výsledku hodnocení ve výběrovém řízení jako další v</w:t>
      </w:r>
      <w:r w:rsidR="00987649">
        <w:t> </w:t>
      </w:r>
      <w:r w:rsidRPr="004C086E">
        <w:t>pořadí, v</w:t>
      </w:r>
      <w:r w:rsidR="00987649">
        <w:t> </w:t>
      </w:r>
      <w:r w:rsidRPr="004C086E">
        <w:t>podobě a v</w:t>
      </w:r>
      <w:r w:rsidR="00987649">
        <w:t> </w:t>
      </w:r>
      <w:r w:rsidRPr="004C086E">
        <w:t>rozsahu smlouvy, jež byla součástí nabídky tohoto dodavatele, upravené v</w:t>
      </w:r>
      <w:r w:rsidR="00987649">
        <w:t> </w:t>
      </w:r>
      <w:r w:rsidRPr="004C086E">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w:t>
      </w:r>
      <w:r w:rsidR="00987649">
        <w:t> </w:t>
      </w:r>
      <w:r w:rsidRPr="004C086E">
        <w:t>dodavatelem, který neprokáže splnění podmínek účasti původního výběrového řízení; v</w:t>
      </w:r>
      <w:r w:rsidR="00987649">
        <w:t> </w:t>
      </w:r>
      <w:r w:rsidRPr="004C086E">
        <w:t>tomto případě je zadavatel oprávněn přistoupit k</w:t>
      </w:r>
      <w:r w:rsidR="00987649">
        <w:t> </w:t>
      </w:r>
      <w:r w:rsidRPr="004C086E">
        <w:t>uzavření smlouvy s</w:t>
      </w:r>
      <w:r w:rsidR="00987649">
        <w:t> </w:t>
      </w:r>
      <w:r w:rsidRPr="004C086E">
        <w:t>dodavatelem, který se umístil ve výsledku hodnocení ve výběrovém řízení jako další v</w:t>
      </w:r>
      <w:r w:rsidR="00987649">
        <w:t> </w:t>
      </w:r>
      <w:r w:rsidRPr="004C086E">
        <w:t>pořadí</w:t>
      </w:r>
      <w:r w:rsidR="0035531B">
        <w:t>.</w:t>
      </w:r>
    </w:p>
    <w:p w14:paraId="1DBE24E2" w14:textId="79E7BE29" w:rsidR="0035531B" w:rsidRDefault="004C086E" w:rsidP="004C086E">
      <w:pPr>
        <w:pStyle w:val="Text1-1"/>
        <w:numPr>
          <w:ilvl w:val="0"/>
          <w:numId w:val="0"/>
        </w:numPr>
        <w:ind w:left="737"/>
      </w:pPr>
      <w:r w:rsidRPr="004C086E">
        <w:t>Zadavatel upřesňuje, že rozsah předmětu plnění dle smlouvy s</w:t>
      </w:r>
      <w:r w:rsidR="00987649">
        <w:t> </w:t>
      </w:r>
      <w:r w:rsidRPr="004C086E">
        <w:t>novým dodavatelem bude upraven tak, že dojde k</w:t>
      </w:r>
      <w:r w:rsidR="00987649">
        <w:t> </w:t>
      </w:r>
      <w:r w:rsidRPr="004C086E">
        <w:t>adekvátnímu snížení rozsahu o tu část plnění, která již byla původním dodavatelem bezvadně dodána. Smluvní cena pro účely smlouvy s</w:t>
      </w:r>
      <w:r w:rsidR="00987649">
        <w:t> </w:t>
      </w:r>
      <w:r w:rsidRPr="004C086E">
        <w:t>novým dodavatelem bude stanovena tak, že nabídková cena uvedená v</w:t>
      </w:r>
      <w:r w:rsidR="00987649">
        <w:t> </w:t>
      </w:r>
      <w:r w:rsidRPr="004C086E">
        <w:t>nabídce nového dodavatele předložené ve výběrovém řízení bude upravena s</w:t>
      </w:r>
      <w:r w:rsidR="00987649">
        <w:t> </w:t>
      </w:r>
      <w:r w:rsidRPr="004C086E">
        <w:t>přihlédnutím k</w:t>
      </w:r>
      <w:r w:rsidR="00987649">
        <w:t> </w:t>
      </w:r>
      <w:r w:rsidRPr="004C086E">
        <w:t>původnímu Soupisu prací dle nabídky a bude od ní odečtena část nabídkové ceny odpovídající již bezvadně dodané části předmětu plnění.</w:t>
      </w:r>
      <w:r w:rsidR="0035531B">
        <w:t xml:space="preserve"> </w:t>
      </w:r>
    </w:p>
    <w:p w14:paraId="2299B936" w14:textId="4BA6F01A" w:rsidR="0035531B" w:rsidRDefault="004C086E" w:rsidP="004C086E">
      <w:pPr>
        <w:pStyle w:val="Text1-1"/>
        <w:numPr>
          <w:ilvl w:val="0"/>
          <w:numId w:val="0"/>
        </w:numPr>
        <w:ind w:left="737"/>
      </w:pPr>
      <w:r w:rsidRPr="004C086E">
        <w:t>Společně s</w:t>
      </w:r>
      <w:r w:rsidR="00987649">
        <w:t> </w:t>
      </w:r>
      <w:r w:rsidRPr="004C086E">
        <w:t>úpravou rozsahu díla dle smlouvy s</w:t>
      </w:r>
      <w:r w:rsidR="00987649">
        <w:t> </w:t>
      </w:r>
      <w:r w:rsidRPr="004C086E">
        <w:t>novým dodavatelem bude odpovídajícím způsobem upraven a aktualizován i harmonogram postupu prací, a to tak, aby uvedené údaje a časová náročnost jednotlivých činností korespondovala s</w:t>
      </w:r>
      <w:r w:rsidR="00987649">
        <w:t> </w:t>
      </w:r>
      <w:r w:rsidRPr="004C086E">
        <w:t>upraveným rozsahem díla. Konečný termín plnění oproti původní nabídce nového dodavatele bude upraven o dobu trvání překážek objektivní povahy a s</w:t>
      </w:r>
      <w:r w:rsidR="00987649">
        <w:t> </w:t>
      </w:r>
      <w:r w:rsidRPr="004C086E">
        <w:t>přihlédnutím k</w:t>
      </w:r>
      <w:r w:rsidR="00987649">
        <w:t> </w:t>
      </w:r>
      <w:r w:rsidRPr="004C086E">
        <w:t>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60545138"/>
      <w:r>
        <w:lastRenderedPageBreak/>
        <w:t>OTEVÍRÁNÍ NABÍDEK</w:t>
      </w:r>
      <w:bookmarkEnd w:id="19"/>
      <w:r>
        <w:t xml:space="preserve"> </w:t>
      </w:r>
    </w:p>
    <w:p w14:paraId="3932316E" w14:textId="28B0E937" w:rsidR="0035531B" w:rsidRDefault="004C086E" w:rsidP="004C086E">
      <w:pPr>
        <w:pStyle w:val="Text1-1"/>
      </w:pPr>
      <w:r w:rsidRPr="004C086E">
        <w:t>Otevírání nabídek v</w:t>
      </w:r>
      <w:r w:rsidR="00987649">
        <w:t> </w:t>
      </w:r>
      <w:r w:rsidRPr="004C086E">
        <w:t xml:space="preserve">elektronické podobě bude probíhat bez účasti veřejnosti, resp. </w:t>
      </w:r>
      <w:r w:rsidR="00987649" w:rsidRPr="004C086E">
        <w:t>D</w:t>
      </w:r>
      <w:r w:rsidRPr="004C086E">
        <w:t>odavatelů</w:t>
      </w:r>
      <w:r w:rsidR="0035531B">
        <w:t xml:space="preserve">. </w:t>
      </w:r>
    </w:p>
    <w:p w14:paraId="559F2CB1" w14:textId="77777777" w:rsidR="0035531B" w:rsidRDefault="0035531B" w:rsidP="007038DC">
      <w:pPr>
        <w:pStyle w:val="Nadpis1-1"/>
      </w:pPr>
      <w:bookmarkStart w:id="20" w:name="_Toc160545139"/>
      <w:r>
        <w:t>POSOUZENÍ SPLNĚNÍ PODMÍNEK ÚČASTI</w:t>
      </w:r>
      <w:bookmarkEnd w:id="20"/>
    </w:p>
    <w:p w14:paraId="56825313" w14:textId="37982A7E" w:rsidR="0035531B" w:rsidRDefault="004C086E" w:rsidP="004C086E">
      <w:pPr>
        <w:pStyle w:val="Text1-1"/>
      </w:pPr>
      <w:r w:rsidRPr="004C086E">
        <w:t>Posouzení splnění podmínek účasti spočívá v</w:t>
      </w:r>
      <w:r w:rsidR="00987649">
        <w:t> </w:t>
      </w:r>
      <w:r w:rsidRPr="004C086E">
        <w:t>posouzení, zda jsou nabídky zpracovány v</w:t>
      </w:r>
      <w:r w:rsidR="00987649">
        <w:t> </w:t>
      </w:r>
      <w:r w:rsidRPr="004C086E">
        <w:t>souladu se zadávacími podmínkami. Součástí posouzení splnění podmínek účasti je i posouzení kvalifikace</w:t>
      </w:r>
      <w:r w:rsidR="0035531B">
        <w:t xml:space="preserve">. </w:t>
      </w:r>
    </w:p>
    <w:p w14:paraId="60B9D266" w14:textId="6832FFD9" w:rsidR="0035531B" w:rsidRDefault="004C086E" w:rsidP="004C086E">
      <w:pPr>
        <w:pStyle w:val="Text1-1"/>
      </w:pPr>
      <w:r w:rsidRPr="004C086E">
        <w:t>Posouzení splnění podmínek účasti ve výběrovém řízení může být provedeno až po hodnocení nabídek. V</w:t>
      </w:r>
      <w:r w:rsidR="00987649">
        <w:t> </w:t>
      </w:r>
      <w:r w:rsidRPr="004C086E">
        <w:t>takovém případě bude provedeno posouzení splnění podmínek účasti ve výběrovém řízení alespoň u vybraného dodavatele</w:t>
      </w:r>
      <w:r w:rsidR="0035531B">
        <w:t>.</w:t>
      </w:r>
    </w:p>
    <w:p w14:paraId="53C96C5E" w14:textId="3197CEDC"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w:t>
      </w:r>
      <w:r w:rsidR="00987649">
        <w:t> </w:t>
      </w:r>
      <w:r w:rsidRPr="004C086E">
        <w:t>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4A0CC7D4" w:rsidR="0035531B" w:rsidRDefault="004C086E" w:rsidP="004C086E">
      <w:pPr>
        <w:pStyle w:val="Text1-1"/>
      </w:pPr>
      <w:r w:rsidRPr="004C086E">
        <w:t>Předmětem posouzení bude i posouzení výše nabídkových cen ve vztahu k</w:t>
      </w:r>
      <w:r w:rsidR="00987649">
        <w:t> </w:t>
      </w:r>
      <w:r w:rsidRPr="004C086E">
        <w:t>předmětu veřejné zakázky. Bude-li to nezbytné a potřebné vzhledem k</w:t>
      </w:r>
      <w:r w:rsidR="00987649">
        <w:t> </w:t>
      </w:r>
      <w:r w:rsidRPr="004C086E">
        <w:t>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w:t>
      </w:r>
      <w:r w:rsidR="00987649">
        <w:t> </w:t>
      </w:r>
      <w:r w:rsidRPr="004C086E">
        <w:t>předmětu zadávané veřejné zakázky mimořádně nízkou nabídkovou cenu. Jestliže nabídka bude obsahovat mimořádně nízkou nabídkovou cenu ve vztahu k</w:t>
      </w:r>
      <w:r w:rsidR="00987649">
        <w:t> </w:t>
      </w:r>
      <w:r w:rsidRPr="004C086E">
        <w:t>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V</w:t>
      </w:r>
      <w:r w:rsidR="00987649">
        <w:t> </w:t>
      </w:r>
      <w:r w:rsidR="00BC12B5" w:rsidRPr="00AB5327">
        <w:t xml:space="preserve">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1E556EA1" w:rsidR="001D4B4A" w:rsidRDefault="001D4B4A" w:rsidP="001D4B4A">
      <w:pPr>
        <w:pStyle w:val="Text1-1"/>
      </w:pPr>
      <w:r>
        <w:t xml:space="preserve">Zadavatel může vyloučit účastníka výběrového řízení, pokud nabídka podaná účastníkem nesplňuje zadávací podmínky, tzn. </w:t>
      </w:r>
      <w:r w:rsidR="00987649">
        <w:t>P</w:t>
      </w:r>
      <w:r>
        <w:t>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5D3CDF2A" w:rsidR="001D4B4A" w:rsidRDefault="001D4B4A" w:rsidP="00EA1BB1">
      <w:pPr>
        <w:pStyle w:val="Odstavec1-1a"/>
        <w:numPr>
          <w:ilvl w:val="0"/>
          <w:numId w:val="16"/>
        </w:numPr>
      </w:pPr>
      <w:r>
        <w:t>plnění nabízené účastníkem by vedlo k</w:t>
      </w:r>
      <w:r w:rsidR="00987649">
        <w:t> </w:t>
      </w:r>
      <w:r>
        <w:t>nedodržování povinností vyplývajících z</w:t>
      </w:r>
      <w:r w:rsidR="00987649">
        <w:t> </w:t>
      </w:r>
      <w:r>
        <w:t>předpisů práva životního prostředí, sociálních nebo pracovněprávních předpisů nebo kolektivních smluv vztahujících se k</w:t>
      </w:r>
      <w:r w:rsidR="00987649">
        <w:t> </w:t>
      </w:r>
      <w:r>
        <w:t xml:space="preserve">předmětu zadávané </w:t>
      </w:r>
      <w:r w:rsidR="00E8759A">
        <w:t xml:space="preserve">veřejné </w:t>
      </w:r>
      <w:r>
        <w:t xml:space="preserve">zakázky, </w:t>
      </w:r>
    </w:p>
    <w:p w14:paraId="7EBF1F8F" w14:textId="7275D916" w:rsidR="001D4B4A" w:rsidRDefault="001D4B4A" w:rsidP="00EA1BB1">
      <w:pPr>
        <w:pStyle w:val="Odstavec1-1a"/>
        <w:numPr>
          <w:ilvl w:val="0"/>
          <w:numId w:val="16"/>
        </w:numPr>
      </w:pPr>
      <w:r>
        <w:t>došlo ke střetu zájmů a jiné opatření k</w:t>
      </w:r>
      <w:r w:rsidR="00987649">
        <w:t> </w:t>
      </w:r>
      <w:r>
        <w:t xml:space="preserve">nápravě, kromě zrušení výběrového řízení, není možné, </w:t>
      </w:r>
    </w:p>
    <w:p w14:paraId="052AB1AE" w14:textId="6734F0A6" w:rsidR="001D4B4A" w:rsidRDefault="001D4B4A" w:rsidP="00EA1BB1">
      <w:pPr>
        <w:pStyle w:val="Odstavec1-1a"/>
        <w:numPr>
          <w:ilvl w:val="0"/>
          <w:numId w:val="16"/>
        </w:numPr>
      </w:pPr>
      <w:r>
        <w:t>došlo k</w:t>
      </w:r>
      <w:r w:rsidR="00987649">
        <w:t> </w:t>
      </w:r>
      <w:r>
        <w:t>narušení hospodářské soutěže předchozí účastí účastníka výběrového řízení při přípravě výběrového řízení, jiné opatření k</w:t>
      </w:r>
      <w:r w:rsidR="00987649">
        <w:t> </w:t>
      </w:r>
      <w:r>
        <w:t xml:space="preserve">nápravě není možné a účastník </w:t>
      </w:r>
      <w:r>
        <w:lastRenderedPageBreak/>
        <w:t xml:space="preserve">výběrového řízení na </w:t>
      </w:r>
      <w:r w:rsidR="008C75A8">
        <w:t xml:space="preserve">písemnou </w:t>
      </w:r>
      <w:r>
        <w:t>výzvu zadavatele neprokázal, že k</w:t>
      </w:r>
      <w:r w:rsidR="00987649">
        <w:t> </w:t>
      </w:r>
      <w:r>
        <w:t xml:space="preserve">narušení hospodářské soutěže nedošlo, </w:t>
      </w:r>
    </w:p>
    <w:p w14:paraId="51EF2179" w14:textId="4F8E9A38" w:rsidR="001D4B4A" w:rsidRDefault="001D4B4A" w:rsidP="00EA1BB1">
      <w:pPr>
        <w:pStyle w:val="Odstavec1-1a"/>
        <w:numPr>
          <w:ilvl w:val="0"/>
          <w:numId w:val="16"/>
        </w:numPr>
      </w:pPr>
      <w:r>
        <w:t xml:space="preserve">účastník </w:t>
      </w:r>
      <w:r w:rsidR="00C154A5">
        <w:t xml:space="preserve">se </w:t>
      </w:r>
      <w:r>
        <w:t>dopustil v</w:t>
      </w:r>
      <w:r w:rsidR="00987649">
        <w:t> </w:t>
      </w:r>
      <w:r>
        <w:t>posledních 3 letech před zahájením výběrového řízení závažných nebo dlouhodobých pochybení při plnění dřívějšího smluvního vztahu se zadavatelem zadávané zakázky, nebo s</w:t>
      </w:r>
      <w:r w:rsidR="00987649">
        <w:t> </w:t>
      </w:r>
      <w:r>
        <w:t xml:space="preserve">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458D7761" w:rsidR="001D4B4A" w:rsidRDefault="001D4B4A" w:rsidP="00EA1BB1">
      <w:pPr>
        <w:pStyle w:val="Odstavec1-1a"/>
        <w:numPr>
          <w:ilvl w:val="0"/>
          <w:numId w:val="16"/>
        </w:numPr>
      </w:pPr>
      <w:r>
        <w:t xml:space="preserve">účastník </w:t>
      </w:r>
      <w:r w:rsidR="00C154A5">
        <w:t xml:space="preserve">se </w:t>
      </w:r>
      <w:r>
        <w:t>dopustil v</w:t>
      </w:r>
      <w:r w:rsidR="00987649">
        <w:t> </w:t>
      </w:r>
      <w:r>
        <w:t>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168E40A9" w:rsidR="00C154A5" w:rsidRDefault="00C154A5" w:rsidP="007C3E84">
      <w:pPr>
        <w:pStyle w:val="Text1-1"/>
      </w:pPr>
      <w:r w:rsidRPr="00C154A5">
        <w:t>Zadavatel může vyloučit účastníka pro nezpůsobilost také, pokud na základě věrohodných informací získá důvodné podezření, že účastník uzavřel s</w:t>
      </w:r>
      <w:r w:rsidR="00987649">
        <w:t> </w:t>
      </w:r>
      <w:r w:rsidRPr="00C154A5">
        <w:t xml:space="preserve">jinými osobami zakázanou dohodu </w:t>
      </w:r>
      <w:r w:rsidR="000203DB">
        <w:t xml:space="preserve">podle zákona o ochraně hospodářské soutěže </w:t>
      </w:r>
      <w:r w:rsidRPr="00C154A5">
        <w:t>v</w:t>
      </w:r>
      <w:r w:rsidR="00987649">
        <w:t> </w:t>
      </w:r>
      <w:r w:rsidRPr="00C154A5">
        <w:t xml:space="preserve">souvislosti se zadávanou </w:t>
      </w:r>
      <w:r w:rsidR="00E8759A">
        <w:t xml:space="preserve">veřejnou </w:t>
      </w:r>
      <w:r w:rsidRPr="00C154A5">
        <w:t>zakázkou</w:t>
      </w:r>
      <w:r w:rsidR="00E8759A">
        <w:t>, nebo části nabídek, které mají být hodnoceny podle kritérií hodnocení, připravoval ve vzájemné shodě s</w:t>
      </w:r>
      <w:r w:rsidR="00987649">
        <w:t> </w:t>
      </w:r>
      <w:r w:rsidR="00E8759A">
        <w:t xml:space="preserve">jiným účastníkem téhož </w:t>
      </w:r>
      <w:r w:rsidR="00B92C98">
        <w:t xml:space="preserve">výběrového </w:t>
      </w:r>
      <w:r w:rsidR="00E8759A">
        <w:t>řízení, s</w:t>
      </w:r>
      <w:r w:rsidR="00987649">
        <w:t> </w:t>
      </w:r>
      <w:r w:rsidR="00E8759A">
        <w:t>nímž je spojenou osobou podle zákona o daních z</w:t>
      </w:r>
      <w:r w:rsidR="00987649">
        <w:t> </w:t>
      </w:r>
      <w:r w:rsidR="00E8759A">
        <w:t xml:space="preserve">příjmů, a na písemnou výzvu zadavatele účastník </w:t>
      </w:r>
      <w:r w:rsidR="00B92C98">
        <w:t xml:space="preserve">výběrového </w:t>
      </w:r>
      <w:r w:rsidR="00E8759A">
        <w:t>řízení nevysvětlil, že k</w:t>
      </w:r>
      <w:r w:rsidR="00987649">
        <w:t> </w:t>
      </w:r>
      <w:r w:rsidR="00E8759A">
        <w:t>takové vzájemné shodě při přípravě nabídky nedošlo</w:t>
      </w:r>
      <w:r>
        <w:t>.</w:t>
      </w:r>
    </w:p>
    <w:p w14:paraId="4709FD48" w14:textId="6FC18578"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w:t>
      </w:r>
      <w:r w:rsidR="00987649">
        <w:t> </w:t>
      </w:r>
      <w:r w:rsidRPr="00C154A5">
        <w:t>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1" w:name="_Toc160545140"/>
      <w:r>
        <w:t>HODNOCENÍ NABÍDEK</w:t>
      </w:r>
      <w:bookmarkEnd w:id="21"/>
    </w:p>
    <w:p w14:paraId="54E464B2" w14:textId="5D03F648" w:rsidR="0035531B" w:rsidRDefault="007B3D4D" w:rsidP="007B3D4D">
      <w:pPr>
        <w:pStyle w:val="Text1-1"/>
      </w:pPr>
      <w:r w:rsidRPr="007B3D4D">
        <w:t>Nabídky budou hodnoceny podle jejich ekonomické výhodnosti. Ekonomickou výhodnost bude zadavatel hodnotit podle nejnižší nabídkové ceny. V</w:t>
      </w:r>
      <w:r w:rsidR="00987649">
        <w:t> </w:t>
      </w:r>
      <w:r w:rsidRPr="007B3D4D">
        <w:t>případě, že ve lhůtě pro podání nabídek bude podána pouze jediná nabídka, hodnocení se neprovede</w:t>
      </w:r>
      <w:r w:rsidR="0035531B">
        <w:t>.</w:t>
      </w:r>
    </w:p>
    <w:p w14:paraId="58F7D0E9" w14:textId="429A38F4" w:rsidR="0035531B" w:rsidRDefault="007B3D4D" w:rsidP="0034455B">
      <w:pPr>
        <w:pStyle w:val="Text1-1"/>
      </w:pPr>
      <w:r w:rsidRPr="007B3D4D">
        <w:t>V</w:t>
      </w:r>
      <w:r w:rsidR="00987649">
        <w:t> </w:t>
      </w:r>
      <w:r w:rsidRPr="007B3D4D">
        <w:t>rámci hodnotícího kritéria bude hodnocena výše nabídkové ceny v</w:t>
      </w:r>
      <w:r w:rsidR="00987649">
        <w:t> </w:t>
      </w:r>
      <w:r w:rsidRPr="007B3D4D">
        <w:t>Kč bez DPH ve smyslu odst. 13.3 této Výzvy uvedená v</w:t>
      </w:r>
      <w:r w:rsidR="00987649">
        <w:t> </w:t>
      </w:r>
      <w:r w:rsidRPr="007B3D4D">
        <w:t>návrhu Smlouvy o dílo. Jako nejvýhodnější bude hodnocena nabídka s</w:t>
      </w:r>
      <w:r w:rsidR="00987649">
        <w:t> </w:t>
      </w:r>
      <w:r w:rsidRPr="007B3D4D">
        <w:t>nejnižší nabídkovou cenou v</w:t>
      </w:r>
      <w:r w:rsidR="00987649">
        <w:t> </w:t>
      </w:r>
      <w:r w:rsidRPr="007B3D4D">
        <w:t>Kč bez DPH uvedenou v</w:t>
      </w:r>
      <w:r w:rsidR="00987649">
        <w:t> </w:t>
      </w:r>
      <w:r w:rsidRPr="007B3D4D">
        <w:t>návrhu Smlouvy o dílo ze všech hodnocených nabídek. Ostatní nabídky budou seřazeny v</w:t>
      </w:r>
      <w:r w:rsidR="00987649">
        <w:t> </w:t>
      </w:r>
      <w:r w:rsidRPr="007B3D4D">
        <w:t>pořadí dle výše jejich nabídkových cen v</w:t>
      </w:r>
      <w:r w:rsidR="00987649">
        <w:t> </w:t>
      </w:r>
      <w:r w:rsidRPr="007B3D4D">
        <w:t>Kč bez DPH uvedených v</w:t>
      </w:r>
      <w:r w:rsidR="00987649">
        <w:t> </w:t>
      </w:r>
      <w:r w:rsidRPr="007B3D4D">
        <w:t>návrhu Smlouvy o dílo od nabídky s</w:t>
      </w:r>
      <w:r w:rsidR="00987649">
        <w:t> </w:t>
      </w:r>
      <w:r w:rsidRPr="007B3D4D">
        <w:t>druhou nejnižší nabídkovou cenou po nabídku s</w:t>
      </w:r>
      <w:r w:rsidR="00987649">
        <w:t> </w:t>
      </w:r>
      <w:r w:rsidRPr="007B3D4D">
        <w:t>nejvyšší nabídkovou cenou</w:t>
      </w:r>
      <w:r w:rsidR="0035531B">
        <w:t>.</w:t>
      </w:r>
      <w:r w:rsidR="0034455B">
        <w:t xml:space="preserve"> </w:t>
      </w:r>
      <w:r w:rsidR="0034455B" w:rsidRPr="0034455B">
        <w:t>Pokud by měly být dvě nebo více nabídek hodnoceny jako nejlepší z</w:t>
      </w:r>
      <w:r w:rsidR="00987649">
        <w:t> </w:t>
      </w:r>
      <w:r w:rsidR="0034455B" w:rsidRPr="0034455B">
        <w:t>důvodu shodné nejnižší nabídkové ceny, rozhodne o lepším pořadí konkurenčních nabídek čas podání nabídek (přednější pořadí ve výsledku hodnocení tedy získá nabídka s</w:t>
      </w:r>
      <w:r w:rsidR="00987649">
        <w:t> </w:t>
      </w:r>
      <w:r w:rsidR="0034455B" w:rsidRPr="0034455B">
        <w:t>dřívějším časem podání).</w:t>
      </w:r>
    </w:p>
    <w:p w14:paraId="36166917" w14:textId="77777777" w:rsidR="0035531B" w:rsidRDefault="0035531B" w:rsidP="007038DC">
      <w:pPr>
        <w:pStyle w:val="Nadpis1-1"/>
      </w:pPr>
      <w:bookmarkStart w:id="22" w:name="_Toc160545141"/>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693C8A44" w:rsidR="0035531B" w:rsidRDefault="007B3D4D" w:rsidP="007B3D4D">
      <w:pPr>
        <w:pStyle w:val="Text1-1"/>
      </w:pPr>
      <w:r w:rsidRPr="007B3D4D">
        <w:lastRenderedPageBreak/>
        <w:t>Zadavatel si mimo jiné vyhrazuje právo zrušit výběrové řízení v</w:t>
      </w:r>
      <w:r w:rsidR="00987649">
        <w:t> </w:t>
      </w:r>
      <w:r w:rsidRPr="007B3D4D">
        <w:t>případě, že k</w:t>
      </w:r>
      <w:r w:rsidR="00987649">
        <w:t> </w:t>
      </w:r>
      <w:r w:rsidRPr="007B3D4D">
        <w:t>hodnocení připadnou pouze nabídky s</w:t>
      </w:r>
      <w:r w:rsidR="00987649">
        <w:t> </w:t>
      </w:r>
      <w:r w:rsidRPr="007B3D4D">
        <w:t xml:space="preserve">nabídkovou cenou převyšující předpokládanou hodnotu </w:t>
      </w:r>
      <w:r w:rsidRPr="00E60C4A">
        <w:t>zakázky</w:t>
      </w:r>
      <w:r w:rsidR="00E60C4A">
        <w:t xml:space="preserve"> </w:t>
      </w:r>
      <w:r w:rsidRPr="007B3D4D">
        <w:t xml:space="preserve">uvedenou </w:t>
      </w:r>
      <w:r w:rsidR="00AC28F5">
        <w:t>v</w:t>
      </w:r>
      <w:r w:rsidR="00987649">
        <w:t> </w:t>
      </w:r>
      <w:r w:rsidRPr="007B3D4D">
        <w:t>čl. 5.3 této Výzvy</w:t>
      </w:r>
      <w:r w:rsidR="0035531B">
        <w:t>.</w:t>
      </w:r>
    </w:p>
    <w:p w14:paraId="04351B14" w14:textId="31EED9AB" w:rsidR="0035531B" w:rsidRDefault="007B3D4D" w:rsidP="007B3D4D">
      <w:pPr>
        <w:pStyle w:val="Text1-1"/>
      </w:pPr>
      <w:r w:rsidRPr="00930B76">
        <w:t xml:space="preserve">Pokud bude nabídka vybraného dodavatele obsahovat nabídkovou cenu, která </w:t>
      </w:r>
      <w:proofErr w:type="gramStart"/>
      <w:r w:rsidRPr="00930B76">
        <w:t>překročí</w:t>
      </w:r>
      <w:proofErr w:type="gramEnd"/>
      <w:r w:rsidRPr="00930B76">
        <w:t xml:space="preserve"> režim veřejné zakázky,</w:t>
      </w:r>
      <w:r w:rsidRPr="007B3D4D">
        <w:t xml:space="preserve"> bude výběrové řízení zrušeno</w:t>
      </w:r>
      <w:r>
        <w:t>.</w:t>
      </w:r>
    </w:p>
    <w:p w14:paraId="2ACC89C4" w14:textId="4998C374"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 xml:space="preserve">obsahovat nabídkovou cenu, která </w:t>
      </w:r>
      <w:proofErr w:type="gramStart"/>
      <w:r w:rsidRPr="007B3D4D">
        <w:t>překročí</w:t>
      </w:r>
      <w:proofErr w:type="gramEnd"/>
      <w:r>
        <w:t xml:space="preserve"> částku </w:t>
      </w:r>
      <w:r w:rsidR="00AC76A4">
        <w:t xml:space="preserve">30 000 000,- </w:t>
      </w:r>
      <w:r>
        <w:t xml:space="preserve">Kč bez DPH. </w:t>
      </w:r>
    </w:p>
    <w:p w14:paraId="045C72D6" w14:textId="77777777" w:rsidR="0035531B" w:rsidRDefault="0035531B" w:rsidP="007038DC">
      <w:pPr>
        <w:pStyle w:val="Nadpis1-1"/>
      </w:pPr>
      <w:bookmarkStart w:id="23" w:name="_Toc160545142"/>
      <w:r>
        <w:t>UZAVŘENÍ SMLOUVY</w:t>
      </w:r>
      <w:bookmarkEnd w:id="23"/>
    </w:p>
    <w:p w14:paraId="69AE216E" w14:textId="372079AE" w:rsidR="0035531B" w:rsidRDefault="007B3D4D" w:rsidP="007B3D4D">
      <w:pPr>
        <w:pStyle w:val="Text1-1"/>
      </w:pPr>
      <w:r w:rsidRPr="007B3D4D">
        <w:t>Smlouva bude uzavřena písemně v</w:t>
      </w:r>
      <w:r w:rsidR="00987649">
        <w:t> </w:t>
      </w:r>
      <w:r w:rsidRPr="007B3D4D">
        <w:t>souladu s</w:t>
      </w:r>
      <w:r w:rsidR="00987649">
        <w:t> </w:t>
      </w:r>
      <w:r w:rsidRPr="007B3D4D">
        <w:t>nabídkou vybraného dodavatele a zadávacími podmínkami v</w:t>
      </w:r>
      <w:r w:rsidR="00987649">
        <w:t> </w:t>
      </w:r>
      <w:r w:rsidRPr="007B3D4D">
        <w:t>podobě uvedené v</w:t>
      </w:r>
      <w:r w:rsidR="00987649">
        <w:t> </w:t>
      </w:r>
      <w:r w:rsidRPr="007B3D4D">
        <w:t>Dílu 2 této zadávací dokumentace s</w:t>
      </w:r>
      <w:r w:rsidR="00987649">
        <w:t> </w:t>
      </w:r>
      <w:r w:rsidRPr="007B3D4D">
        <w:t>názvem Závazný vzor smlouvy včetně příloh</w:t>
      </w:r>
      <w:r w:rsidR="0035531B">
        <w:t xml:space="preserve">. </w:t>
      </w:r>
    </w:p>
    <w:p w14:paraId="584560CF" w14:textId="3629E6A8" w:rsidR="0035531B" w:rsidRPr="00C90A1F" w:rsidRDefault="007B3D4D" w:rsidP="007B3D4D">
      <w:pPr>
        <w:pStyle w:val="Text1-1"/>
        <w:rPr>
          <w:b/>
        </w:rPr>
      </w:pPr>
      <w:r w:rsidRPr="007B3D4D">
        <w:t>Zadavatel vybere k</w:t>
      </w:r>
      <w:r w:rsidR="00987649">
        <w:t> </w:t>
      </w:r>
      <w:r w:rsidRPr="007B3D4D">
        <w:t xml:space="preserve">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uvedené </w:t>
      </w:r>
      <w:r w:rsidRPr="00D71DA9">
        <w:t>v</w:t>
      </w:r>
      <w:r w:rsidR="00987649" w:rsidRPr="00D71DA9">
        <w:t> </w:t>
      </w:r>
      <w:r w:rsidRPr="00D71DA9">
        <w:t xml:space="preserve">článku 19.3, resp. </w:t>
      </w:r>
      <w:r w:rsidR="00D71DA9">
        <w:t>v</w:t>
      </w:r>
      <w:r w:rsidR="00987649" w:rsidRPr="00D71DA9">
        <w:t> </w:t>
      </w:r>
      <w:r w:rsidRPr="00D71DA9">
        <w:t xml:space="preserve">článku 19.4 </w:t>
      </w:r>
      <w:r w:rsidR="005909AC" w:rsidRPr="00D71DA9">
        <w:t>až 19.</w:t>
      </w:r>
      <w:r w:rsidR="00AF09D9" w:rsidRPr="00D71DA9">
        <w:t>9</w:t>
      </w:r>
      <w:r w:rsidR="005909AC" w:rsidRPr="00D71DA9">
        <w:t xml:space="preserve"> </w:t>
      </w:r>
      <w:r w:rsidRPr="00D71DA9">
        <w:t>Výzvy</w:t>
      </w:r>
      <w:r w:rsidR="002952C6">
        <w:t>, dopadají-li na vybraného dodavatele.</w:t>
      </w:r>
      <w:r w:rsidRPr="007B3D4D">
        <w:t xml:space="preserve"> Zadavatel vyzve vybraného dodavatele k</w:t>
      </w:r>
      <w:r w:rsidR="00987649">
        <w:t> </w:t>
      </w:r>
      <w:r w:rsidRPr="007B3D4D">
        <w:t>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w:t>
      </w:r>
      <w:r w:rsidR="00987649">
        <w:t> </w:t>
      </w:r>
      <w:r w:rsidRPr="007B3D4D">
        <w:t xml:space="preserve">jejímu uzavření (např. </w:t>
      </w:r>
      <w:proofErr w:type="gramStart"/>
      <w:r w:rsidRPr="007B3D4D">
        <w:t>nepředloží</w:t>
      </w:r>
      <w:proofErr w:type="gramEnd"/>
      <w:r w:rsidRPr="007B3D4D">
        <w:t xml:space="preserve"> některý z</w:t>
      </w:r>
      <w:r w:rsidR="00987649">
        <w:t> </w:t>
      </w:r>
      <w:r w:rsidRPr="007B3D4D">
        <w:t>požadovaných dokumentů), zadavatel vyloučí vybraného dodavatele z</w:t>
      </w:r>
      <w:r w:rsidR="00987649">
        <w:t> </w:t>
      </w:r>
      <w:r w:rsidRPr="007B3D4D">
        <w:t>účasti ve výběrovém řízení a zadavatel může vyzvat k</w:t>
      </w:r>
      <w:r w:rsidR="00987649">
        <w:t> </w:t>
      </w:r>
      <w:r w:rsidRPr="007B3D4D">
        <w:t>uzavření smlouvy dalšího účastníka výběrového řízení, a to v</w:t>
      </w:r>
      <w:r w:rsidR="00987649">
        <w:t> </w:t>
      </w:r>
      <w:r w:rsidRPr="007B3D4D">
        <w:t>pořadí, které vyplývá z</w:t>
      </w:r>
      <w:r w:rsidR="00987649">
        <w:t> </w:t>
      </w:r>
      <w:r w:rsidRPr="007B3D4D">
        <w:t>výsledku původního hodnocení nabídek nebo z</w:t>
      </w:r>
      <w:r w:rsidR="00987649">
        <w:t> </w:t>
      </w:r>
      <w:r w:rsidRPr="007B3D4D">
        <w:t xml:space="preserve">výsledku nového hodnocení. Nové hodnocení zadavatel provede, pokud by vyloučení vybraného dodavatele znamenalo podstatné ovlivnění původního pořadí nabídek. </w:t>
      </w:r>
      <w:r w:rsidR="00D26EE6" w:rsidRPr="00ED023E">
        <w:rPr>
          <w:rStyle w:val="Tun9b"/>
          <w:b w:val="0"/>
        </w:rPr>
        <w:t>Zadavatel je oprávněn v</w:t>
      </w:r>
      <w:r w:rsidR="00987649">
        <w:rPr>
          <w:rStyle w:val="Tun9b"/>
          <w:b w:val="0"/>
        </w:rPr>
        <w:t> </w:t>
      </w:r>
      <w:r w:rsidR="00D26EE6" w:rsidRPr="00ED023E">
        <w:rPr>
          <w:rStyle w:val="Tun9b"/>
          <w:b w:val="0"/>
        </w:rPr>
        <w:t>písemné výzvě určit další doklady, které je vybraný dodavatel povinen předložit</w:t>
      </w:r>
      <w:r w:rsidR="00D26EE6">
        <w:rPr>
          <w:rStyle w:val="Tun9b"/>
          <w:b w:val="0"/>
        </w:rPr>
        <w:t xml:space="preserve"> analogicky v</w:t>
      </w:r>
      <w:r w:rsidR="00987649">
        <w:rPr>
          <w:rStyle w:val="Tun9b"/>
          <w:b w:val="0"/>
        </w:rPr>
        <w:t> </w:t>
      </w:r>
      <w:r w:rsidR="00D26EE6">
        <w:rPr>
          <w:rStyle w:val="Tun9b"/>
          <w:b w:val="0"/>
        </w:rPr>
        <w:t>souladu s § 122 odst. 4 ZZVZ</w:t>
      </w:r>
      <w:r w:rsidR="00D26EE6" w:rsidRPr="00ED023E">
        <w:rPr>
          <w:rStyle w:val="Tun9b"/>
          <w:b w:val="0"/>
        </w:rPr>
        <w:t>.</w:t>
      </w:r>
      <w:r w:rsidR="00D26EE6">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w:t>
      </w:r>
      <w:r w:rsidR="00987649">
        <w:t> </w:t>
      </w:r>
      <w:r w:rsidRPr="00C90A1F">
        <w:t>poskytnutí součinnosti před podpisem smlouvy</w:t>
      </w:r>
      <w:r w:rsidR="0035531B" w:rsidRPr="00F42F3A">
        <w:rPr>
          <w:bCs/>
        </w:rPr>
        <w:t>.</w:t>
      </w:r>
      <w:r w:rsidR="00C90A1F" w:rsidRPr="00F42F3A">
        <w:rPr>
          <w:bCs/>
        </w:rPr>
        <w:t xml:space="preserve"> </w:t>
      </w:r>
      <w:r w:rsidR="00C90A1F" w:rsidRPr="00C90A1F">
        <w:rPr>
          <w:rStyle w:val="Tun9b"/>
          <w:b w:val="0"/>
        </w:rPr>
        <w:t>Pokud je požadován originál nebo úředně ověřená kopie dokladu, musí být předložena elektronicky s</w:t>
      </w:r>
      <w:r w:rsidR="00987649">
        <w:rPr>
          <w:rStyle w:val="Tun9b"/>
          <w:b w:val="0"/>
        </w:rPr>
        <w:t> </w:t>
      </w:r>
      <w:r w:rsidR="00C90A1F" w:rsidRPr="00C90A1F">
        <w:rPr>
          <w:rStyle w:val="Tun9b"/>
          <w:b w:val="0"/>
        </w:rPr>
        <w:t>elektronickým podpisem nebo musí být z</w:t>
      </w:r>
      <w:r w:rsidR="00987649">
        <w:rPr>
          <w:rStyle w:val="Tun9b"/>
          <w:b w:val="0"/>
        </w:rPr>
        <w:t> </w:t>
      </w:r>
      <w:r w:rsidR="00C90A1F" w:rsidRPr="00C90A1F">
        <w:rPr>
          <w:rStyle w:val="Tun9b"/>
          <w:b w:val="0"/>
        </w:rPr>
        <w:t>listinné podoby zkonvertována do elektronické podoby. Pokud originální doklady existují pouze v</w:t>
      </w:r>
      <w:r w:rsidR="00987649">
        <w:rPr>
          <w:rStyle w:val="Tun9b"/>
          <w:b w:val="0"/>
        </w:rPr>
        <w:t> </w:t>
      </w:r>
      <w:r w:rsidR="00C90A1F" w:rsidRPr="00C90A1F">
        <w:rPr>
          <w:rStyle w:val="Tun9b"/>
          <w:b w:val="0"/>
        </w:rPr>
        <w:t>listinné podobě, bude nutná jejich konverze do elektronické podoby v</w:t>
      </w:r>
      <w:r w:rsidR="00987649">
        <w:rPr>
          <w:rStyle w:val="Tun9b"/>
          <w:b w:val="0"/>
        </w:rPr>
        <w:t> </w:t>
      </w:r>
      <w:r w:rsidR="00C90A1F" w:rsidRPr="00C90A1F">
        <w:rPr>
          <w:rStyle w:val="Tun9b"/>
          <w:b w:val="0"/>
        </w:rPr>
        <w:t>souladu s § 22 zákona č. 300/2008 Sb., o elektronických úkonech a autorizované konverzi dokumentů, ve znění pozdějších předpisů.</w:t>
      </w:r>
    </w:p>
    <w:p w14:paraId="789FDBF5" w14:textId="093AE057" w:rsidR="0035531B" w:rsidRDefault="00C759F1" w:rsidP="00C759F1">
      <w:pPr>
        <w:pStyle w:val="Text1-1"/>
      </w:pPr>
      <w:r w:rsidRPr="00C759F1">
        <w:t>Vybraný dodavatel je povinen na základě písemné výzvy jako podmínku pro uzavření smlouvy poskytnout zadavateli řádnou součinnost, která spočívá zejména v</w:t>
      </w:r>
      <w:r w:rsidR="00987649">
        <w:t> </w:t>
      </w:r>
      <w:r w:rsidRPr="00C759F1">
        <w:t>předložení následujících dokumentů</w:t>
      </w:r>
      <w:r w:rsidR="0035531B">
        <w:t xml:space="preserve">: </w:t>
      </w:r>
    </w:p>
    <w:p w14:paraId="27C64263" w14:textId="1B3287FD" w:rsidR="00B07880" w:rsidRDefault="0001718F" w:rsidP="00C759F1">
      <w:pPr>
        <w:pStyle w:val="Odrka1-1"/>
      </w:pPr>
      <w:r>
        <w:t>kopií dokladů osvědčující skutečnosti obsažené v</w:t>
      </w:r>
      <w:r w:rsidR="00987649">
        <w:t> </w:t>
      </w:r>
      <w:r>
        <w:t>jednotném evropském osvědčení pro veřejné zakázky, pokud bylo v</w:t>
      </w:r>
      <w:r w:rsidR="00987649">
        <w:t> </w:t>
      </w:r>
      <w:r>
        <w:t>nabídce předložení požadovaných dokladů nahrazeno jednotným evropským osvědčením (to neplatí, pokud vybraný dodavatel zadavateli sdělí, že mu je již předložil v</w:t>
      </w:r>
      <w:r w:rsidR="00987649">
        <w:t> </w:t>
      </w:r>
      <w:r>
        <w:t>předchozím zadávacím či výběrovém řízení a současně sdělí název či jinou identifikaci tohoto předchozího řízení)</w:t>
      </w:r>
      <w:r w:rsidR="00B07880">
        <w:t>;</w:t>
      </w:r>
    </w:p>
    <w:p w14:paraId="668DCAE3" w14:textId="0E5FDF4F" w:rsidR="001B5ED5" w:rsidRDefault="001B5ED5" w:rsidP="001B5ED5">
      <w:pPr>
        <w:pStyle w:val="Odrka1-1"/>
      </w:pPr>
      <w:r>
        <w:t>kopie smlouvy uzavřené s</w:t>
      </w:r>
      <w:r w:rsidR="00987649">
        <w:t> </w:t>
      </w:r>
      <w:r>
        <w:t xml:space="preserve">výrobcem nebo dodavatelem </w:t>
      </w:r>
      <w:r w:rsidRPr="00D71DA9">
        <w:t xml:space="preserve">zabezpečovacího zařízení, </w:t>
      </w:r>
      <w:r w:rsidR="00EF6C46" w:rsidRPr="00D71DA9">
        <w:t xml:space="preserve">sdělovacího zařízení, </w:t>
      </w:r>
      <w:r w:rsidRPr="00D71DA9">
        <w:t xml:space="preserve">zařízení elektrotechniky a energetiky </w:t>
      </w:r>
      <w:r w:rsidR="008716A2">
        <w:t xml:space="preserve">či jednostranného </w:t>
      </w:r>
      <w:r w:rsidR="008716A2">
        <w:lastRenderedPageBreak/>
        <w:t xml:space="preserve">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w:t>
      </w:r>
      <w:r w:rsidR="00987649">
        <w:t> </w:t>
      </w:r>
      <w:r>
        <w:t>jeho použití pro plnění předmětné veřejné zakázky k</w:t>
      </w:r>
      <w:r w:rsidR="00987649">
        <w:t> </w:t>
      </w:r>
      <w:r>
        <w:t xml:space="preserve">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w:t>
      </w:r>
      <w:r w:rsidR="00987649">
        <w:t> </w:t>
      </w:r>
      <w:r>
        <w:t xml:space="preserve">tím, že je </w:t>
      </w:r>
      <w:r w:rsidR="006E66E8">
        <w:t xml:space="preserve">vybraný </w:t>
      </w:r>
      <w:r>
        <w:t xml:space="preserve">dodavatel schopen toto zařízení odborně sestavit a namontovat; </w:t>
      </w:r>
    </w:p>
    <w:p w14:paraId="5E3A4BF3" w14:textId="686A434F" w:rsidR="0035531B" w:rsidRDefault="0035531B" w:rsidP="007038DC">
      <w:pPr>
        <w:pStyle w:val="Odrka1-1"/>
      </w:pPr>
      <w:r>
        <w:t>kopi</w:t>
      </w:r>
      <w:r w:rsidR="001B5ED5">
        <w:t>e</w:t>
      </w:r>
      <w:r>
        <w:t xml:space="preserve"> </w:t>
      </w:r>
      <w:r w:rsidR="00BF2F6F">
        <w:t xml:space="preserve">dokladu </w:t>
      </w:r>
      <w:r w:rsidR="00BF2F6F" w:rsidRPr="00B118B5">
        <w:t>o úspěšném složení zkoušky z</w:t>
      </w:r>
      <w:r w:rsidR="00987649">
        <w:t> </w:t>
      </w:r>
      <w:r w:rsidR="00BF2F6F" w:rsidRPr="00B118B5">
        <w:t>odborné způsobilosti k</w:t>
      </w:r>
      <w:r w:rsidR="00987649">
        <w:t> </w:t>
      </w:r>
      <w:r w:rsidR="00BF2F6F" w:rsidRPr="00B118B5">
        <w:t>výkonu činností v</w:t>
      </w:r>
      <w:r w:rsidR="00987649">
        <w:t> </w:t>
      </w:r>
      <w:r w:rsidR="00BF2F6F" w:rsidRPr="00B118B5">
        <w:t>elektrotechnice</w:t>
      </w:r>
      <w:r w:rsidR="00BF2F6F">
        <w:t xml:space="preserve"> pro osobu znalou pro řízení činnosti dle § 19 odst. 2 zák. 250/2021 Sb., </w:t>
      </w:r>
      <w:r w:rsidR="00BF2F6F" w:rsidRPr="008979C9">
        <w:t>o bezpečnosti práce v</w:t>
      </w:r>
      <w:r w:rsidR="00987649">
        <w:t> </w:t>
      </w:r>
      <w:r w:rsidR="00BF2F6F" w:rsidRPr="008979C9">
        <w:t>souvislosti s</w:t>
      </w:r>
      <w:r w:rsidR="00987649">
        <w:t> </w:t>
      </w:r>
      <w:r w:rsidR="00BF2F6F" w:rsidRPr="008979C9">
        <w:t>provozem vyhrazených technických zařízení a o změně souvisejících zákonů</w:t>
      </w:r>
      <w:r w:rsidR="00BF2F6F">
        <w:t xml:space="preserve">, </w:t>
      </w:r>
      <w:r w:rsidR="009A23F0">
        <w:t xml:space="preserve">resp. </w:t>
      </w:r>
      <w:r w:rsidR="00987649">
        <w:t>P</w:t>
      </w:r>
      <w:r w:rsidR="009A23F0">
        <w:t xml:space="preserve">ro vedoucího elektrotechnika dle § 7 nařízení vlády </w:t>
      </w:r>
      <w:r w:rsidR="009A23F0" w:rsidRPr="00705E91">
        <w:t>č. 194/2022 Sb., o požadavcích na odbornou způsobilost k</w:t>
      </w:r>
      <w:r w:rsidR="00987649">
        <w:t> </w:t>
      </w:r>
      <w:r w:rsidR="009A23F0" w:rsidRPr="00705E91">
        <w:t>výkonu činnosti na elektrických zařízeních a na odbornou způsobilost v</w:t>
      </w:r>
      <w:r w:rsidR="00987649">
        <w:t> </w:t>
      </w:r>
      <w:r w:rsidR="009A23F0" w:rsidRPr="00705E91">
        <w:t>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w:t>
      </w:r>
      <w:r w:rsidR="00987649">
        <w:t> </w:t>
      </w:r>
      <w:r>
        <w:t xml:space="preserve">elektrotechnice, ve znění pozdějších předpisů, § 10 požadovaná kvalifikace </w:t>
      </w:r>
      <w:r w:rsidR="00987649">
        <w:t>–</w:t>
      </w:r>
      <w:r>
        <w:t xml:space="preserve"> Pracovníci pro samostatné projektování</w:t>
      </w:r>
      <w:r w:rsidR="00845C50">
        <w:t xml:space="preserve"> a </w:t>
      </w:r>
      <w:r>
        <w:t xml:space="preserve">pracovníci pro řízení projektování; </w:t>
      </w:r>
    </w:p>
    <w:p w14:paraId="7D808669" w14:textId="159F8B0E"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8c </w:t>
      </w:r>
      <w:r w:rsidR="00987649">
        <w:t>–</w:t>
      </w:r>
      <w:r w:rsidR="00092CC9">
        <w:t xml:space="preserve"> v</w:t>
      </w:r>
      <w:r w:rsidR="00987649">
        <w:t> </w:t>
      </w:r>
      <w:r>
        <w:t>rozsahu projektování UTZ/E;</w:t>
      </w:r>
    </w:p>
    <w:p w14:paraId="46B161E1" w14:textId="698C9AA7" w:rsidR="0035531B" w:rsidRDefault="0035531B" w:rsidP="007038DC">
      <w:pPr>
        <w:pStyle w:val="Odrka1-1"/>
      </w:pPr>
      <w:r>
        <w:t>kopi</w:t>
      </w:r>
      <w:r w:rsidR="001B5ED5">
        <w:t>e</w:t>
      </w:r>
      <w:r>
        <w:t xml:space="preserve"> pověření Ministerstva dopravy ČR</w:t>
      </w:r>
      <w:r w:rsidR="00BC6D2B">
        <w:t xml:space="preserve"> k</w:t>
      </w:r>
      <w:r w:rsidR="00987649">
        <w:t>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301D38">
        <w:t>elektrických</w:t>
      </w:r>
      <w:r>
        <w:t xml:space="preserve"> UTZ železničních drah</w:t>
      </w:r>
      <w:r w:rsidR="00092CC9">
        <w:t xml:space="preserve"> v</w:t>
      </w:r>
      <w:r w:rsidR="00987649">
        <w:t> </w:t>
      </w:r>
      <w:r>
        <w:t xml:space="preserve">rozsahu: </w:t>
      </w:r>
    </w:p>
    <w:p w14:paraId="5167140F" w14:textId="77777777" w:rsidR="00114A28" w:rsidRPr="00BB25A2" w:rsidRDefault="00114A28" w:rsidP="00114A28">
      <w:pPr>
        <w:pStyle w:val="Odrka1-2-"/>
      </w:pPr>
      <w:r w:rsidRPr="00BB25A2">
        <w:t>silnoproudá zařízení drážní zabezpečovací, sdělovací, požární, signalizační a výpočetní techniky,</w:t>
      </w:r>
    </w:p>
    <w:p w14:paraId="7A796048" w14:textId="77777777" w:rsidR="00114A28" w:rsidRPr="00BB25A2" w:rsidRDefault="00114A28" w:rsidP="00114A28">
      <w:pPr>
        <w:pStyle w:val="Odrka1-2-"/>
      </w:pPr>
      <w:r w:rsidRPr="00BB25A2">
        <w:t>zabezpečovací zařízení, jehož elektrické obvody plní funkci přímého zajišťování bezpečnosti drážní dopravy.</w:t>
      </w:r>
    </w:p>
    <w:p w14:paraId="3AFCC3DA" w14:textId="5C7B41D8" w:rsidR="0035531B" w:rsidRDefault="0035531B" w:rsidP="00301D38">
      <w:pPr>
        <w:pStyle w:val="Textbezslovn"/>
        <w:ind w:left="709"/>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w:t>
      </w:r>
      <w:r>
        <w:lastRenderedPageBreak/>
        <w:t xml:space="preserve">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w:t>
      </w:r>
      <w:proofErr w:type="gramStart"/>
      <w:r w:rsidR="008D63F0" w:rsidRPr="00090C69">
        <w:t>vyloučí</w:t>
      </w:r>
      <w:proofErr w:type="gramEnd"/>
      <w:r w:rsidR="008D63F0" w:rsidRPr="00090C69">
        <w:t xml:space="preserve">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578F291A" w:rsidR="00FE7D46" w:rsidRDefault="00FE7D46" w:rsidP="00AF20AA">
      <w:pPr>
        <w:pStyle w:val="Text1-1"/>
      </w:pPr>
      <w:r>
        <w:t>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w:t>
      </w:r>
      <w:r w:rsidR="00C929C9">
        <w:t>m</w:t>
      </w:r>
      <w:r>
        <w:t xml:space="preserve"> smlouvy, tj. prokazuje-li vybraný dodavatel kvalifikaci v rámci součinnosti před uzavřením smlouvy prostřednictvím jiné osoby, je povinen předložit veškeré doklady </w:t>
      </w:r>
      <w:r w:rsidRPr="001B38FD">
        <w:t>požadované dle čl. 8.10. Výzvy ve vzt</w:t>
      </w:r>
      <w:r>
        <w:t>ahu k této jiné osobě.</w:t>
      </w:r>
    </w:p>
    <w:p w14:paraId="1350EBB6" w14:textId="77777777" w:rsidR="0035531B" w:rsidRDefault="0035531B" w:rsidP="00B77C6D">
      <w:pPr>
        <w:pStyle w:val="Nadpis1-1"/>
      </w:pPr>
      <w:bookmarkStart w:id="25" w:name="_Toc160545143"/>
      <w:r>
        <w:t>OCHRANA INFORMACÍ</w:t>
      </w:r>
      <w:bookmarkEnd w:id="25"/>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lastRenderedPageBreak/>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60545144"/>
      <w:r>
        <w:t>SOCIÁLNĚ A ENVIRO</w:t>
      </w:r>
      <w:r w:rsidR="007F1CE2">
        <w:t>N</w:t>
      </w:r>
      <w:r>
        <w:t>MENTÁLNĚ ODPOVĚDNÉ ZADÁVÁNÍ, INOVACE</w:t>
      </w:r>
      <w:bookmarkEnd w:id="26"/>
      <w:bookmarkEnd w:id="27"/>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0BCE00CF" w14:textId="6A8DD018" w:rsidR="00840ED6" w:rsidRDefault="004F6CAF" w:rsidP="00840ED6">
      <w:pPr>
        <w:pStyle w:val="Odrka1-1"/>
      </w:pPr>
      <w:r w:rsidRPr="0060254E">
        <w:t>recyklaci kameniva vyzískávaného z kolejového lože</w:t>
      </w:r>
    </w:p>
    <w:p w14:paraId="5E5040BB" w14:textId="0E8EA2D2" w:rsidR="00840ED6" w:rsidRDefault="00840ED6" w:rsidP="00840ED6">
      <w:pPr>
        <w:pStyle w:val="Odrka1-1"/>
      </w:pPr>
      <w:r>
        <w:t>majetkoprávní vypořádání vedené v majetkoprávní aplikaci</w:t>
      </w:r>
      <w:r w:rsidR="001B38FD">
        <w:t>.</w:t>
      </w:r>
    </w:p>
    <w:p w14:paraId="49F0953E" w14:textId="11646CCF"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6446D4">
        <w:t>článku 4.9</w:t>
      </w:r>
      <w:r>
        <w:t xml:space="preserve"> závazného vzoru smlouvy, který je dílem 2 zadávací dokumentace.</w:t>
      </w:r>
    </w:p>
    <w:p w14:paraId="1AD277E7" w14:textId="5D6329A1" w:rsidR="00261024" w:rsidRDefault="00261024" w:rsidP="009D0F0A">
      <w:pPr>
        <w:pStyle w:val="Nadpis1-1"/>
        <w:jc w:val="both"/>
      </w:pPr>
      <w:bookmarkStart w:id="28" w:name="_Toc160545145"/>
      <w:bookmarkStart w:id="29" w:name="_Toc106284728"/>
      <w:bookmarkStart w:id="30" w:name="_Toc103932243"/>
      <w:bookmarkStart w:id="31" w:name="_Toc103683200"/>
      <w:bookmarkStart w:id="32" w:name="_Toc102380477"/>
      <w:bookmarkStart w:id="33" w:name="_Toc106631155"/>
      <w:r>
        <w:t xml:space="preserve">Další zadávací podmínky v návaznosti na </w:t>
      </w:r>
      <w:r w:rsidR="000D0AE7">
        <w:t xml:space="preserve">MEZINÁRODNÍ </w:t>
      </w:r>
      <w:r>
        <w:t>sankce</w:t>
      </w:r>
      <w:r w:rsidR="004D6AEB">
        <w:t>, zákaz zadání veřejné zakázky</w:t>
      </w:r>
      <w:bookmarkEnd w:id="28"/>
      <w:r>
        <w:t xml:space="preserve"> </w:t>
      </w:r>
      <w:bookmarkEnd w:id="29"/>
      <w:bookmarkEnd w:id="30"/>
      <w:bookmarkEnd w:id="31"/>
      <w:bookmarkEnd w:id="32"/>
      <w:bookmarkEnd w:id="33"/>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w:t>
      </w:r>
      <w:proofErr w:type="gramStart"/>
      <w:r w:rsidRPr="00C45BDD">
        <w:t>vyloučí</w:t>
      </w:r>
      <w:proofErr w:type="gramEnd"/>
      <w:r w:rsidRPr="00C45BDD">
        <w:t xml:space="preserve">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w:t>
      </w:r>
      <w:r w:rsidRPr="00C45BDD">
        <w:lastRenderedPageBreak/>
        <w:t xml:space="preserve">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7B6E4ACA"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C030F1">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C030F1">
        <w:t xml:space="preserve">; </w:t>
      </w:r>
      <w:bookmarkStart w:id="34" w:name="_Hlk157072327"/>
      <w:r w:rsidR="00C030F1" w:rsidRPr="002465FE">
        <w:t xml:space="preserve">; </w:t>
      </w:r>
      <w:r w:rsidR="00C030F1" w:rsidRPr="002465FE">
        <w:rPr>
          <w:rStyle w:val="normaltextrun"/>
          <w:rFonts w:ascii="Verdana" w:hAnsi="Verdana"/>
          <w:shd w:val="clear" w:color="auto" w:fill="FFFFFF"/>
        </w:rPr>
        <w:t xml:space="preserve">dle čl. 2 </w:t>
      </w:r>
      <w:r w:rsidR="00C030F1" w:rsidRPr="002465FE">
        <w:rPr>
          <w:rStyle w:val="normaltextrun"/>
          <w:rFonts w:ascii="Verdana" w:hAnsi="Verdana"/>
          <w:bCs/>
          <w:shd w:val="clear" w:color="auto" w:fill="FFFFFF"/>
        </w:rPr>
        <w:t>nařízení Rady (ES) č. 765/2006</w:t>
      </w:r>
      <w:r w:rsidR="00C030F1" w:rsidRPr="002465FE">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C030F1" w:rsidRPr="002465FE">
        <w:rPr>
          <w:rStyle w:val="normaltextrun"/>
          <w:rFonts w:ascii="Verdana" w:hAnsi="Verdana"/>
          <w:bdr w:val="none" w:sz="0" w:space="0" w:color="auto" w:frame="1"/>
        </w:rPr>
        <w:t xml:space="preserve">dle čl. 2 </w:t>
      </w:r>
      <w:r w:rsidR="00C030F1" w:rsidRPr="002465FE">
        <w:rPr>
          <w:rStyle w:val="normaltextrun"/>
          <w:rFonts w:ascii="Verdana" w:hAnsi="Verdana"/>
          <w:bCs/>
          <w:bdr w:val="none" w:sz="0" w:space="0" w:color="auto" w:frame="1"/>
        </w:rPr>
        <w:t>nařízení Rady (EU) č. 208/2014</w:t>
      </w:r>
      <w:r w:rsidR="00C030F1" w:rsidRPr="002465FE">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C030F1" w:rsidRPr="002465FE">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bookmarkEnd w:id="34"/>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lastRenderedPageBreak/>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5" w:name="_Toc160545146"/>
      <w:r>
        <w:t xml:space="preserve">PŘÍLOHY </w:t>
      </w:r>
      <w:r w:rsidR="001472A9">
        <w:t>TÉTO VÝZVY</w:t>
      </w:r>
      <w:bookmarkEnd w:id="35"/>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49FE4477" w:rsidR="00261024" w:rsidRDefault="00261024" w:rsidP="00564DDD">
      <w:pPr>
        <w:pStyle w:val="Textbezslovn"/>
        <w:tabs>
          <w:tab w:val="left" w:pos="2127"/>
        </w:tabs>
        <w:spacing w:after="0"/>
        <w:ind w:left="2127" w:hanging="1390"/>
      </w:pPr>
      <w:r>
        <w:t>Příloha č. 10</w:t>
      </w:r>
      <w:r>
        <w:tab/>
      </w:r>
      <w:r>
        <w:rPr>
          <w:lang w:eastAsia="cs-CZ"/>
        </w:rPr>
        <w:t xml:space="preserve">Čestné prohlášení o splnění podmínek v souvislosti </w:t>
      </w:r>
      <w:r w:rsidR="00F8266D">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D3B0E96" w:rsidR="0035531B" w:rsidRDefault="0035531B" w:rsidP="00564DDD">
      <w:pPr>
        <w:pStyle w:val="Textbezslovn"/>
        <w:spacing w:after="0"/>
      </w:pPr>
      <w:r w:rsidRPr="003D032E">
        <w:t>V</w:t>
      </w:r>
      <w:r w:rsidR="00B36181" w:rsidRPr="003D032E">
        <w:t> </w:t>
      </w:r>
      <w:r w:rsidRPr="003D032E">
        <w:t>Praze</w:t>
      </w:r>
      <w:r>
        <w:t xml:space="preserve"> </w:t>
      </w: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2A18705D" w14:textId="5B878A18" w:rsidR="00B35448" w:rsidRDefault="00B35448"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0F92DA7D" w14:textId="77777777" w:rsidR="003D032E" w:rsidRPr="00F42F3A" w:rsidRDefault="003D032E" w:rsidP="003D032E">
      <w:pPr>
        <w:pStyle w:val="Textbezslovn"/>
        <w:spacing w:after="0"/>
        <w:rPr>
          <w:b/>
          <w:bCs/>
        </w:rPr>
      </w:pPr>
      <w:r w:rsidRPr="00F42F3A">
        <w:rPr>
          <w:b/>
          <w:bCs/>
        </w:rPr>
        <w:t>Ing. Petr Hofhanzl</w:t>
      </w:r>
    </w:p>
    <w:p w14:paraId="0FD4B006" w14:textId="77777777" w:rsidR="003D032E" w:rsidRPr="00CF79F0" w:rsidRDefault="003D032E" w:rsidP="003D032E">
      <w:pPr>
        <w:pStyle w:val="Textbezslovn"/>
        <w:spacing w:after="0"/>
      </w:pPr>
      <w:r w:rsidRPr="00F42F3A">
        <w:t>ředitel Stavební správy západ</w:t>
      </w:r>
    </w:p>
    <w:p w14:paraId="16AFB686" w14:textId="3A7B0405" w:rsidR="00564DDD" w:rsidRDefault="003D032E" w:rsidP="003D032E">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33B1BC28" w:rsidR="008C65E0" w:rsidRDefault="006A6AF2" w:rsidP="006A6AF2">
      <w:pPr>
        <w:pStyle w:val="Textbezslovn"/>
        <w:ind w:left="0"/>
      </w:pPr>
      <w:r w:rsidRPr="006A6AF2">
        <w:t xml:space="preserve">Řádně jsme se seznámili se zněním zadávacích podmínek veřejné zakázky s názvem </w:t>
      </w:r>
      <w:r w:rsidR="008363F2" w:rsidRPr="008363F2">
        <w:rPr>
          <w:b/>
          <w:bCs/>
        </w:rPr>
        <w:t>„Zvýšení bezpečnosti na železničním přejezdu P2663 v km 25,620 na trati Praha-Vysočany – Turnov“</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8363F2">
              <w:rPr>
                <w:b/>
              </w:rPr>
              <w:t>posledních 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w:t>
      </w:r>
      <w:proofErr w:type="gramStart"/>
      <w:r>
        <w:t>označí</w:t>
      </w:r>
      <w:proofErr w:type="gramEnd"/>
      <w:r>
        <w:t xml:space="preserve">,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6E1B63D9"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570C16E5" w:rsidR="00261024" w:rsidRDefault="00261024" w:rsidP="00261024">
      <w:pPr>
        <w:pStyle w:val="Nadpisbezsl1-2"/>
        <w:rPr>
          <w:lang w:eastAsia="cs-CZ"/>
        </w:rPr>
      </w:pPr>
      <w:r>
        <w:rPr>
          <w:lang w:eastAsia="cs-CZ"/>
        </w:rPr>
        <w:t xml:space="preserve">Čestné prohlášení o splnění podmínek v souvislosti </w:t>
      </w:r>
      <w:r w:rsidR="007969C3">
        <w:rPr>
          <w:lang w:eastAsia="cs-CZ"/>
        </w:rPr>
        <w:t>s mezinárodními sankcemi</w:t>
      </w:r>
    </w:p>
    <w:p w14:paraId="0122BE9B" w14:textId="77777777" w:rsidR="007969C3" w:rsidRDefault="007969C3" w:rsidP="00261024">
      <w:pPr>
        <w:pStyle w:val="Nadpisbezsl1-2"/>
      </w:pP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4C14E7A5" w:rsidR="00261024" w:rsidRPr="008363F2" w:rsidRDefault="00261024" w:rsidP="00261024">
      <w:pPr>
        <w:spacing w:line="240" w:lineRule="auto"/>
        <w:jc w:val="both"/>
        <w:rPr>
          <w:b/>
        </w:rPr>
      </w:pPr>
      <w:r>
        <w:rPr>
          <w:rFonts w:eastAsia="Times New Roman" w:cs="Times New Roman"/>
          <w:lang w:eastAsia="cs-CZ"/>
        </w:rPr>
        <w:t xml:space="preserve">který podává nabídku do veřejné zakázky s názvem </w:t>
      </w:r>
      <w:r w:rsidR="008363F2" w:rsidRPr="008363F2">
        <w:rPr>
          <w:b/>
        </w:rPr>
        <w:t>„Zvýšení bezpečnosti na železničním přejezdu P2663 v km 25,620 na trati Praha-Vysočany – Turnov“</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6C4F806"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3887719B"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bookmarkStart w:id="36" w:name="_Hlk157072463"/>
      <w:r w:rsidR="00C030F1" w:rsidRPr="002465FE">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bookmarkEnd w:id="36"/>
      <w:r w:rsidR="00C030F1" w:rsidRPr="002465FE">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9637D7">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DD0E06" w14:textId="77777777" w:rsidR="009637D7" w:rsidRDefault="009637D7" w:rsidP="00962258">
      <w:pPr>
        <w:spacing w:after="0" w:line="240" w:lineRule="auto"/>
      </w:pPr>
      <w:r>
        <w:separator/>
      </w:r>
    </w:p>
  </w:endnote>
  <w:endnote w:type="continuationSeparator" w:id="0">
    <w:p w14:paraId="3259A139" w14:textId="77777777" w:rsidR="009637D7" w:rsidRDefault="009637D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071EF" w14:paraId="43E6FD8A" w14:textId="77777777" w:rsidTr="00EB46E5">
      <w:tc>
        <w:tcPr>
          <w:tcW w:w="1361" w:type="dxa"/>
          <w:tcMar>
            <w:left w:w="0" w:type="dxa"/>
            <w:right w:w="0" w:type="dxa"/>
          </w:tcMar>
          <w:vAlign w:val="bottom"/>
        </w:tcPr>
        <w:p w14:paraId="016FBFAA" w14:textId="6EE73DEA" w:rsidR="00F071EF" w:rsidRPr="00B8518B" w:rsidRDefault="00F071EF"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84A7F">
            <w:rPr>
              <w:rStyle w:val="slostrnky"/>
              <w:noProof/>
            </w:rPr>
            <w:t>36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84A7F">
            <w:rPr>
              <w:rStyle w:val="slostrnky"/>
              <w:noProof/>
            </w:rPr>
            <w:t>50</w:t>
          </w:r>
          <w:r w:rsidRPr="00B8518B">
            <w:rPr>
              <w:rStyle w:val="slostrnky"/>
            </w:rPr>
            <w:fldChar w:fldCharType="end"/>
          </w:r>
        </w:p>
      </w:tc>
      <w:tc>
        <w:tcPr>
          <w:tcW w:w="284" w:type="dxa"/>
          <w:shd w:val="clear" w:color="auto" w:fill="auto"/>
          <w:tcMar>
            <w:left w:w="0" w:type="dxa"/>
            <w:right w:w="0" w:type="dxa"/>
          </w:tcMar>
        </w:tcPr>
        <w:p w14:paraId="37189AA7" w14:textId="77777777" w:rsidR="00F071EF" w:rsidRDefault="00F071EF" w:rsidP="00B8518B">
          <w:pPr>
            <w:pStyle w:val="Zpat"/>
          </w:pPr>
        </w:p>
      </w:tc>
      <w:tc>
        <w:tcPr>
          <w:tcW w:w="425" w:type="dxa"/>
          <w:shd w:val="clear" w:color="auto" w:fill="auto"/>
          <w:tcMar>
            <w:left w:w="0" w:type="dxa"/>
            <w:right w:w="0" w:type="dxa"/>
          </w:tcMar>
        </w:tcPr>
        <w:p w14:paraId="45F1B8FE" w14:textId="77777777" w:rsidR="00F071EF" w:rsidRDefault="00F071EF" w:rsidP="00B8518B">
          <w:pPr>
            <w:pStyle w:val="Zpat"/>
          </w:pPr>
        </w:p>
      </w:tc>
      <w:tc>
        <w:tcPr>
          <w:tcW w:w="8505" w:type="dxa"/>
        </w:tcPr>
        <w:p w14:paraId="6552BBF7" w14:textId="7EA39B06" w:rsidR="00F071EF" w:rsidRDefault="00C031F2" w:rsidP="00EB46E5">
          <w:pPr>
            <w:pStyle w:val="Zpat0"/>
          </w:pPr>
          <w:r w:rsidRPr="00C031F2">
            <w:t>„Zvýšení bezpečnosti na železničním přejezdu P2663 v km 25,620 na trati Praha-Vysočany – Turnov“</w:t>
          </w:r>
        </w:p>
        <w:p w14:paraId="3201EED0" w14:textId="77777777" w:rsidR="00F071EF" w:rsidRDefault="00F071EF" w:rsidP="00EB46E5">
          <w:pPr>
            <w:pStyle w:val="Zpat0"/>
          </w:pPr>
          <w:r>
            <w:t>Díl 1 – VÝZVA K PODÁNÍ NABÍDKY</w:t>
          </w:r>
        </w:p>
        <w:p w14:paraId="0F33739D" w14:textId="77777777" w:rsidR="00F071EF" w:rsidRDefault="00F071EF" w:rsidP="0035531B">
          <w:pPr>
            <w:pStyle w:val="Zpat0"/>
          </w:pPr>
        </w:p>
      </w:tc>
    </w:tr>
  </w:tbl>
  <w:p w14:paraId="0F99771F" w14:textId="77777777" w:rsidR="00F071EF" w:rsidRPr="00B8518B" w:rsidRDefault="00F071E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ABC4" w14:textId="77777777" w:rsidR="00F071EF" w:rsidRPr="00B8518B" w:rsidRDefault="00F071EF" w:rsidP="00460660">
    <w:pPr>
      <w:pStyle w:val="Zpat"/>
      <w:rPr>
        <w:sz w:val="2"/>
        <w:szCs w:val="2"/>
      </w:rPr>
    </w:pPr>
  </w:p>
  <w:p w14:paraId="542534AD" w14:textId="77777777" w:rsidR="00F071EF" w:rsidRPr="00460660" w:rsidRDefault="00F071E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D1D73" w14:textId="77777777" w:rsidR="009637D7" w:rsidRDefault="009637D7" w:rsidP="00962258">
      <w:pPr>
        <w:spacing w:after="0" w:line="240" w:lineRule="auto"/>
      </w:pPr>
      <w:r>
        <w:separator/>
      </w:r>
    </w:p>
  </w:footnote>
  <w:footnote w:type="continuationSeparator" w:id="0">
    <w:p w14:paraId="020ED8DE" w14:textId="77777777" w:rsidR="009637D7" w:rsidRDefault="009637D7" w:rsidP="00962258">
      <w:pPr>
        <w:spacing w:after="0" w:line="240" w:lineRule="auto"/>
      </w:pPr>
      <w:r>
        <w:continuationSeparator/>
      </w:r>
    </w:p>
  </w:footnote>
  <w:footnote w:id="1">
    <w:p w14:paraId="1EBCE932" w14:textId="43111077" w:rsidR="00F071EF" w:rsidRDefault="00F071EF"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F071EF" w:rsidRDefault="00F071EF"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F071EF" w:rsidRDefault="00F071EF"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F071EF" w:rsidRDefault="00F071EF"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F071EF" w:rsidRDefault="00F071EF">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F071EF" w:rsidRDefault="00F071EF">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F071EF" w:rsidRDefault="00F071E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F071EF" w:rsidRDefault="00F071E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F071EF" w:rsidRDefault="00F071EF"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071EF" w14:paraId="79A2CDDF" w14:textId="77777777" w:rsidTr="00C02D0A">
      <w:trPr>
        <w:trHeight w:hRule="exact" w:val="454"/>
      </w:trPr>
      <w:tc>
        <w:tcPr>
          <w:tcW w:w="1361" w:type="dxa"/>
          <w:tcMar>
            <w:top w:w="57" w:type="dxa"/>
            <w:left w:w="0" w:type="dxa"/>
            <w:right w:w="0" w:type="dxa"/>
          </w:tcMar>
        </w:tcPr>
        <w:p w14:paraId="6F56E93F" w14:textId="77777777" w:rsidR="00F071EF" w:rsidRPr="00B8518B" w:rsidRDefault="00F071EF" w:rsidP="00523EA7">
          <w:pPr>
            <w:pStyle w:val="Zpat"/>
            <w:rPr>
              <w:rStyle w:val="slostrnky"/>
            </w:rPr>
          </w:pPr>
        </w:p>
      </w:tc>
      <w:tc>
        <w:tcPr>
          <w:tcW w:w="3458" w:type="dxa"/>
          <w:shd w:val="clear" w:color="auto" w:fill="auto"/>
          <w:tcMar>
            <w:top w:w="57" w:type="dxa"/>
            <w:left w:w="0" w:type="dxa"/>
            <w:right w:w="0" w:type="dxa"/>
          </w:tcMar>
        </w:tcPr>
        <w:p w14:paraId="743F0C7F" w14:textId="77777777" w:rsidR="00F071EF" w:rsidRDefault="00F071EF" w:rsidP="00523EA7">
          <w:pPr>
            <w:pStyle w:val="Zpat"/>
          </w:pPr>
        </w:p>
      </w:tc>
      <w:tc>
        <w:tcPr>
          <w:tcW w:w="5698" w:type="dxa"/>
          <w:shd w:val="clear" w:color="auto" w:fill="auto"/>
          <w:tcMar>
            <w:top w:w="57" w:type="dxa"/>
            <w:left w:w="0" w:type="dxa"/>
            <w:right w:w="0" w:type="dxa"/>
          </w:tcMar>
        </w:tcPr>
        <w:p w14:paraId="31CF52A8" w14:textId="77777777" w:rsidR="00F071EF" w:rsidRPr="00D6163D" w:rsidRDefault="00F071EF" w:rsidP="00D6163D">
          <w:pPr>
            <w:pStyle w:val="Druhdokumentu"/>
          </w:pPr>
        </w:p>
      </w:tc>
    </w:tr>
  </w:tbl>
  <w:p w14:paraId="75C0D1DB" w14:textId="77777777" w:rsidR="00F071EF" w:rsidRPr="00D6163D" w:rsidRDefault="00F071E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071EF" w14:paraId="305FD5DB" w14:textId="77777777" w:rsidTr="00B22106">
      <w:trPr>
        <w:trHeight w:hRule="exact" w:val="936"/>
      </w:trPr>
      <w:tc>
        <w:tcPr>
          <w:tcW w:w="1361" w:type="dxa"/>
          <w:tcMar>
            <w:left w:w="0" w:type="dxa"/>
            <w:right w:w="0" w:type="dxa"/>
          </w:tcMar>
        </w:tcPr>
        <w:p w14:paraId="570B0069" w14:textId="77777777" w:rsidR="00F071EF" w:rsidRPr="00B8518B" w:rsidRDefault="00F071EF" w:rsidP="00FC6389">
          <w:pPr>
            <w:pStyle w:val="Zpat"/>
            <w:rPr>
              <w:rStyle w:val="slostrnky"/>
            </w:rPr>
          </w:pPr>
        </w:p>
      </w:tc>
      <w:tc>
        <w:tcPr>
          <w:tcW w:w="3458" w:type="dxa"/>
          <w:shd w:val="clear" w:color="auto" w:fill="auto"/>
          <w:tcMar>
            <w:left w:w="0" w:type="dxa"/>
            <w:right w:w="0" w:type="dxa"/>
          </w:tcMar>
        </w:tcPr>
        <w:p w14:paraId="5C1BA917" w14:textId="77777777" w:rsidR="00F071EF" w:rsidRDefault="00F071EF" w:rsidP="00FC6389">
          <w:pPr>
            <w:pStyle w:val="Zpat"/>
          </w:pPr>
        </w:p>
      </w:tc>
      <w:tc>
        <w:tcPr>
          <w:tcW w:w="5756" w:type="dxa"/>
          <w:shd w:val="clear" w:color="auto" w:fill="auto"/>
          <w:tcMar>
            <w:left w:w="0" w:type="dxa"/>
            <w:right w:w="0" w:type="dxa"/>
          </w:tcMar>
        </w:tcPr>
        <w:p w14:paraId="2C32B53E" w14:textId="77777777" w:rsidR="00F071EF" w:rsidRPr="00D6163D" w:rsidRDefault="00F071EF" w:rsidP="00FC6389">
          <w:pPr>
            <w:pStyle w:val="Druhdokumentu"/>
          </w:pPr>
        </w:p>
      </w:tc>
    </w:tr>
    <w:tr w:rsidR="00F071EF" w14:paraId="69F8D53D" w14:textId="77777777" w:rsidTr="00B22106">
      <w:trPr>
        <w:trHeight w:hRule="exact" w:val="936"/>
      </w:trPr>
      <w:tc>
        <w:tcPr>
          <w:tcW w:w="1361" w:type="dxa"/>
          <w:tcMar>
            <w:left w:w="0" w:type="dxa"/>
            <w:right w:w="0" w:type="dxa"/>
          </w:tcMar>
        </w:tcPr>
        <w:p w14:paraId="679BED3A" w14:textId="77777777" w:rsidR="00F071EF" w:rsidRPr="00B8518B" w:rsidRDefault="00F071EF" w:rsidP="00FC6389">
          <w:pPr>
            <w:pStyle w:val="Zpat"/>
            <w:rPr>
              <w:rStyle w:val="slostrnky"/>
            </w:rPr>
          </w:pPr>
        </w:p>
      </w:tc>
      <w:tc>
        <w:tcPr>
          <w:tcW w:w="3458" w:type="dxa"/>
          <w:shd w:val="clear" w:color="auto" w:fill="auto"/>
          <w:tcMar>
            <w:left w:w="0" w:type="dxa"/>
            <w:right w:w="0" w:type="dxa"/>
          </w:tcMar>
        </w:tcPr>
        <w:p w14:paraId="63E8AC86" w14:textId="77777777" w:rsidR="00F071EF" w:rsidRDefault="00F071EF" w:rsidP="00FC6389">
          <w:pPr>
            <w:pStyle w:val="Zpat"/>
          </w:pPr>
        </w:p>
      </w:tc>
      <w:tc>
        <w:tcPr>
          <w:tcW w:w="5756" w:type="dxa"/>
          <w:shd w:val="clear" w:color="auto" w:fill="auto"/>
          <w:tcMar>
            <w:left w:w="0" w:type="dxa"/>
            <w:right w:w="0" w:type="dxa"/>
          </w:tcMar>
        </w:tcPr>
        <w:p w14:paraId="702F8471" w14:textId="77777777" w:rsidR="00F071EF" w:rsidRPr="00D6163D" w:rsidRDefault="00F071EF" w:rsidP="00FC6389">
          <w:pPr>
            <w:pStyle w:val="Druhdokumentu"/>
          </w:pPr>
        </w:p>
      </w:tc>
    </w:tr>
  </w:tbl>
  <w:p w14:paraId="0A197E79" w14:textId="77777777" w:rsidR="00F071EF" w:rsidRPr="00D6163D" w:rsidRDefault="00F071EF"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F071EF" w:rsidRPr="00460660" w:rsidRDefault="00F071E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4647D2"/>
    <w:multiLevelType w:val="hybridMultilevel"/>
    <w:tmpl w:val="13421A2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CD20E41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65361496">
    <w:abstractNumId w:val="3"/>
  </w:num>
  <w:num w:numId="2" w16cid:durableId="1980957297">
    <w:abstractNumId w:val="1"/>
  </w:num>
  <w:num w:numId="3" w16cid:durableId="690881992">
    <w:abstractNumId w:val="11"/>
  </w:num>
  <w:num w:numId="4" w16cid:durableId="418407372">
    <w:abstractNumId w:val="2"/>
  </w:num>
  <w:num w:numId="5" w16cid:durableId="21168968">
    <w:abstractNumId w:val="0"/>
  </w:num>
  <w:num w:numId="6" w16cid:durableId="429814570">
    <w:abstractNumId w:val="6"/>
  </w:num>
  <w:num w:numId="7" w16cid:durableId="289366502">
    <w:abstractNumId w:val="8"/>
  </w:num>
  <w:num w:numId="8" w16cid:durableId="355543052">
    <w:abstractNumId w:val="7"/>
  </w:num>
  <w:num w:numId="9" w16cid:durableId="599722927">
    <w:abstractNumId w:val="12"/>
  </w:num>
  <w:num w:numId="10" w16cid:durableId="1269311427">
    <w:abstractNumId w:val="10"/>
  </w:num>
  <w:num w:numId="11" w16cid:durableId="2037150289">
    <w:abstractNumId w:val="8"/>
  </w:num>
  <w:num w:numId="12" w16cid:durableId="373966513">
    <w:abstractNumId w:val="8"/>
  </w:num>
  <w:num w:numId="13" w16cid:durableId="7585264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279588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589600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7218757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080732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0133467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30767069">
    <w:abstractNumId w:val="9"/>
  </w:num>
  <w:num w:numId="20" w16cid:durableId="20746152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147220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390210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39386443">
    <w:abstractNumId w:val="4"/>
  </w:num>
  <w:num w:numId="24" w16cid:durableId="226917908">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5DC4"/>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61B4"/>
    <w:rsid w:val="000A4679"/>
    <w:rsid w:val="000A4E61"/>
    <w:rsid w:val="000B12B0"/>
    <w:rsid w:val="000B20AE"/>
    <w:rsid w:val="000B4C49"/>
    <w:rsid w:val="000B4EB8"/>
    <w:rsid w:val="000B5300"/>
    <w:rsid w:val="000C2072"/>
    <w:rsid w:val="000C3CD6"/>
    <w:rsid w:val="000C41F2"/>
    <w:rsid w:val="000C60DA"/>
    <w:rsid w:val="000D0AE7"/>
    <w:rsid w:val="000D0DE7"/>
    <w:rsid w:val="000D22C4"/>
    <w:rsid w:val="000D27D1"/>
    <w:rsid w:val="000D5E72"/>
    <w:rsid w:val="000D6762"/>
    <w:rsid w:val="000D7437"/>
    <w:rsid w:val="000E15C8"/>
    <w:rsid w:val="000E1792"/>
    <w:rsid w:val="000E1A7F"/>
    <w:rsid w:val="000E25BA"/>
    <w:rsid w:val="000E4596"/>
    <w:rsid w:val="000E5F0B"/>
    <w:rsid w:val="000F4E40"/>
    <w:rsid w:val="001032AF"/>
    <w:rsid w:val="0010352D"/>
    <w:rsid w:val="00106A0E"/>
    <w:rsid w:val="001077DE"/>
    <w:rsid w:val="00112301"/>
    <w:rsid w:val="00112864"/>
    <w:rsid w:val="00112F94"/>
    <w:rsid w:val="00114472"/>
    <w:rsid w:val="00114988"/>
    <w:rsid w:val="00114A28"/>
    <w:rsid w:val="00114A29"/>
    <w:rsid w:val="00115069"/>
    <w:rsid w:val="001150F2"/>
    <w:rsid w:val="00116813"/>
    <w:rsid w:val="00124D0D"/>
    <w:rsid w:val="00132890"/>
    <w:rsid w:val="00136160"/>
    <w:rsid w:val="00142F26"/>
    <w:rsid w:val="00146496"/>
    <w:rsid w:val="00146BCB"/>
    <w:rsid w:val="00146DD0"/>
    <w:rsid w:val="001472A9"/>
    <w:rsid w:val="00151838"/>
    <w:rsid w:val="00157179"/>
    <w:rsid w:val="00161163"/>
    <w:rsid w:val="0016455F"/>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38FD"/>
    <w:rsid w:val="001B4E74"/>
    <w:rsid w:val="001B5ED5"/>
    <w:rsid w:val="001C3945"/>
    <w:rsid w:val="001C645F"/>
    <w:rsid w:val="001D0D67"/>
    <w:rsid w:val="001D4B4A"/>
    <w:rsid w:val="001D5DE6"/>
    <w:rsid w:val="001D7B7B"/>
    <w:rsid w:val="001E03BE"/>
    <w:rsid w:val="001E08F5"/>
    <w:rsid w:val="001E1A3D"/>
    <w:rsid w:val="001E651D"/>
    <w:rsid w:val="001E678E"/>
    <w:rsid w:val="001F0B6F"/>
    <w:rsid w:val="001F1457"/>
    <w:rsid w:val="001F39FF"/>
    <w:rsid w:val="00202B5D"/>
    <w:rsid w:val="00204A00"/>
    <w:rsid w:val="0020586C"/>
    <w:rsid w:val="0020719F"/>
    <w:rsid w:val="002071BB"/>
    <w:rsid w:val="00207DF5"/>
    <w:rsid w:val="0021225E"/>
    <w:rsid w:val="002142C4"/>
    <w:rsid w:val="002222C1"/>
    <w:rsid w:val="002251A5"/>
    <w:rsid w:val="00225B2D"/>
    <w:rsid w:val="00225FB1"/>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0B2"/>
    <w:rsid w:val="00276660"/>
    <w:rsid w:val="00276AFE"/>
    <w:rsid w:val="002802A8"/>
    <w:rsid w:val="00280CE6"/>
    <w:rsid w:val="00283302"/>
    <w:rsid w:val="00284656"/>
    <w:rsid w:val="002924B8"/>
    <w:rsid w:val="002952C6"/>
    <w:rsid w:val="002A1957"/>
    <w:rsid w:val="002A3B57"/>
    <w:rsid w:val="002B4FBE"/>
    <w:rsid w:val="002C04EE"/>
    <w:rsid w:val="002C31BF"/>
    <w:rsid w:val="002D666C"/>
    <w:rsid w:val="002D7FD6"/>
    <w:rsid w:val="002E0CD7"/>
    <w:rsid w:val="002E0CFB"/>
    <w:rsid w:val="002E0F4A"/>
    <w:rsid w:val="002E294C"/>
    <w:rsid w:val="002E5046"/>
    <w:rsid w:val="002E5B10"/>
    <w:rsid w:val="002E5C7B"/>
    <w:rsid w:val="002F4333"/>
    <w:rsid w:val="002F4475"/>
    <w:rsid w:val="003016FE"/>
    <w:rsid w:val="00301D38"/>
    <w:rsid w:val="00304623"/>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3447"/>
    <w:rsid w:val="003753A9"/>
    <w:rsid w:val="0037545D"/>
    <w:rsid w:val="00382B21"/>
    <w:rsid w:val="00385740"/>
    <w:rsid w:val="00385C37"/>
    <w:rsid w:val="00386FF1"/>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33F2"/>
    <w:rsid w:val="003D032E"/>
    <w:rsid w:val="003D0EE6"/>
    <w:rsid w:val="003D1A44"/>
    <w:rsid w:val="003D42AA"/>
    <w:rsid w:val="003D756E"/>
    <w:rsid w:val="003E050E"/>
    <w:rsid w:val="003E0BA1"/>
    <w:rsid w:val="003E3953"/>
    <w:rsid w:val="003E3CE3"/>
    <w:rsid w:val="003E420D"/>
    <w:rsid w:val="003E4C13"/>
    <w:rsid w:val="003E546A"/>
    <w:rsid w:val="003E596C"/>
    <w:rsid w:val="003E79F5"/>
    <w:rsid w:val="003F11D4"/>
    <w:rsid w:val="003F3F8A"/>
    <w:rsid w:val="003F4A97"/>
    <w:rsid w:val="003F6EA3"/>
    <w:rsid w:val="003F78E7"/>
    <w:rsid w:val="004018B6"/>
    <w:rsid w:val="004023D5"/>
    <w:rsid w:val="00404BA2"/>
    <w:rsid w:val="0040523A"/>
    <w:rsid w:val="00405C85"/>
    <w:rsid w:val="004078F3"/>
    <w:rsid w:val="00412AF2"/>
    <w:rsid w:val="00412F6F"/>
    <w:rsid w:val="00413F61"/>
    <w:rsid w:val="00422E8D"/>
    <w:rsid w:val="0042745B"/>
    <w:rsid w:val="00427794"/>
    <w:rsid w:val="00431C3F"/>
    <w:rsid w:val="00441E3E"/>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7703C"/>
    <w:rsid w:val="0048094F"/>
    <w:rsid w:val="00480CA0"/>
    <w:rsid w:val="00481047"/>
    <w:rsid w:val="004833D9"/>
    <w:rsid w:val="00483969"/>
    <w:rsid w:val="00484026"/>
    <w:rsid w:val="00485EAD"/>
    <w:rsid w:val="00486050"/>
    <w:rsid w:val="00486107"/>
    <w:rsid w:val="00491827"/>
    <w:rsid w:val="004B34E9"/>
    <w:rsid w:val="004B4008"/>
    <w:rsid w:val="004B7724"/>
    <w:rsid w:val="004C086E"/>
    <w:rsid w:val="004C4399"/>
    <w:rsid w:val="004C787C"/>
    <w:rsid w:val="004D3B30"/>
    <w:rsid w:val="004D6AEB"/>
    <w:rsid w:val="004D78D3"/>
    <w:rsid w:val="004E39D9"/>
    <w:rsid w:val="004E55AC"/>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51E4C"/>
    <w:rsid w:val="00553375"/>
    <w:rsid w:val="0055510F"/>
    <w:rsid w:val="00555884"/>
    <w:rsid w:val="00557922"/>
    <w:rsid w:val="00560665"/>
    <w:rsid w:val="00564DDD"/>
    <w:rsid w:val="00565F22"/>
    <w:rsid w:val="0056655E"/>
    <w:rsid w:val="005710BE"/>
    <w:rsid w:val="005736B7"/>
    <w:rsid w:val="00575E5A"/>
    <w:rsid w:val="00577A3C"/>
    <w:rsid w:val="00580245"/>
    <w:rsid w:val="0058372F"/>
    <w:rsid w:val="00584AFA"/>
    <w:rsid w:val="00587D6D"/>
    <w:rsid w:val="005909AC"/>
    <w:rsid w:val="00595B2D"/>
    <w:rsid w:val="005971DD"/>
    <w:rsid w:val="005A1F44"/>
    <w:rsid w:val="005A3D2F"/>
    <w:rsid w:val="005A4062"/>
    <w:rsid w:val="005A47C9"/>
    <w:rsid w:val="005B19E6"/>
    <w:rsid w:val="005B21D6"/>
    <w:rsid w:val="005B3472"/>
    <w:rsid w:val="005B351C"/>
    <w:rsid w:val="005B5EA8"/>
    <w:rsid w:val="005B64BB"/>
    <w:rsid w:val="005C2C3B"/>
    <w:rsid w:val="005C4CF3"/>
    <w:rsid w:val="005C55AA"/>
    <w:rsid w:val="005D0321"/>
    <w:rsid w:val="005D3C39"/>
    <w:rsid w:val="005D48AE"/>
    <w:rsid w:val="005D4921"/>
    <w:rsid w:val="005D7121"/>
    <w:rsid w:val="005E33AB"/>
    <w:rsid w:val="005E62AD"/>
    <w:rsid w:val="005F3817"/>
    <w:rsid w:val="005F5485"/>
    <w:rsid w:val="005F7739"/>
    <w:rsid w:val="005F7EED"/>
    <w:rsid w:val="0060115D"/>
    <w:rsid w:val="00601A8C"/>
    <w:rsid w:val="006023D7"/>
    <w:rsid w:val="0061068E"/>
    <w:rsid w:val="006113EE"/>
    <w:rsid w:val="00611407"/>
    <w:rsid w:val="006115D3"/>
    <w:rsid w:val="00612544"/>
    <w:rsid w:val="006131AE"/>
    <w:rsid w:val="00616090"/>
    <w:rsid w:val="006238E7"/>
    <w:rsid w:val="00626447"/>
    <w:rsid w:val="00626C82"/>
    <w:rsid w:val="00633DB6"/>
    <w:rsid w:val="00640B30"/>
    <w:rsid w:val="00642162"/>
    <w:rsid w:val="006446D4"/>
    <w:rsid w:val="0064673D"/>
    <w:rsid w:val="00652603"/>
    <w:rsid w:val="00654704"/>
    <w:rsid w:val="00655976"/>
    <w:rsid w:val="0065610E"/>
    <w:rsid w:val="00656EFE"/>
    <w:rsid w:val="00660AD3"/>
    <w:rsid w:val="00660BEB"/>
    <w:rsid w:val="00664045"/>
    <w:rsid w:val="00665F2C"/>
    <w:rsid w:val="00666F70"/>
    <w:rsid w:val="006720FB"/>
    <w:rsid w:val="006776B6"/>
    <w:rsid w:val="00677E3B"/>
    <w:rsid w:val="00686462"/>
    <w:rsid w:val="00687091"/>
    <w:rsid w:val="00687E10"/>
    <w:rsid w:val="00693150"/>
    <w:rsid w:val="00693188"/>
    <w:rsid w:val="00693711"/>
    <w:rsid w:val="00695DAA"/>
    <w:rsid w:val="006963ED"/>
    <w:rsid w:val="006A0713"/>
    <w:rsid w:val="006A307F"/>
    <w:rsid w:val="006A548C"/>
    <w:rsid w:val="006A5570"/>
    <w:rsid w:val="006A689C"/>
    <w:rsid w:val="006A6AF2"/>
    <w:rsid w:val="006A7D19"/>
    <w:rsid w:val="006B01BF"/>
    <w:rsid w:val="006B395C"/>
    <w:rsid w:val="006B3D79"/>
    <w:rsid w:val="006B4050"/>
    <w:rsid w:val="006B6D9B"/>
    <w:rsid w:val="006B6FE4"/>
    <w:rsid w:val="006B7573"/>
    <w:rsid w:val="006C04A0"/>
    <w:rsid w:val="006C2343"/>
    <w:rsid w:val="006C442A"/>
    <w:rsid w:val="006C4AD3"/>
    <w:rsid w:val="006D34B2"/>
    <w:rsid w:val="006D36C4"/>
    <w:rsid w:val="006E0578"/>
    <w:rsid w:val="006E314D"/>
    <w:rsid w:val="006E449B"/>
    <w:rsid w:val="006E6247"/>
    <w:rsid w:val="006E66E8"/>
    <w:rsid w:val="006F67BA"/>
    <w:rsid w:val="006F6B09"/>
    <w:rsid w:val="00700F30"/>
    <w:rsid w:val="007038DC"/>
    <w:rsid w:val="00703EFD"/>
    <w:rsid w:val="007063D3"/>
    <w:rsid w:val="00706F4C"/>
    <w:rsid w:val="00710723"/>
    <w:rsid w:val="00712EDC"/>
    <w:rsid w:val="007134F3"/>
    <w:rsid w:val="00714AE8"/>
    <w:rsid w:val="007200B1"/>
    <w:rsid w:val="00723ED1"/>
    <w:rsid w:val="00724F4C"/>
    <w:rsid w:val="0072575D"/>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4AFC"/>
    <w:rsid w:val="00755818"/>
    <w:rsid w:val="0075602A"/>
    <w:rsid w:val="00760D0C"/>
    <w:rsid w:val="0076286B"/>
    <w:rsid w:val="00762C0E"/>
    <w:rsid w:val="00766846"/>
    <w:rsid w:val="0076790E"/>
    <w:rsid w:val="0077218F"/>
    <w:rsid w:val="00773DC0"/>
    <w:rsid w:val="0077427F"/>
    <w:rsid w:val="0077673A"/>
    <w:rsid w:val="00776A8A"/>
    <w:rsid w:val="00781390"/>
    <w:rsid w:val="007846E1"/>
    <w:rsid w:val="007847D6"/>
    <w:rsid w:val="00784A7F"/>
    <w:rsid w:val="00792824"/>
    <w:rsid w:val="007969C3"/>
    <w:rsid w:val="00797E05"/>
    <w:rsid w:val="007A0923"/>
    <w:rsid w:val="007A2107"/>
    <w:rsid w:val="007A407D"/>
    <w:rsid w:val="007A43E9"/>
    <w:rsid w:val="007A5172"/>
    <w:rsid w:val="007A67A0"/>
    <w:rsid w:val="007B3D4D"/>
    <w:rsid w:val="007B570C"/>
    <w:rsid w:val="007B6941"/>
    <w:rsid w:val="007C21AA"/>
    <w:rsid w:val="007C2BEC"/>
    <w:rsid w:val="007C38F4"/>
    <w:rsid w:val="007C3E84"/>
    <w:rsid w:val="007D0559"/>
    <w:rsid w:val="007D4F89"/>
    <w:rsid w:val="007D5A8D"/>
    <w:rsid w:val="007E1529"/>
    <w:rsid w:val="007E2234"/>
    <w:rsid w:val="007E4A6E"/>
    <w:rsid w:val="007E6028"/>
    <w:rsid w:val="007F0310"/>
    <w:rsid w:val="007F1CE2"/>
    <w:rsid w:val="007F56A7"/>
    <w:rsid w:val="00800851"/>
    <w:rsid w:val="008008A3"/>
    <w:rsid w:val="0080282D"/>
    <w:rsid w:val="00802B1D"/>
    <w:rsid w:val="008032C7"/>
    <w:rsid w:val="00806027"/>
    <w:rsid w:val="00806B1C"/>
    <w:rsid w:val="00807DD0"/>
    <w:rsid w:val="00812B53"/>
    <w:rsid w:val="00817D26"/>
    <w:rsid w:val="0082049A"/>
    <w:rsid w:val="00821D01"/>
    <w:rsid w:val="00822B88"/>
    <w:rsid w:val="00825555"/>
    <w:rsid w:val="00826B7B"/>
    <w:rsid w:val="00831B18"/>
    <w:rsid w:val="00831DE9"/>
    <w:rsid w:val="00833899"/>
    <w:rsid w:val="00835884"/>
    <w:rsid w:val="008363F2"/>
    <w:rsid w:val="00840ED6"/>
    <w:rsid w:val="00844BC3"/>
    <w:rsid w:val="00845C0B"/>
    <w:rsid w:val="00845C50"/>
    <w:rsid w:val="00846789"/>
    <w:rsid w:val="00846B1E"/>
    <w:rsid w:val="008513D8"/>
    <w:rsid w:val="00853D2D"/>
    <w:rsid w:val="008578BC"/>
    <w:rsid w:val="008645EE"/>
    <w:rsid w:val="008716A2"/>
    <w:rsid w:val="00872044"/>
    <w:rsid w:val="0087311C"/>
    <w:rsid w:val="0087316A"/>
    <w:rsid w:val="00876D73"/>
    <w:rsid w:val="00885968"/>
    <w:rsid w:val="00885C00"/>
    <w:rsid w:val="00887139"/>
    <w:rsid w:val="00887F36"/>
    <w:rsid w:val="0089278E"/>
    <w:rsid w:val="008927BE"/>
    <w:rsid w:val="00893119"/>
    <w:rsid w:val="00896E31"/>
    <w:rsid w:val="008970AF"/>
    <w:rsid w:val="008A3568"/>
    <w:rsid w:val="008A4494"/>
    <w:rsid w:val="008A5B22"/>
    <w:rsid w:val="008B04F2"/>
    <w:rsid w:val="008B2021"/>
    <w:rsid w:val="008B70C7"/>
    <w:rsid w:val="008C0020"/>
    <w:rsid w:val="008C4A48"/>
    <w:rsid w:val="008C50F3"/>
    <w:rsid w:val="008C65BC"/>
    <w:rsid w:val="008C65E0"/>
    <w:rsid w:val="008C75A8"/>
    <w:rsid w:val="008C7EFE"/>
    <w:rsid w:val="008D03B9"/>
    <w:rsid w:val="008D1E62"/>
    <w:rsid w:val="008D30C7"/>
    <w:rsid w:val="008D552B"/>
    <w:rsid w:val="008D63F0"/>
    <w:rsid w:val="008D7962"/>
    <w:rsid w:val="008E05B6"/>
    <w:rsid w:val="008E1138"/>
    <w:rsid w:val="008E327A"/>
    <w:rsid w:val="008E3DCD"/>
    <w:rsid w:val="008F18D6"/>
    <w:rsid w:val="008F2C9B"/>
    <w:rsid w:val="008F2CCB"/>
    <w:rsid w:val="008F797B"/>
    <w:rsid w:val="00904340"/>
    <w:rsid w:val="009046A6"/>
    <w:rsid w:val="00904780"/>
    <w:rsid w:val="00904FAA"/>
    <w:rsid w:val="0090635B"/>
    <w:rsid w:val="00915E42"/>
    <w:rsid w:val="009175C9"/>
    <w:rsid w:val="00917DF8"/>
    <w:rsid w:val="00920DEB"/>
    <w:rsid w:val="00922385"/>
    <w:rsid w:val="009223DF"/>
    <w:rsid w:val="00927CC1"/>
    <w:rsid w:val="00930357"/>
    <w:rsid w:val="00930B76"/>
    <w:rsid w:val="00930B79"/>
    <w:rsid w:val="00936091"/>
    <w:rsid w:val="009404DC"/>
    <w:rsid w:val="00940D8A"/>
    <w:rsid w:val="009414D7"/>
    <w:rsid w:val="00941DEB"/>
    <w:rsid w:val="00943DC2"/>
    <w:rsid w:val="0094419A"/>
    <w:rsid w:val="00945582"/>
    <w:rsid w:val="009531C1"/>
    <w:rsid w:val="009534BF"/>
    <w:rsid w:val="00953761"/>
    <w:rsid w:val="009556C8"/>
    <w:rsid w:val="00956089"/>
    <w:rsid w:val="009560DD"/>
    <w:rsid w:val="00962258"/>
    <w:rsid w:val="009637D7"/>
    <w:rsid w:val="00964860"/>
    <w:rsid w:val="00965855"/>
    <w:rsid w:val="00966D88"/>
    <w:rsid w:val="00967445"/>
    <w:rsid w:val="009678B7"/>
    <w:rsid w:val="00970D4B"/>
    <w:rsid w:val="009801E3"/>
    <w:rsid w:val="0098426C"/>
    <w:rsid w:val="00987649"/>
    <w:rsid w:val="009910B0"/>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39F9"/>
    <w:rsid w:val="009D77D0"/>
    <w:rsid w:val="009E07F4"/>
    <w:rsid w:val="009E4912"/>
    <w:rsid w:val="009E7247"/>
    <w:rsid w:val="009F2042"/>
    <w:rsid w:val="009F2770"/>
    <w:rsid w:val="009F309B"/>
    <w:rsid w:val="009F392E"/>
    <w:rsid w:val="009F427D"/>
    <w:rsid w:val="009F53C5"/>
    <w:rsid w:val="00A0253D"/>
    <w:rsid w:val="00A0281A"/>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60C0C"/>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46B1"/>
    <w:rsid w:val="00AB5AE0"/>
    <w:rsid w:val="00AC0B93"/>
    <w:rsid w:val="00AC28F5"/>
    <w:rsid w:val="00AC389F"/>
    <w:rsid w:val="00AC738D"/>
    <w:rsid w:val="00AC76A4"/>
    <w:rsid w:val="00AD056F"/>
    <w:rsid w:val="00AD0C7B"/>
    <w:rsid w:val="00AD1771"/>
    <w:rsid w:val="00AD1786"/>
    <w:rsid w:val="00AD190B"/>
    <w:rsid w:val="00AD3AE0"/>
    <w:rsid w:val="00AD5F1A"/>
    <w:rsid w:val="00AD6731"/>
    <w:rsid w:val="00AD792A"/>
    <w:rsid w:val="00AE1D4A"/>
    <w:rsid w:val="00AE3BB4"/>
    <w:rsid w:val="00AE485F"/>
    <w:rsid w:val="00AE5DCB"/>
    <w:rsid w:val="00AE69EF"/>
    <w:rsid w:val="00AF09D9"/>
    <w:rsid w:val="00AF151D"/>
    <w:rsid w:val="00AF20AA"/>
    <w:rsid w:val="00AF4A09"/>
    <w:rsid w:val="00AF6150"/>
    <w:rsid w:val="00B008D5"/>
    <w:rsid w:val="00B02F73"/>
    <w:rsid w:val="00B051A9"/>
    <w:rsid w:val="00B0619F"/>
    <w:rsid w:val="00B07880"/>
    <w:rsid w:val="00B134D6"/>
    <w:rsid w:val="00B13A26"/>
    <w:rsid w:val="00B13C5A"/>
    <w:rsid w:val="00B15693"/>
    <w:rsid w:val="00B15D0D"/>
    <w:rsid w:val="00B215B3"/>
    <w:rsid w:val="00B22106"/>
    <w:rsid w:val="00B22848"/>
    <w:rsid w:val="00B277ED"/>
    <w:rsid w:val="00B31A11"/>
    <w:rsid w:val="00B3533C"/>
    <w:rsid w:val="00B35448"/>
    <w:rsid w:val="00B36181"/>
    <w:rsid w:val="00B366A1"/>
    <w:rsid w:val="00B37552"/>
    <w:rsid w:val="00B429CF"/>
    <w:rsid w:val="00B477DA"/>
    <w:rsid w:val="00B52819"/>
    <w:rsid w:val="00B540BD"/>
    <w:rsid w:val="00B5431A"/>
    <w:rsid w:val="00B60046"/>
    <w:rsid w:val="00B61530"/>
    <w:rsid w:val="00B65C18"/>
    <w:rsid w:val="00B70120"/>
    <w:rsid w:val="00B71CC3"/>
    <w:rsid w:val="00B72399"/>
    <w:rsid w:val="00B75EE1"/>
    <w:rsid w:val="00B77481"/>
    <w:rsid w:val="00B77C6D"/>
    <w:rsid w:val="00B8009C"/>
    <w:rsid w:val="00B80D2D"/>
    <w:rsid w:val="00B80E53"/>
    <w:rsid w:val="00B8518B"/>
    <w:rsid w:val="00B86933"/>
    <w:rsid w:val="00B92C98"/>
    <w:rsid w:val="00B971BD"/>
    <w:rsid w:val="00B97B6F"/>
    <w:rsid w:val="00B97CC3"/>
    <w:rsid w:val="00BA1F74"/>
    <w:rsid w:val="00BA3937"/>
    <w:rsid w:val="00BA502D"/>
    <w:rsid w:val="00BB0379"/>
    <w:rsid w:val="00BB283A"/>
    <w:rsid w:val="00BB3CA7"/>
    <w:rsid w:val="00BB4AF2"/>
    <w:rsid w:val="00BB7F53"/>
    <w:rsid w:val="00BC06C4"/>
    <w:rsid w:val="00BC12B5"/>
    <w:rsid w:val="00BC376A"/>
    <w:rsid w:val="00BC38CD"/>
    <w:rsid w:val="00BC6D2B"/>
    <w:rsid w:val="00BD11CE"/>
    <w:rsid w:val="00BD51C4"/>
    <w:rsid w:val="00BD6AD1"/>
    <w:rsid w:val="00BD7498"/>
    <w:rsid w:val="00BD7E91"/>
    <w:rsid w:val="00BD7F0D"/>
    <w:rsid w:val="00BE3236"/>
    <w:rsid w:val="00BE49F4"/>
    <w:rsid w:val="00BF0C8A"/>
    <w:rsid w:val="00BF2A73"/>
    <w:rsid w:val="00BF2F6F"/>
    <w:rsid w:val="00BF57D9"/>
    <w:rsid w:val="00C01E17"/>
    <w:rsid w:val="00C02D0A"/>
    <w:rsid w:val="00C030F1"/>
    <w:rsid w:val="00C031F2"/>
    <w:rsid w:val="00C03A6E"/>
    <w:rsid w:val="00C07CB0"/>
    <w:rsid w:val="00C1197B"/>
    <w:rsid w:val="00C12FC0"/>
    <w:rsid w:val="00C13DAE"/>
    <w:rsid w:val="00C154A5"/>
    <w:rsid w:val="00C17D66"/>
    <w:rsid w:val="00C21EE4"/>
    <w:rsid w:val="00C21FDC"/>
    <w:rsid w:val="00C226C0"/>
    <w:rsid w:val="00C23EB8"/>
    <w:rsid w:val="00C23F40"/>
    <w:rsid w:val="00C3060B"/>
    <w:rsid w:val="00C370EE"/>
    <w:rsid w:val="00C4078E"/>
    <w:rsid w:val="00C42FE6"/>
    <w:rsid w:val="00C43A07"/>
    <w:rsid w:val="00C44F6A"/>
    <w:rsid w:val="00C47CE4"/>
    <w:rsid w:val="00C546C9"/>
    <w:rsid w:val="00C6198E"/>
    <w:rsid w:val="00C62E4B"/>
    <w:rsid w:val="00C65466"/>
    <w:rsid w:val="00C708EA"/>
    <w:rsid w:val="00C72B26"/>
    <w:rsid w:val="00C73727"/>
    <w:rsid w:val="00C759F1"/>
    <w:rsid w:val="00C75EDD"/>
    <w:rsid w:val="00C7649B"/>
    <w:rsid w:val="00C776E5"/>
    <w:rsid w:val="00C778A5"/>
    <w:rsid w:val="00C77B5B"/>
    <w:rsid w:val="00C86822"/>
    <w:rsid w:val="00C90A1F"/>
    <w:rsid w:val="00C90EC2"/>
    <w:rsid w:val="00C929C9"/>
    <w:rsid w:val="00C9515F"/>
    <w:rsid w:val="00C95162"/>
    <w:rsid w:val="00C953AC"/>
    <w:rsid w:val="00C95931"/>
    <w:rsid w:val="00CA2B3A"/>
    <w:rsid w:val="00CA50B8"/>
    <w:rsid w:val="00CA5932"/>
    <w:rsid w:val="00CB3151"/>
    <w:rsid w:val="00CB6A37"/>
    <w:rsid w:val="00CB7684"/>
    <w:rsid w:val="00CC4380"/>
    <w:rsid w:val="00CC566D"/>
    <w:rsid w:val="00CC7C8F"/>
    <w:rsid w:val="00CD1FC4"/>
    <w:rsid w:val="00CD2B30"/>
    <w:rsid w:val="00CD2E13"/>
    <w:rsid w:val="00CE12EE"/>
    <w:rsid w:val="00CE2A4F"/>
    <w:rsid w:val="00CE2CEC"/>
    <w:rsid w:val="00CE420A"/>
    <w:rsid w:val="00CE5F6A"/>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5D67"/>
    <w:rsid w:val="00D26838"/>
    <w:rsid w:val="00D26EE6"/>
    <w:rsid w:val="00D302E5"/>
    <w:rsid w:val="00D36C50"/>
    <w:rsid w:val="00D37B14"/>
    <w:rsid w:val="00D4108E"/>
    <w:rsid w:val="00D47A4D"/>
    <w:rsid w:val="00D500B1"/>
    <w:rsid w:val="00D52BA7"/>
    <w:rsid w:val="00D57321"/>
    <w:rsid w:val="00D5757D"/>
    <w:rsid w:val="00D6163D"/>
    <w:rsid w:val="00D6259C"/>
    <w:rsid w:val="00D65443"/>
    <w:rsid w:val="00D71DA9"/>
    <w:rsid w:val="00D7784F"/>
    <w:rsid w:val="00D831A3"/>
    <w:rsid w:val="00D84986"/>
    <w:rsid w:val="00D91145"/>
    <w:rsid w:val="00D91EA6"/>
    <w:rsid w:val="00D961D8"/>
    <w:rsid w:val="00D97BE3"/>
    <w:rsid w:val="00DA3711"/>
    <w:rsid w:val="00DA7205"/>
    <w:rsid w:val="00DB619A"/>
    <w:rsid w:val="00DC3174"/>
    <w:rsid w:val="00DD0C7C"/>
    <w:rsid w:val="00DD1F32"/>
    <w:rsid w:val="00DD46F3"/>
    <w:rsid w:val="00DD63D8"/>
    <w:rsid w:val="00DD7A41"/>
    <w:rsid w:val="00DD7F02"/>
    <w:rsid w:val="00DE0C9E"/>
    <w:rsid w:val="00DE51A5"/>
    <w:rsid w:val="00DE56F2"/>
    <w:rsid w:val="00DE76DB"/>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4664F"/>
    <w:rsid w:val="00E479AA"/>
    <w:rsid w:val="00E50858"/>
    <w:rsid w:val="00E60C4A"/>
    <w:rsid w:val="00E618C4"/>
    <w:rsid w:val="00E62ABE"/>
    <w:rsid w:val="00E64245"/>
    <w:rsid w:val="00E66EF9"/>
    <w:rsid w:val="00E67713"/>
    <w:rsid w:val="00E67D40"/>
    <w:rsid w:val="00E7218A"/>
    <w:rsid w:val="00E72FFC"/>
    <w:rsid w:val="00E77054"/>
    <w:rsid w:val="00E8058C"/>
    <w:rsid w:val="00E8187E"/>
    <w:rsid w:val="00E84F3D"/>
    <w:rsid w:val="00E8759A"/>
    <w:rsid w:val="00E878EE"/>
    <w:rsid w:val="00E91C8E"/>
    <w:rsid w:val="00E948C0"/>
    <w:rsid w:val="00EA1BB1"/>
    <w:rsid w:val="00EA675F"/>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C6DD1"/>
    <w:rsid w:val="00ED0703"/>
    <w:rsid w:val="00ED10B5"/>
    <w:rsid w:val="00ED14BD"/>
    <w:rsid w:val="00ED6360"/>
    <w:rsid w:val="00EE1399"/>
    <w:rsid w:val="00EE2244"/>
    <w:rsid w:val="00EE3C5F"/>
    <w:rsid w:val="00EE4F05"/>
    <w:rsid w:val="00EE50B6"/>
    <w:rsid w:val="00EE5700"/>
    <w:rsid w:val="00EE7882"/>
    <w:rsid w:val="00EE7915"/>
    <w:rsid w:val="00EF2058"/>
    <w:rsid w:val="00EF42B4"/>
    <w:rsid w:val="00EF4DAC"/>
    <w:rsid w:val="00EF6AE9"/>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2148"/>
    <w:rsid w:val="00F35939"/>
    <w:rsid w:val="00F368D8"/>
    <w:rsid w:val="00F40039"/>
    <w:rsid w:val="00F42F3A"/>
    <w:rsid w:val="00F45607"/>
    <w:rsid w:val="00F46000"/>
    <w:rsid w:val="00F46EA7"/>
    <w:rsid w:val="00F4722B"/>
    <w:rsid w:val="00F51EF4"/>
    <w:rsid w:val="00F54432"/>
    <w:rsid w:val="00F55E93"/>
    <w:rsid w:val="00F569C6"/>
    <w:rsid w:val="00F57610"/>
    <w:rsid w:val="00F6113F"/>
    <w:rsid w:val="00F61161"/>
    <w:rsid w:val="00F62556"/>
    <w:rsid w:val="00F6262F"/>
    <w:rsid w:val="00F659EB"/>
    <w:rsid w:val="00F66F02"/>
    <w:rsid w:val="00F7046B"/>
    <w:rsid w:val="00F7192A"/>
    <w:rsid w:val="00F749F9"/>
    <w:rsid w:val="00F76F41"/>
    <w:rsid w:val="00F8266D"/>
    <w:rsid w:val="00F86BA6"/>
    <w:rsid w:val="00F911D1"/>
    <w:rsid w:val="00F92641"/>
    <w:rsid w:val="00F92F06"/>
    <w:rsid w:val="00F95854"/>
    <w:rsid w:val="00F95A2C"/>
    <w:rsid w:val="00F966F7"/>
    <w:rsid w:val="00FA64F2"/>
    <w:rsid w:val="00FB4C0F"/>
    <w:rsid w:val="00FB6342"/>
    <w:rsid w:val="00FC1166"/>
    <w:rsid w:val="00FC280A"/>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1"/>
      </w:numPr>
      <w:spacing w:after="120"/>
      <w:jc w:val="both"/>
    </w:pPr>
  </w:style>
  <w:style w:type="paragraph" w:customStyle="1" w:styleId="Odstavec1-2i">
    <w:name w:val="_Odstavec_1-2_(i)"/>
    <w:basedOn w:val="Normln"/>
    <w:qFormat/>
    <w:rsid w:val="00CB3151"/>
    <w:pPr>
      <w:numPr>
        <w:ilvl w:val="1"/>
        <w:numId w:val="11"/>
      </w:numPr>
      <w:spacing w:after="60"/>
      <w:jc w:val="both"/>
    </w:pPr>
  </w:style>
  <w:style w:type="paragraph" w:customStyle="1" w:styleId="Odstavec1-31">
    <w:name w:val="_Odstavec_1-3_1)"/>
    <w:qFormat/>
    <w:rsid w:val="00CB3151"/>
    <w:pPr>
      <w:numPr>
        <w:ilvl w:val="2"/>
        <w:numId w:val="11"/>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C030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86A3BE89-96CA-4BA6-A9ED-573A6F9FE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190</TotalTime>
  <Pages>40</Pages>
  <Words>17440</Words>
  <Characters>102898</Characters>
  <Application>Microsoft Office Word</Application>
  <DocSecurity>0</DocSecurity>
  <Lines>857</Lines>
  <Paragraphs>240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120098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Voráčková Marta, Mgr.</cp:lastModifiedBy>
  <cp:revision>9</cp:revision>
  <cp:lastPrinted>2019-03-07T14:42:00Z</cp:lastPrinted>
  <dcterms:created xsi:type="dcterms:W3CDTF">2024-03-05T14:31:00Z</dcterms:created>
  <dcterms:modified xsi:type="dcterms:W3CDTF">2024-03-11T08:45:00Z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